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C9CA9" w14:textId="77777777" w:rsidR="0084407E" w:rsidRPr="005D19C0" w:rsidRDefault="0084407E" w:rsidP="0084407E">
      <w:pPr>
        <w:pStyle w:val="YSBODYCOPY"/>
        <w:spacing w:before="120"/>
        <w:rPr>
          <w:rFonts w:eastAsiaTheme="majorEastAsia" w:cstheme="majorBidi"/>
          <w:b/>
          <w:bCs/>
          <w:color w:val="EF1829"/>
          <w:kern w:val="32"/>
          <w:sz w:val="32"/>
          <w:szCs w:val="32"/>
          <w:lang w:eastAsia="en-GB"/>
        </w:rPr>
      </w:pPr>
      <w:r w:rsidRPr="005D19C0">
        <w:rPr>
          <w:rFonts w:eastAsiaTheme="majorEastAsia" w:cstheme="majorBidi"/>
          <w:b/>
          <w:bCs/>
          <w:color w:val="EF1829"/>
          <w:kern w:val="32"/>
          <w:sz w:val="32"/>
          <w:szCs w:val="32"/>
          <w:lang w:eastAsia="en-GB"/>
        </w:rPr>
        <w:t>Beyond Remembrance Day</w:t>
      </w:r>
    </w:p>
    <w:p w14:paraId="7A024568" w14:textId="77777777" w:rsidR="00500FBD" w:rsidRPr="00152BF4" w:rsidRDefault="00500FBD" w:rsidP="00A740ED">
      <w:pPr>
        <w:pStyle w:val="YSBODYCOPY"/>
        <w:spacing w:before="120"/>
        <w:rPr>
          <w:rFonts w:eastAsiaTheme="majorEastAsia" w:cstheme="majorBidi"/>
          <w:b/>
          <w:bCs/>
          <w:color w:val="EF1829"/>
          <w:kern w:val="32"/>
          <w:sz w:val="32"/>
          <w:szCs w:val="32"/>
          <w:lang w:eastAsia="en-GB"/>
        </w:rPr>
      </w:pPr>
    </w:p>
    <w:p w14:paraId="54AFFB30" w14:textId="77777777" w:rsidR="0084407E" w:rsidRDefault="0084407E" w:rsidP="0084407E">
      <w:pPr>
        <w:rPr>
          <w:rFonts w:cs="Arial"/>
        </w:rPr>
      </w:pPr>
      <w:r>
        <w:rPr>
          <w:rFonts w:cs="Arial"/>
        </w:rPr>
        <w:t>2018 saw 100 years since the end of the First World War and there were special events on and around the 11 November (Armistice Day) to remember the sacrifice and contributions of those involved. This short activity goes beyond the immediate remembrance of the soldiers who were killed or affected during the conflict and focusses on those who helped to respond to the humanitarian impact of the war.</w:t>
      </w:r>
    </w:p>
    <w:p w14:paraId="2EFDD57B" w14:textId="77777777" w:rsidR="00A8675D" w:rsidRDefault="00A8675D" w:rsidP="000B1A8E">
      <w:pPr>
        <w:pStyle w:val="YSBODYCOPY"/>
      </w:pPr>
    </w:p>
    <w:p w14:paraId="7BBDCF16" w14:textId="77777777" w:rsidR="0084407E" w:rsidRPr="0038539A" w:rsidRDefault="0084407E" w:rsidP="0084407E">
      <w:pPr>
        <w:pStyle w:val="Heading2"/>
      </w:pPr>
      <w:r w:rsidRPr="0038539A">
        <w:t>Why we remember</w:t>
      </w:r>
    </w:p>
    <w:p w14:paraId="7B948D6C" w14:textId="77777777" w:rsidR="005A24CF" w:rsidRDefault="005A24CF" w:rsidP="005A24CF">
      <w:pPr>
        <w:pStyle w:val="ListParagraph"/>
        <w:numPr>
          <w:ilvl w:val="0"/>
          <w:numId w:val="34"/>
        </w:numPr>
        <w:contextualSpacing/>
        <w:rPr>
          <w:rFonts w:cs="Arial"/>
        </w:rPr>
      </w:pPr>
      <w:r>
        <w:rPr>
          <w:rFonts w:cs="Arial"/>
        </w:rPr>
        <w:t xml:space="preserve">Begin by asking learners if they were involved in any form of centenary events for the end of World War 1 (or to summarise what they did if the school was involved) and ask them to share experiences. </w:t>
      </w:r>
    </w:p>
    <w:p w14:paraId="0D0256C2" w14:textId="77777777" w:rsidR="005A24CF" w:rsidRDefault="005A24CF" w:rsidP="005A24CF">
      <w:pPr>
        <w:pStyle w:val="ListParagraph"/>
        <w:ind w:left="0"/>
        <w:rPr>
          <w:rFonts w:cs="Arial"/>
        </w:rPr>
      </w:pPr>
    </w:p>
    <w:p w14:paraId="2DC700F5" w14:textId="77777777" w:rsidR="005A24CF" w:rsidRPr="005A24CF" w:rsidRDefault="005A24CF" w:rsidP="005A24CF">
      <w:pPr>
        <w:pStyle w:val="bulletlist"/>
        <w:ind w:left="1560" w:hanging="567"/>
        <w:rPr>
          <w:sz w:val="22"/>
          <w:szCs w:val="22"/>
        </w:rPr>
      </w:pPr>
      <w:r w:rsidRPr="005A24CF">
        <w:rPr>
          <w:sz w:val="22"/>
          <w:szCs w:val="22"/>
        </w:rPr>
        <w:t>How did the experience make them feel?</w:t>
      </w:r>
    </w:p>
    <w:p w14:paraId="467C7E7C" w14:textId="77777777" w:rsidR="005A24CF" w:rsidRPr="005A24CF" w:rsidRDefault="005A24CF" w:rsidP="005A24CF">
      <w:pPr>
        <w:pStyle w:val="bulletlist"/>
        <w:ind w:left="1560" w:hanging="567"/>
        <w:rPr>
          <w:sz w:val="22"/>
          <w:szCs w:val="22"/>
        </w:rPr>
      </w:pPr>
      <w:r w:rsidRPr="005A24CF">
        <w:rPr>
          <w:sz w:val="22"/>
          <w:szCs w:val="22"/>
        </w:rPr>
        <w:t>Why do they feel it is important to remember something that happened so long ago?</w:t>
      </w:r>
    </w:p>
    <w:p w14:paraId="310D3FD4" w14:textId="77777777" w:rsidR="005A24CF" w:rsidRDefault="005A24CF" w:rsidP="005A24CF">
      <w:pPr>
        <w:pStyle w:val="ListParagraph"/>
        <w:ind w:left="360"/>
        <w:rPr>
          <w:rFonts w:cs="Arial"/>
        </w:rPr>
      </w:pPr>
    </w:p>
    <w:p w14:paraId="64566741" w14:textId="37BAB7AC" w:rsidR="005A24CF" w:rsidRPr="00204B58" w:rsidRDefault="005A24CF" w:rsidP="005A24CF">
      <w:pPr>
        <w:pStyle w:val="ListParagraph"/>
        <w:numPr>
          <w:ilvl w:val="0"/>
          <w:numId w:val="34"/>
        </w:numPr>
        <w:contextualSpacing/>
        <w:rPr>
          <w:rFonts w:cs="Arial"/>
        </w:rPr>
      </w:pPr>
      <w:r>
        <w:rPr>
          <w:rFonts w:cs="Arial"/>
        </w:rPr>
        <w:t xml:space="preserve">Ask learners what flower </w:t>
      </w:r>
      <w:proofErr w:type="gramStart"/>
      <w:r>
        <w:rPr>
          <w:rFonts w:cs="Arial"/>
        </w:rPr>
        <w:t>is connected with</w:t>
      </w:r>
      <w:proofErr w:type="gramEnd"/>
      <w:r>
        <w:rPr>
          <w:rFonts w:cs="Arial"/>
        </w:rPr>
        <w:t xml:space="preserve"> the First World War and why. You can display the following poem (slide 2) to give them an idea.</w:t>
      </w:r>
    </w:p>
    <w:p w14:paraId="61C40E24" w14:textId="77777777" w:rsidR="005A24CF" w:rsidRDefault="005A24CF" w:rsidP="005A24CF">
      <w:pPr>
        <w:rPr>
          <w:rFonts w:cs="Arial"/>
        </w:rPr>
      </w:pPr>
    </w:p>
    <w:p w14:paraId="395F59A3" w14:textId="77777777" w:rsidR="005A24CF" w:rsidRPr="00F52862" w:rsidRDefault="005A24CF" w:rsidP="005A24CF">
      <w:pPr>
        <w:ind w:left="720"/>
        <w:rPr>
          <w:rFonts w:ascii="Times New Roman" w:hAnsi="Times New Roman"/>
        </w:rPr>
      </w:pPr>
      <w:r>
        <w:rPr>
          <w:rFonts w:ascii="Helvetica" w:hAnsi="Helvetica"/>
          <w:color w:val="222222"/>
          <w:sz w:val="21"/>
          <w:szCs w:val="21"/>
          <w:shd w:val="clear" w:color="auto" w:fill="FFFFFF"/>
        </w:rPr>
        <w:t>I</w:t>
      </w:r>
      <w:r w:rsidRPr="00F52862">
        <w:rPr>
          <w:rFonts w:ascii="Helvetica" w:hAnsi="Helvetica"/>
          <w:color w:val="222222"/>
          <w:sz w:val="21"/>
          <w:szCs w:val="21"/>
          <w:shd w:val="clear" w:color="auto" w:fill="FFFFFF"/>
        </w:rPr>
        <w:t>n Flanders fields the poppies </w:t>
      </w:r>
      <w:r>
        <w:rPr>
          <w:rFonts w:ascii="Helvetica" w:hAnsi="Helvetica"/>
          <w:color w:val="222222"/>
          <w:sz w:val="21"/>
          <w:szCs w:val="21"/>
        </w:rPr>
        <w:t>grow</w:t>
      </w:r>
      <w:r w:rsidRPr="00F52862">
        <w:rPr>
          <w:rFonts w:ascii="Helvetica" w:hAnsi="Helvetica"/>
          <w:color w:val="222222"/>
          <w:sz w:val="21"/>
          <w:szCs w:val="21"/>
        </w:rPr>
        <w:br/>
      </w:r>
      <w:r w:rsidRPr="00F52862">
        <w:rPr>
          <w:rFonts w:ascii="Helvetica" w:hAnsi="Helvetica"/>
          <w:color w:val="222222"/>
          <w:sz w:val="21"/>
          <w:szCs w:val="21"/>
          <w:shd w:val="clear" w:color="auto" w:fill="FFFFFF"/>
        </w:rPr>
        <w:t>    Between the crosses, row on row,</w:t>
      </w:r>
      <w:r w:rsidRPr="00F52862">
        <w:rPr>
          <w:rFonts w:ascii="Helvetica" w:hAnsi="Helvetica"/>
          <w:color w:val="222222"/>
          <w:sz w:val="21"/>
          <w:szCs w:val="21"/>
        </w:rPr>
        <w:br/>
      </w:r>
      <w:r w:rsidRPr="00F52862">
        <w:rPr>
          <w:rFonts w:ascii="Helvetica" w:hAnsi="Helvetica"/>
          <w:color w:val="222222"/>
          <w:sz w:val="21"/>
          <w:szCs w:val="21"/>
          <w:shd w:val="clear" w:color="auto" w:fill="FFFFFF"/>
        </w:rPr>
        <w:t>  That mark our place; and in the sky</w:t>
      </w:r>
      <w:r w:rsidRPr="00F52862">
        <w:rPr>
          <w:rFonts w:ascii="Helvetica" w:hAnsi="Helvetica"/>
          <w:color w:val="222222"/>
          <w:sz w:val="21"/>
          <w:szCs w:val="21"/>
        </w:rPr>
        <w:br/>
      </w:r>
      <w:r w:rsidRPr="00F52862">
        <w:rPr>
          <w:rFonts w:ascii="Helvetica" w:hAnsi="Helvetica"/>
          <w:color w:val="222222"/>
          <w:sz w:val="21"/>
          <w:szCs w:val="21"/>
          <w:shd w:val="clear" w:color="auto" w:fill="FFFFFF"/>
        </w:rPr>
        <w:t>  The larks, still bravely singing, fly</w:t>
      </w:r>
      <w:r w:rsidRPr="00F52862">
        <w:rPr>
          <w:rFonts w:ascii="Helvetica" w:hAnsi="Helvetica"/>
          <w:color w:val="222222"/>
          <w:sz w:val="21"/>
          <w:szCs w:val="21"/>
        </w:rPr>
        <w:br/>
      </w:r>
      <w:r w:rsidRPr="00F52862">
        <w:rPr>
          <w:rFonts w:ascii="Helvetica" w:hAnsi="Helvetica"/>
          <w:color w:val="222222"/>
          <w:sz w:val="21"/>
          <w:szCs w:val="21"/>
          <w:shd w:val="clear" w:color="auto" w:fill="FFFFFF"/>
        </w:rPr>
        <w:t>Scarce heard amid the guns below.</w:t>
      </w:r>
      <w:r w:rsidRPr="00F52862">
        <w:rPr>
          <w:rFonts w:ascii="Helvetica" w:hAnsi="Helvetica"/>
          <w:color w:val="222222"/>
          <w:sz w:val="21"/>
          <w:szCs w:val="21"/>
        </w:rPr>
        <w:br/>
      </w:r>
      <w:r w:rsidRPr="00F52862">
        <w:rPr>
          <w:rFonts w:ascii="Helvetica" w:hAnsi="Helvetica"/>
          <w:color w:val="222222"/>
          <w:sz w:val="21"/>
          <w:szCs w:val="21"/>
        </w:rPr>
        <w:br/>
      </w:r>
      <w:r w:rsidRPr="00F52862">
        <w:rPr>
          <w:rFonts w:ascii="Helvetica" w:hAnsi="Helvetica"/>
          <w:color w:val="222222"/>
          <w:sz w:val="21"/>
          <w:szCs w:val="21"/>
          <w:shd w:val="clear" w:color="auto" w:fill="FFFFFF"/>
        </w:rPr>
        <w:t xml:space="preserve">We are the Dead. Short days </w:t>
      </w:r>
      <w:proofErr w:type="gramStart"/>
      <w:r w:rsidRPr="00F52862">
        <w:rPr>
          <w:rFonts w:ascii="Helvetica" w:hAnsi="Helvetica"/>
          <w:color w:val="222222"/>
          <w:sz w:val="21"/>
          <w:szCs w:val="21"/>
          <w:shd w:val="clear" w:color="auto" w:fill="FFFFFF"/>
        </w:rPr>
        <w:t>ago</w:t>
      </w:r>
      <w:proofErr w:type="gramEnd"/>
      <w:r w:rsidRPr="00F52862">
        <w:rPr>
          <w:rFonts w:ascii="Helvetica" w:hAnsi="Helvetica"/>
          <w:color w:val="222222"/>
          <w:sz w:val="21"/>
          <w:szCs w:val="21"/>
        </w:rPr>
        <w:br/>
      </w:r>
      <w:r w:rsidRPr="00F52862">
        <w:rPr>
          <w:rFonts w:ascii="Helvetica" w:hAnsi="Helvetica"/>
          <w:color w:val="222222"/>
          <w:sz w:val="21"/>
          <w:szCs w:val="21"/>
          <w:shd w:val="clear" w:color="auto" w:fill="FFFFFF"/>
        </w:rPr>
        <w:t>We lived, felt dawn, saw sunset glow,</w:t>
      </w:r>
      <w:r w:rsidRPr="00F52862">
        <w:rPr>
          <w:rFonts w:ascii="Helvetica" w:hAnsi="Helvetica"/>
          <w:color w:val="222222"/>
          <w:sz w:val="21"/>
          <w:szCs w:val="21"/>
        </w:rPr>
        <w:br/>
      </w:r>
      <w:r w:rsidRPr="00F52862">
        <w:rPr>
          <w:rFonts w:ascii="Helvetica" w:hAnsi="Helvetica"/>
          <w:color w:val="222222"/>
          <w:sz w:val="21"/>
          <w:szCs w:val="21"/>
          <w:shd w:val="clear" w:color="auto" w:fill="FFFFFF"/>
        </w:rPr>
        <w:t>  Loved and were loved, and now we lie</w:t>
      </w:r>
      <w:r w:rsidRPr="00F52862">
        <w:rPr>
          <w:rFonts w:ascii="Helvetica" w:hAnsi="Helvetica"/>
          <w:color w:val="222222"/>
          <w:sz w:val="21"/>
          <w:szCs w:val="21"/>
        </w:rPr>
        <w:br/>
      </w:r>
      <w:r w:rsidRPr="00F52862">
        <w:rPr>
          <w:rFonts w:ascii="Helvetica" w:hAnsi="Helvetica"/>
          <w:color w:val="222222"/>
          <w:sz w:val="21"/>
          <w:szCs w:val="21"/>
          <w:shd w:val="clear" w:color="auto" w:fill="FFFFFF"/>
        </w:rPr>
        <w:t>      In Flanders fields.</w:t>
      </w:r>
      <w:r w:rsidRPr="00F52862">
        <w:rPr>
          <w:rFonts w:ascii="Helvetica" w:hAnsi="Helvetica"/>
          <w:color w:val="222222"/>
          <w:sz w:val="21"/>
          <w:szCs w:val="21"/>
        </w:rPr>
        <w:br/>
      </w:r>
      <w:r w:rsidRPr="00F52862">
        <w:rPr>
          <w:rFonts w:ascii="Helvetica" w:hAnsi="Helvetica"/>
          <w:color w:val="222222"/>
          <w:sz w:val="21"/>
          <w:szCs w:val="21"/>
        </w:rPr>
        <w:br/>
      </w:r>
      <w:r w:rsidRPr="00F52862">
        <w:rPr>
          <w:rFonts w:ascii="Helvetica" w:hAnsi="Helvetica"/>
          <w:color w:val="222222"/>
          <w:sz w:val="21"/>
          <w:szCs w:val="21"/>
          <w:shd w:val="clear" w:color="auto" w:fill="FFFFFF"/>
        </w:rPr>
        <w:t>Take up our quarrel with the foe:</w:t>
      </w:r>
      <w:r w:rsidRPr="00F52862">
        <w:rPr>
          <w:rFonts w:ascii="Helvetica" w:hAnsi="Helvetica"/>
          <w:color w:val="222222"/>
          <w:sz w:val="21"/>
          <w:szCs w:val="21"/>
        </w:rPr>
        <w:br/>
      </w:r>
      <w:r w:rsidRPr="00F52862">
        <w:rPr>
          <w:rFonts w:ascii="Helvetica" w:hAnsi="Helvetica"/>
          <w:color w:val="222222"/>
          <w:sz w:val="21"/>
          <w:szCs w:val="21"/>
          <w:shd w:val="clear" w:color="auto" w:fill="FFFFFF"/>
        </w:rPr>
        <w:t>To you from failing hands we throw</w:t>
      </w:r>
      <w:r w:rsidRPr="00F52862">
        <w:rPr>
          <w:rFonts w:ascii="Helvetica" w:hAnsi="Helvetica"/>
          <w:color w:val="222222"/>
          <w:sz w:val="21"/>
          <w:szCs w:val="21"/>
        </w:rPr>
        <w:br/>
      </w:r>
      <w:r w:rsidRPr="00F52862">
        <w:rPr>
          <w:rFonts w:ascii="Helvetica" w:hAnsi="Helvetica"/>
          <w:color w:val="222222"/>
          <w:sz w:val="21"/>
          <w:szCs w:val="21"/>
          <w:shd w:val="clear" w:color="auto" w:fill="FFFFFF"/>
        </w:rPr>
        <w:t>  The torch; be yours to hold it high.</w:t>
      </w:r>
      <w:r w:rsidRPr="00F52862">
        <w:rPr>
          <w:rFonts w:ascii="Helvetica" w:hAnsi="Helvetica"/>
          <w:color w:val="222222"/>
          <w:sz w:val="21"/>
          <w:szCs w:val="21"/>
        </w:rPr>
        <w:br/>
      </w:r>
      <w:r w:rsidRPr="00F52862">
        <w:rPr>
          <w:rFonts w:ascii="Helvetica" w:hAnsi="Helvetica"/>
          <w:color w:val="222222"/>
          <w:sz w:val="21"/>
          <w:szCs w:val="21"/>
          <w:shd w:val="clear" w:color="auto" w:fill="FFFFFF"/>
        </w:rPr>
        <w:t>  If ye break faith with us who die</w:t>
      </w:r>
      <w:r w:rsidRPr="00F52862">
        <w:rPr>
          <w:rFonts w:ascii="Helvetica" w:hAnsi="Helvetica"/>
          <w:color w:val="222222"/>
          <w:sz w:val="21"/>
          <w:szCs w:val="21"/>
        </w:rPr>
        <w:br/>
      </w:r>
      <w:r w:rsidRPr="00F52862">
        <w:rPr>
          <w:rFonts w:ascii="Helvetica" w:hAnsi="Helvetica"/>
          <w:color w:val="222222"/>
          <w:sz w:val="21"/>
          <w:szCs w:val="21"/>
          <w:shd w:val="clear" w:color="auto" w:fill="FFFFFF"/>
        </w:rPr>
        <w:t>We shall not sleep, though poppies grow</w:t>
      </w:r>
      <w:r w:rsidRPr="00F52862">
        <w:rPr>
          <w:rFonts w:ascii="Helvetica" w:hAnsi="Helvetica"/>
          <w:color w:val="222222"/>
          <w:sz w:val="21"/>
          <w:szCs w:val="21"/>
        </w:rPr>
        <w:br/>
      </w:r>
      <w:r w:rsidRPr="00F52862">
        <w:rPr>
          <w:rFonts w:ascii="Helvetica" w:hAnsi="Helvetica"/>
          <w:color w:val="222222"/>
          <w:sz w:val="21"/>
          <w:szCs w:val="21"/>
          <w:shd w:val="clear" w:color="auto" w:fill="FFFFFF"/>
        </w:rPr>
        <w:t>      In Flanders fields.</w:t>
      </w:r>
    </w:p>
    <w:p w14:paraId="19FEA4E6" w14:textId="77777777" w:rsidR="005A24CF" w:rsidRDefault="005A24CF" w:rsidP="005A24CF">
      <w:pPr>
        <w:rPr>
          <w:rFonts w:cs="Arial"/>
        </w:rPr>
      </w:pPr>
    </w:p>
    <w:p w14:paraId="3202234C" w14:textId="154C4C7E" w:rsidR="00A51568" w:rsidRDefault="00A51568" w:rsidP="005A24CF">
      <w:pPr>
        <w:ind w:left="360"/>
      </w:pPr>
      <w:r>
        <w:t>Consider the words that are used in the poem – how do they help with remembering what happened? Are there any words or phrases that stand out to leaners in the poem that help them to reflect on WWI?</w:t>
      </w:r>
    </w:p>
    <w:p w14:paraId="2B1F37B2" w14:textId="77777777" w:rsidR="00A51568" w:rsidRDefault="00A51568" w:rsidP="005A24CF">
      <w:pPr>
        <w:ind w:left="360"/>
        <w:rPr>
          <w:rFonts w:cs="Arial"/>
        </w:rPr>
      </w:pPr>
    </w:p>
    <w:p w14:paraId="5908C77F" w14:textId="4EAF3146" w:rsidR="005A24CF" w:rsidRDefault="005A24CF" w:rsidP="005A24CF">
      <w:pPr>
        <w:ind w:left="360"/>
        <w:rPr>
          <w:rFonts w:cs="Arial"/>
        </w:rPr>
      </w:pPr>
      <w:bookmarkStart w:id="0" w:name="_GoBack"/>
      <w:bookmarkEnd w:id="0"/>
      <w:r>
        <w:rPr>
          <w:rFonts w:cs="Arial"/>
        </w:rPr>
        <w:t xml:space="preserve">After the end of the First World War, the poppy was one of the only flowers to grow on the fields that were ravaged by war. It was inspired as a symbol of remembrance by the poem “In Flanders Fields” written by Canadian soldier John McCrae in May 1915. We now use the poppy to represent the lives of the soldiers who died during the First World War and has been used since then in several countries to remember the loss of life in other conflicts since then.   </w:t>
      </w:r>
    </w:p>
    <w:p w14:paraId="0EC82FCE" w14:textId="77777777" w:rsidR="005A24CF" w:rsidRDefault="005A24CF" w:rsidP="005A24CF">
      <w:pPr>
        <w:pStyle w:val="ListParagraph"/>
        <w:ind w:left="360"/>
        <w:rPr>
          <w:rFonts w:cs="Arial"/>
        </w:rPr>
      </w:pPr>
    </w:p>
    <w:p w14:paraId="30DE9DAC" w14:textId="77777777" w:rsidR="005A24CF" w:rsidRDefault="005A24CF" w:rsidP="005A24CF">
      <w:pPr>
        <w:pStyle w:val="ListParagraph"/>
        <w:numPr>
          <w:ilvl w:val="0"/>
          <w:numId w:val="34"/>
        </w:numPr>
        <w:contextualSpacing/>
        <w:rPr>
          <w:rFonts w:cs="Arial"/>
        </w:rPr>
      </w:pPr>
      <w:r>
        <w:rPr>
          <w:rFonts w:cs="Arial"/>
        </w:rPr>
        <w:t>Introduce learners to the idea that as well as soldiers there were many others who served their country during the First World War and in conflicts since then. Many people gave service as volunteers to support the humanitarian response to the war. Can they think of who these people might have been and what they did?</w:t>
      </w:r>
    </w:p>
    <w:p w14:paraId="67538CEC" w14:textId="77777777" w:rsidR="005A24CF" w:rsidRDefault="005A24CF" w:rsidP="005A24CF">
      <w:pPr>
        <w:rPr>
          <w:rFonts w:cs="Arial"/>
        </w:rPr>
      </w:pPr>
    </w:p>
    <w:p w14:paraId="0B5237D8" w14:textId="2FDC8C58" w:rsidR="005A24CF" w:rsidRDefault="005A24CF" w:rsidP="005A24CF">
      <w:pPr>
        <w:ind w:left="360"/>
        <w:rPr>
          <w:rFonts w:cs="Arial"/>
          <w:color w:val="FF0000"/>
        </w:rPr>
      </w:pPr>
      <w:r>
        <w:rPr>
          <w:rFonts w:cs="Arial"/>
        </w:rPr>
        <w:t>Share some examples of different roles volunteers with the Red Cross played in the PowerPoint (slide 3).</w:t>
      </w:r>
    </w:p>
    <w:p w14:paraId="6C35017A" w14:textId="77777777" w:rsidR="005A24CF" w:rsidRDefault="005A24CF" w:rsidP="005A24CF">
      <w:pPr>
        <w:ind w:left="360"/>
        <w:rPr>
          <w:rFonts w:cs="Arial"/>
          <w:color w:val="FF0000"/>
        </w:rPr>
      </w:pPr>
    </w:p>
    <w:p w14:paraId="4886A55F" w14:textId="77777777" w:rsidR="005A24CF" w:rsidRPr="005A24CF" w:rsidRDefault="005A24CF" w:rsidP="005A24CF">
      <w:pPr>
        <w:pStyle w:val="bulletlist"/>
        <w:ind w:left="1701" w:hanging="567"/>
        <w:rPr>
          <w:sz w:val="22"/>
          <w:szCs w:val="22"/>
        </w:rPr>
      </w:pPr>
      <w:r w:rsidRPr="005A24CF">
        <w:rPr>
          <w:sz w:val="22"/>
          <w:szCs w:val="22"/>
        </w:rPr>
        <w:t>Medical support for the wounded and sick – providing hospitals, doctors, nurses in the battlefields and back at home for returning soldiers.</w:t>
      </w:r>
    </w:p>
    <w:p w14:paraId="70307D2C" w14:textId="77777777" w:rsidR="005A24CF" w:rsidRPr="005A24CF" w:rsidRDefault="005A24CF" w:rsidP="005A24CF">
      <w:pPr>
        <w:pStyle w:val="bulletlist"/>
        <w:ind w:left="1701" w:hanging="567"/>
        <w:rPr>
          <w:sz w:val="22"/>
          <w:szCs w:val="22"/>
        </w:rPr>
      </w:pPr>
      <w:r w:rsidRPr="005A24CF">
        <w:rPr>
          <w:sz w:val="22"/>
          <w:szCs w:val="22"/>
        </w:rPr>
        <w:t>Transport services – transporting vital medical supplies, food, fuel and other things needed to provide for people’s basic needs.</w:t>
      </w:r>
    </w:p>
    <w:p w14:paraId="7CA4FCA2" w14:textId="77777777" w:rsidR="005A24CF" w:rsidRPr="005A24CF" w:rsidRDefault="005A24CF" w:rsidP="005A24CF">
      <w:pPr>
        <w:pStyle w:val="bulletlist"/>
        <w:ind w:left="1701" w:hanging="567"/>
        <w:rPr>
          <w:sz w:val="22"/>
          <w:szCs w:val="22"/>
        </w:rPr>
      </w:pPr>
      <w:r w:rsidRPr="005A24CF">
        <w:rPr>
          <w:sz w:val="22"/>
          <w:szCs w:val="22"/>
        </w:rPr>
        <w:t>Missing persons service – helping families to track down people missing during the conflict and trying to reunite them or give them information.</w:t>
      </w:r>
    </w:p>
    <w:p w14:paraId="2E973EF9" w14:textId="77777777" w:rsidR="005A24CF" w:rsidRPr="005A24CF" w:rsidRDefault="005A24CF" w:rsidP="005A24CF">
      <w:pPr>
        <w:pStyle w:val="bulletlist"/>
        <w:ind w:left="1701" w:hanging="567"/>
        <w:rPr>
          <w:sz w:val="22"/>
          <w:szCs w:val="22"/>
        </w:rPr>
      </w:pPr>
      <w:r w:rsidRPr="005A24CF">
        <w:rPr>
          <w:sz w:val="22"/>
          <w:szCs w:val="22"/>
        </w:rPr>
        <w:t>Rest stations – for injured soldiers returning from the field.</w:t>
      </w:r>
    </w:p>
    <w:p w14:paraId="697B7A2C" w14:textId="271F39FF" w:rsidR="005A24CF" w:rsidRDefault="005A24CF" w:rsidP="005A24CF">
      <w:pPr>
        <w:ind w:left="360"/>
        <w:rPr>
          <w:rFonts w:cs="Arial"/>
        </w:rPr>
      </w:pPr>
      <w:r w:rsidRPr="005A24CF">
        <w:rPr>
          <w:rFonts w:cs="Arial"/>
        </w:rPr>
        <w:t xml:space="preserve">(You can explore these roles further </w:t>
      </w:r>
      <w:hyperlink r:id="rId8" w:history="1">
        <w:r w:rsidRPr="005A24CF">
          <w:rPr>
            <w:rStyle w:val="Hyperlink"/>
            <w:rFonts w:cs="Arial"/>
            <w:color w:val="auto"/>
          </w:rPr>
          <w:t>here</w:t>
        </w:r>
      </w:hyperlink>
      <w:r w:rsidRPr="005A24CF">
        <w:rPr>
          <w:rFonts w:cs="Arial"/>
        </w:rPr>
        <w:t xml:space="preserve">.) </w:t>
      </w:r>
    </w:p>
    <w:p w14:paraId="7400A39B" w14:textId="001E9574" w:rsidR="00AA7FDA" w:rsidRDefault="00AA7FDA" w:rsidP="005A24CF">
      <w:pPr>
        <w:ind w:left="360"/>
        <w:rPr>
          <w:rFonts w:cs="Arial"/>
        </w:rPr>
      </w:pPr>
    </w:p>
    <w:p w14:paraId="30583F9C" w14:textId="5DEF0133" w:rsidR="00AA7FDA" w:rsidRPr="005A24CF" w:rsidRDefault="00AA7FDA" w:rsidP="00AA7FDA">
      <w:pPr>
        <w:pStyle w:val="Heading2"/>
        <w:rPr>
          <w:color w:val="auto"/>
        </w:rPr>
      </w:pPr>
      <w:r>
        <w:t>Humanitarian actions</w:t>
      </w:r>
    </w:p>
    <w:p w14:paraId="410AE757" w14:textId="77777777" w:rsidR="005A24CF" w:rsidRPr="00BF344C" w:rsidRDefault="005A24CF" w:rsidP="005A24CF">
      <w:pPr>
        <w:ind w:left="360"/>
        <w:rPr>
          <w:rFonts w:cs="Arial"/>
          <w:color w:val="FF0000"/>
        </w:rPr>
      </w:pPr>
    </w:p>
    <w:p w14:paraId="5A59CA06" w14:textId="77777777" w:rsidR="005A24CF" w:rsidRPr="00E133D3" w:rsidRDefault="005A24CF" w:rsidP="005A24CF">
      <w:pPr>
        <w:pStyle w:val="ListParagraph"/>
        <w:numPr>
          <w:ilvl w:val="0"/>
          <w:numId w:val="34"/>
        </w:numPr>
        <w:contextualSpacing/>
        <w:rPr>
          <w:rFonts w:cs="Arial"/>
        </w:rPr>
      </w:pPr>
      <w:r w:rsidRPr="00E133D3">
        <w:rPr>
          <w:rFonts w:cs="Arial"/>
        </w:rPr>
        <w:t xml:space="preserve">These roles are not always publicly remembered in the annual Armistice Day events. Why do </w:t>
      </w:r>
      <w:r>
        <w:rPr>
          <w:rFonts w:cs="Arial"/>
        </w:rPr>
        <w:t>learners</w:t>
      </w:r>
      <w:r w:rsidRPr="00E133D3">
        <w:rPr>
          <w:rFonts w:cs="Arial"/>
        </w:rPr>
        <w:t xml:space="preserve"> think it might be important to also remember these actions? </w:t>
      </w:r>
      <w:r>
        <w:rPr>
          <w:rFonts w:cs="Arial"/>
        </w:rPr>
        <w:t xml:space="preserve">What qualities do they show? </w:t>
      </w:r>
      <w:r w:rsidRPr="00E133D3">
        <w:rPr>
          <w:rFonts w:cs="Arial"/>
        </w:rPr>
        <w:t xml:space="preserve">Responses might include: </w:t>
      </w:r>
    </w:p>
    <w:p w14:paraId="41A824B7" w14:textId="77777777" w:rsidR="005A24CF" w:rsidRDefault="005A24CF" w:rsidP="005A24CF">
      <w:pPr>
        <w:pStyle w:val="ListParagraph"/>
        <w:ind w:left="360"/>
        <w:rPr>
          <w:rFonts w:cs="Arial"/>
        </w:rPr>
      </w:pPr>
    </w:p>
    <w:p w14:paraId="6A9566D5" w14:textId="77777777" w:rsidR="005A24CF" w:rsidRPr="005A24CF" w:rsidRDefault="005A24CF" w:rsidP="005A24CF">
      <w:pPr>
        <w:pStyle w:val="bulletlist"/>
        <w:ind w:left="1701" w:hanging="567"/>
        <w:rPr>
          <w:sz w:val="22"/>
          <w:szCs w:val="22"/>
        </w:rPr>
      </w:pPr>
      <w:r w:rsidRPr="005A24CF">
        <w:rPr>
          <w:sz w:val="22"/>
          <w:szCs w:val="22"/>
        </w:rPr>
        <w:t>Kindness and respect for humanity can be shown even in times of crisis;</w:t>
      </w:r>
    </w:p>
    <w:p w14:paraId="0096D7DE" w14:textId="77777777" w:rsidR="005A24CF" w:rsidRPr="005A24CF" w:rsidRDefault="005A24CF" w:rsidP="005A24CF">
      <w:pPr>
        <w:pStyle w:val="bulletlist"/>
        <w:ind w:left="1701" w:hanging="567"/>
        <w:rPr>
          <w:sz w:val="22"/>
          <w:szCs w:val="22"/>
        </w:rPr>
      </w:pPr>
      <w:r w:rsidRPr="005A24CF">
        <w:rPr>
          <w:sz w:val="22"/>
          <w:szCs w:val="22"/>
        </w:rPr>
        <w:t>They highlight our shared humanity and the dignity of ensuring basic physical and emotional needs are met;</w:t>
      </w:r>
    </w:p>
    <w:p w14:paraId="35E41500" w14:textId="77777777" w:rsidR="005A24CF" w:rsidRPr="005A24CF" w:rsidRDefault="005A24CF" w:rsidP="005A24CF">
      <w:pPr>
        <w:pStyle w:val="bulletlist"/>
        <w:ind w:left="1701" w:hanging="567"/>
        <w:rPr>
          <w:sz w:val="22"/>
          <w:szCs w:val="22"/>
        </w:rPr>
      </w:pPr>
      <w:r w:rsidRPr="005A24CF">
        <w:rPr>
          <w:sz w:val="22"/>
          <w:szCs w:val="22"/>
        </w:rPr>
        <w:t>The kindness and selflessness shown can inspire us to help others.</w:t>
      </w:r>
    </w:p>
    <w:p w14:paraId="0A066112" w14:textId="77777777" w:rsidR="005A24CF" w:rsidRDefault="005A24CF" w:rsidP="005A24CF">
      <w:pPr>
        <w:rPr>
          <w:rFonts w:cs="Arial"/>
        </w:rPr>
      </w:pPr>
    </w:p>
    <w:p w14:paraId="31C693BB" w14:textId="77777777" w:rsidR="005A24CF" w:rsidRDefault="005A24CF" w:rsidP="005A24CF">
      <w:pPr>
        <w:rPr>
          <w:rFonts w:cs="Arial"/>
        </w:rPr>
      </w:pPr>
      <w:r>
        <w:rPr>
          <w:rFonts w:cs="Arial"/>
        </w:rPr>
        <w:t>5) Thinking about the conflicts around today, what parallels can learners see in the people who help?</w:t>
      </w:r>
    </w:p>
    <w:p w14:paraId="2A1E3C82" w14:textId="77777777" w:rsidR="005A24CF" w:rsidRDefault="005A24CF" w:rsidP="005A24CF">
      <w:pPr>
        <w:rPr>
          <w:rFonts w:cs="Arial"/>
        </w:rPr>
      </w:pPr>
    </w:p>
    <w:p w14:paraId="65041D51" w14:textId="77777777" w:rsidR="005A24CF" w:rsidRPr="005D19C0" w:rsidRDefault="005A24CF" w:rsidP="005A24CF">
      <w:pPr>
        <w:rPr>
          <w:rFonts w:cs="Arial"/>
        </w:rPr>
      </w:pPr>
      <w:r>
        <w:rPr>
          <w:rFonts w:cs="Arial"/>
        </w:rPr>
        <w:t>6) What qualities do the learners have that they could use to help others in their own lives?</w:t>
      </w:r>
    </w:p>
    <w:p w14:paraId="735AAD72" w14:textId="77777777" w:rsidR="00A8675D" w:rsidRDefault="00A8675D" w:rsidP="000B1A8E">
      <w:pPr>
        <w:pStyle w:val="YSBODYCOPY"/>
        <w:rPr>
          <w:i/>
        </w:rPr>
      </w:pPr>
    </w:p>
    <w:p w14:paraId="78BCE060" w14:textId="77777777" w:rsidR="00A8675D" w:rsidRDefault="00A8675D" w:rsidP="000B1A8E">
      <w:pPr>
        <w:pStyle w:val="YSBODYCOPY"/>
        <w:rPr>
          <w:i/>
        </w:rPr>
      </w:pPr>
    </w:p>
    <w:p w14:paraId="065EB594" w14:textId="5F488590" w:rsidR="00F74F36" w:rsidRPr="00E95FF7" w:rsidRDefault="00CA7038" w:rsidP="000B1A8E">
      <w:pPr>
        <w:pStyle w:val="YSBODYCOPY"/>
        <w:rPr>
          <w:i/>
        </w:rPr>
      </w:pPr>
      <w:r w:rsidRPr="00CA7038">
        <w:rPr>
          <w:i/>
        </w:rPr>
        <w:t xml:space="preserve">This resource was written by Rob Bowden and Rosie Wilson of </w:t>
      </w:r>
      <w:proofErr w:type="spellStart"/>
      <w:r w:rsidRPr="00CA7038">
        <w:rPr>
          <w:i/>
        </w:rPr>
        <w:t>Lifeworlds</w:t>
      </w:r>
      <w:proofErr w:type="spellEnd"/>
      <w:r w:rsidRPr="00CA7038">
        <w:rPr>
          <w:i/>
        </w:rPr>
        <w:t xml:space="preserve"> Learning and published in </w:t>
      </w:r>
      <w:r w:rsidR="00A049F7">
        <w:rPr>
          <w:i/>
        </w:rPr>
        <w:t>November</w:t>
      </w:r>
      <w:r w:rsidRPr="00CA7038">
        <w:rPr>
          <w:i/>
        </w:rPr>
        <w:t xml:space="preserve"> 2018.</w:t>
      </w:r>
    </w:p>
    <w:sectPr w:rsidR="00F74F36" w:rsidRPr="00E95FF7" w:rsidSect="00626256">
      <w:headerReference w:type="even" r:id="rId9"/>
      <w:headerReference w:type="default" r:id="rId10"/>
      <w:footerReference w:type="even" r:id="rId11"/>
      <w:footerReference w:type="default" r:id="rId12"/>
      <w:headerReference w:type="first" r:id="rId13"/>
      <w:type w:val="continuous"/>
      <w:pgSz w:w="11900" w:h="16840"/>
      <w:pgMar w:top="1701" w:right="1127" w:bottom="2268" w:left="1134" w:header="0"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C8A58" w14:textId="77777777" w:rsidR="00500FBD" w:rsidRDefault="00500FBD" w:rsidP="00830B76">
      <w:r>
        <w:separator/>
      </w:r>
    </w:p>
  </w:endnote>
  <w:endnote w:type="continuationSeparator" w:id="0">
    <w:p w14:paraId="72DD481F" w14:textId="77777777" w:rsidR="00500FBD" w:rsidRDefault="00500FBD" w:rsidP="00830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75971" w14:textId="77777777" w:rsidR="00500FBD" w:rsidRDefault="00500FBD" w:rsidP="00830B76">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38F1C2B" w14:textId="77777777" w:rsidR="00500FBD" w:rsidRDefault="00500FBD" w:rsidP="00830B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11D11" w14:textId="094E0F3E" w:rsidR="00500FBD" w:rsidRDefault="00500FBD" w:rsidP="008708DD">
    <w:pPr>
      <w:pStyle w:val="Footer"/>
      <w:rPr>
        <w:color w:val="262626" w:themeColor="text1" w:themeTint="D9"/>
        <w:sz w:val="18"/>
        <w:szCs w:val="18"/>
        <w:lang w:val="en-US"/>
      </w:rPr>
    </w:pPr>
    <w:r>
      <w:rPr>
        <w:noProof/>
      </w:rPr>
      <mc:AlternateContent>
        <mc:Choice Requires="wps">
          <w:drawing>
            <wp:anchor distT="0" distB="0" distL="114300" distR="114300" simplePos="0" relativeHeight="251665408" behindDoc="0" locked="0" layoutInCell="1" allowOverlap="1" wp14:anchorId="111CD27C" wp14:editId="0B525379">
              <wp:simplePos x="0" y="0"/>
              <wp:positionH relativeFrom="column">
                <wp:posOffset>-281940</wp:posOffset>
              </wp:positionH>
              <wp:positionV relativeFrom="paragraph">
                <wp:posOffset>-357505</wp:posOffset>
              </wp:positionV>
              <wp:extent cx="281940" cy="295910"/>
              <wp:effectExtent l="0" t="0" r="0" b="8890"/>
              <wp:wrapSquare wrapText="bothSides"/>
              <wp:docPr id="1" name="Text Box 1"/>
              <wp:cNvGraphicFramePr/>
              <a:graphic xmlns:a="http://schemas.openxmlformats.org/drawingml/2006/main">
                <a:graphicData uri="http://schemas.microsoft.com/office/word/2010/wordprocessingShape">
                  <wps:wsp>
                    <wps:cNvSpPr txBox="1"/>
                    <wps:spPr>
                      <a:xfrm>
                        <a:off x="0" y="0"/>
                        <a:ext cx="281940" cy="29591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77C9C299" w14:textId="34113608" w:rsidR="00500FBD" w:rsidRPr="000B1A8E" w:rsidRDefault="00500FBD" w:rsidP="00823E72">
                          <w:pPr>
                            <w:pStyle w:val="Footer"/>
                            <w:jc w:val="right"/>
                            <w:rPr>
                              <w:b/>
                              <w:sz w:val="28"/>
                              <w:szCs w:val="28"/>
                            </w:rPr>
                          </w:pPr>
                          <w:r w:rsidRPr="000B1A8E">
                            <w:rPr>
                              <w:rStyle w:val="PageNumber"/>
                              <w:b/>
                              <w:sz w:val="28"/>
                              <w:szCs w:val="28"/>
                            </w:rPr>
                            <w:fldChar w:fldCharType="begin"/>
                          </w:r>
                          <w:r w:rsidRPr="000B1A8E">
                            <w:rPr>
                              <w:rStyle w:val="PageNumber"/>
                              <w:b/>
                              <w:sz w:val="28"/>
                              <w:szCs w:val="28"/>
                            </w:rPr>
                            <w:instrText xml:space="preserve">PAGE  </w:instrText>
                          </w:r>
                          <w:r w:rsidRPr="000B1A8E">
                            <w:rPr>
                              <w:rStyle w:val="PageNumber"/>
                              <w:b/>
                              <w:sz w:val="28"/>
                              <w:szCs w:val="28"/>
                            </w:rPr>
                            <w:fldChar w:fldCharType="separate"/>
                          </w:r>
                          <w:r w:rsidR="00A51568">
                            <w:rPr>
                              <w:rStyle w:val="PageNumber"/>
                              <w:b/>
                              <w:noProof/>
                              <w:sz w:val="28"/>
                              <w:szCs w:val="28"/>
                            </w:rPr>
                            <w:t>2</w:t>
                          </w:r>
                          <w:r w:rsidRPr="000B1A8E">
                            <w:rPr>
                              <w:rStyle w:val="PageNumber"/>
                              <w:b/>
                              <w:sz w:val="28"/>
                              <w:szCs w:val="28"/>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111CD27C" id="_x0000_t202" coordsize="21600,21600" o:spt="202" path="m,l,21600r21600,l21600,xe">
              <v:stroke joinstyle="miter"/>
              <v:path gradientshapeok="t" o:connecttype="rect"/>
            </v:shapetype>
            <v:shape id="Text Box 1" o:spid="_x0000_s1026" type="#_x0000_t202" style="position:absolute;margin-left:-22.2pt;margin-top:-28.15pt;width:22.2pt;height:23.3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" filled="f" stroked="f">
              <v:textbox style="mso-fit-shape-to-text:t">
                <w:txbxContent>
                  <w:p w14:paraId="77C9C299" w14:textId="34113608" w:rsidR="00500FBD" w:rsidRPr="000B1A8E" w:rsidRDefault="00500FBD" w:rsidP="00823E72">
                    <w:pPr>
                      <w:pStyle w:val="Footer"/>
                      <w:jc w:val="right"/>
                      <w:rPr>
                        <w:b/>
                        <w:sz w:val="28"/>
                        <w:szCs w:val="28"/>
                      </w:rPr>
                    </w:pPr>
                    <w:r w:rsidRPr="000B1A8E">
                      <w:rPr>
                        <w:rStyle w:val="PageNumber"/>
                        <w:b/>
                        <w:sz w:val="28"/>
                        <w:szCs w:val="28"/>
                      </w:rPr>
                      <w:fldChar w:fldCharType="begin"/>
                    </w:r>
                    <w:r w:rsidRPr="000B1A8E">
                      <w:rPr>
                        <w:rStyle w:val="PageNumber"/>
                        <w:b/>
                        <w:sz w:val="28"/>
                        <w:szCs w:val="28"/>
                      </w:rPr>
                      <w:instrText xml:space="preserve">PAGE  </w:instrText>
                    </w:r>
                    <w:r w:rsidRPr="000B1A8E">
                      <w:rPr>
                        <w:rStyle w:val="PageNumber"/>
                        <w:b/>
                        <w:sz w:val="28"/>
                        <w:szCs w:val="28"/>
                      </w:rPr>
                      <w:fldChar w:fldCharType="separate"/>
                    </w:r>
                    <w:r w:rsidR="00A51568">
                      <w:rPr>
                        <w:rStyle w:val="PageNumber"/>
                        <w:b/>
                        <w:noProof/>
                        <w:sz w:val="28"/>
                        <w:szCs w:val="28"/>
                      </w:rPr>
                      <w:t>2</w:t>
                    </w:r>
                    <w:r w:rsidRPr="000B1A8E">
                      <w:rPr>
                        <w:rStyle w:val="PageNumber"/>
                        <w:b/>
                        <w:sz w:val="28"/>
                        <w:szCs w:val="28"/>
                      </w:rPr>
                      <w:fldChar w:fldCharType="end"/>
                    </w:r>
                  </w:p>
                </w:txbxContent>
              </v:textbox>
              <w10:wrap type="square"/>
            </v:shape>
          </w:pict>
        </mc:Fallback>
      </mc:AlternateContent>
    </w:r>
    <w:r>
      <w:rPr>
        <w:noProof/>
      </w:rPr>
      <mc:AlternateContent>
        <mc:Choice Requires="wps">
          <w:drawing>
            <wp:anchor distT="0" distB="0" distL="114300" distR="114300" simplePos="0" relativeHeight="251668480" behindDoc="0" locked="0" layoutInCell="1" allowOverlap="1" wp14:anchorId="3DBF392B" wp14:editId="0A93CE7D">
              <wp:simplePos x="0" y="0"/>
              <wp:positionH relativeFrom="column">
                <wp:posOffset>342900</wp:posOffset>
              </wp:positionH>
              <wp:positionV relativeFrom="paragraph">
                <wp:posOffset>-700405</wp:posOffset>
              </wp:positionV>
              <wp:extent cx="0" cy="800100"/>
              <wp:effectExtent l="0" t="0" r="25400" b="12700"/>
              <wp:wrapNone/>
              <wp:docPr id="3" name="Straight Connector 3"/>
              <wp:cNvGraphicFramePr/>
              <a:graphic xmlns:a="http://schemas.openxmlformats.org/drawingml/2006/main">
                <a:graphicData uri="http://schemas.microsoft.com/office/word/2010/wordprocessingShape">
                  <wps:wsp>
                    <wps:cNvCnPr/>
                    <wps:spPr>
                      <a:xfrm>
                        <a:off x="0" y="0"/>
                        <a:ext cx="0" cy="800100"/>
                      </a:xfrm>
                      <a:prstGeom prst="line">
                        <a:avLst/>
                      </a:prstGeom>
                      <a:ln>
                        <a:solidFill>
                          <a:schemeClr val="bg1"/>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47D33BDA" id="Straight Connector 3"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7pt,-55.15pt" to="27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" strokecolor="white [3212]"/>
          </w:pict>
        </mc:Fallback>
      </mc:AlternateContent>
    </w:r>
    <w:r>
      <w:rPr>
        <w:noProof/>
      </w:rPr>
      <mc:AlternateContent>
        <mc:Choice Requires="wps">
          <w:drawing>
            <wp:anchor distT="0" distB="0" distL="114300" distR="114300" simplePos="0" relativeHeight="251661311" behindDoc="0" locked="0" layoutInCell="1" allowOverlap="1" wp14:anchorId="54122E6C" wp14:editId="12AB65C3">
              <wp:simplePos x="0" y="0"/>
              <wp:positionH relativeFrom="column">
                <wp:posOffset>342900</wp:posOffset>
              </wp:positionH>
              <wp:positionV relativeFrom="paragraph">
                <wp:posOffset>-586105</wp:posOffset>
              </wp:positionV>
              <wp:extent cx="7658100" cy="914400"/>
              <wp:effectExtent l="0" t="0" r="0" b="0"/>
              <wp:wrapNone/>
              <wp:docPr id="6" name="Text Box 6"/>
              <wp:cNvGraphicFramePr/>
              <a:graphic xmlns:a="http://schemas.openxmlformats.org/drawingml/2006/main">
                <a:graphicData uri="http://schemas.microsoft.com/office/word/2010/wordprocessingShape">
                  <wps:wsp>
                    <wps:cNvSpPr txBox="1"/>
                    <wps:spPr>
                      <a:xfrm>
                        <a:off x="0" y="0"/>
                        <a:ext cx="7658100" cy="91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786C037" w14:textId="77777777" w:rsidR="00500FBD" w:rsidRPr="000B1A8E" w:rsidRDefault="00500FBD" w:rsidP="00823E72">
                          <w:pPr>
                            <w:pStyle w:val="Footer"/>
                            <w:ind w:left="567"/>
                            <w:rPr>
                              <w:sz w:val="18"/>
                              <w:szCs w:val="18"/>
                              <w:lang w:val="en-US"/>
                            </w:rPr>
                          </w:pPr>
                        </w:p>
                        <w:p w14:paraId="35C15DE7" w14:textId="73A798EB" w:rsidR="00500FBD" w:rsidRPr="000B1A8E" w:rsidRDefault="00500FBD" w:rsidP="00823E72">
                          <w:pPr>
                            <w:pStyle w:val="Footer"/>
                            <w:ind w:left="567"/>
                            <w:rPr>
                              <w:sz w:val="18"/>
                              <w:szCs w:val="18"/>
                              <w:lang w:val="en-US"/>
                            </w:rPr>
                          </w:pPr>
                          <w:r w:rsidRPr="000B1A8E">
                            <w:rPr>
                              <w:sz w:val="18"/>
                              <w:szCs w:val="18"/>
                              <w:lang w:val="en-US"/>
                            </w:rPr>
                            <w:t>© British Red Cross 201</w:t>
                          </w:r>
                          <w:r>
                            <w:rPr>
                              <w:sz w:val="18"/>
                              <w:szCs w:val="18"/>
                              <w:lang w:val="en-US"/>
                            </w:rPr>
                            <w:t>8</w:t>
                          </w:r>
                          <w:r w:rsidRPr="000B1A8E">
                            <w:rPr>
                              <w:sz w:val="18"/>
                              <w:szCs w:val="18"/>
                              <w:lang w:val="en-US"/>
                            </w:rPr>
                            <w:t>. All images © British Red Cross 201</w:t>
                          </w:r>
                          <w:r>
                            <w:rPr>
                              <w:sz w:val="18"/>
                              <w:szCs w:val="18"/>
                              <w:lang w:val="en-US"/>
                            </w:rPr>
                            <w:t>8</w:t>
                          </w:r>
                          <w:r w:rsidRPr="000B1A8E">
                            <w:rPr>
                              <w:sz w:val="18"/>
                              <w:szCs w:val="18"/>
                              <w:lang w:val="en-US"/>
                            </w:rPr>
                            <w:t xml:space="preserve"> unless otherwise stated.</w:t>
                          </w:r>
                        </w:p>
                        <w:p w14:paraId="563C49BF" w14:textId="77777777" w:rsidR="00500FBD" w:rsidRPr="000B1A8E" w:rsidRDefault="00500FBD" w:rsidP="00823E72">
                          <w:pPr>
                            <w:pStyle w:val="Footer"/>
                            <w:ind w:left="567"/>
                            <w:rPr>
                              <w:sz w:val="18"/>
                              <w:szCs w:val="18"/>
                              <w:lang w:val="en-US"/>
                            </w:rPr>
                          </w:pPr>
                          <w:r w:rsidRPr="000B1A8E">
                            <w:rPr>
                              <w:sz w:val="18"/>
                              <w:szCs w:val="18"/>
                              <w:lang w:val="en-US"/>
                            </w:rPr>
                            <w:t>This resource and other free educational materials are available at </w:t>
                          </w:r>
                          <w:hyperlink r:id="rId1" w:history="1">
                            <w:r w:rsidRPr="000B1A8E">
                              <w:rPr>
                                <w:rStyle w:val="Hyperlink"/>
                                <w:color w:val="auto"/>
                                <w:sz w:val="18"/>
                                <w:szCs w:val="18"/>
                                <w:lang w:val="en-US"/>
                              </w:rPr>
                              <w:t>www.redcross.org.uk/education</w:t>
                            </w:r>
                          </w:hyperlink>
                        </w:p>
                        <w:p w14:paraId="61E614A1" w14:textId="77777777" w:rsidR="00500FBD" w:rsidRPr="000B1A8E" w:rsidRDefault="00500FBD" w:rsidP="00823E72">
                          <w:pPr>
                            <w:pStyle w:val="Footer"/>
                            <w:tabs>
                              <w:tab w:val="clear" w:pos="8640"/>
                              <w:tab w:val="right" w:pos="8931"/>
                            </w:tabs>
                            <w:ind w:left="567"/>
                            <w:rPr>
                              <w:sz w:val="18"/>
                              <w:szCs w:val="18"/>
                              <w:lang w:val="en-US"/>
                            </w:rPr>
                          </w:pPr>
                          <w:r w:rsidRPr="000B1A8E">
                            <w:rPr>
                              <w:sz w:val="18"/>
                              <w:szCs w:val="18"/>
                              <w:lang w:val="en-US"/>
                            </w:rPr>
                            <w:t>The British Red Cross Society is a charity registered in England and Wales (220949) and Scotland (SCO37738).</w:t>
                          </w:r>
                        </w:p>
                        <w:p w14:paraId="2CA30D76" w14:textId="77777777" w:rsidR="00500FBD" w:rsidRPr="000B1A8E" w:rsidRDefault="00500FBD" w:rsidP="00823E72">
                          <w:pPr>
                            <w:ind w:left="567"/>
                          </w:pPr>
                        </w:p>
                        <w:p w14:paraId="0A382F5D" w14:textId="77777777" w:rsidR="00500FBD" w:rsidRPr="000B1A8E" w:rsidRDefault="00500FBD" w:rsidP="00823E72">
                          <w:pPr>
                            <w:ind w:left="56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22E6C" id="Text Box 6" o:spid="_x0000_s1027" type="#_x0000_t202" style="position:absolute;margin-left:27pt;margin-top:-46.15pt;width:603pt;height:1in;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" filled="f" stroked="f">
              <v:textbox>
                <w:txbxContent>
                  <w:p w14:paraId="5786C037" w14:textId="77777777" w:rsidR="00500FBD" w:rsidRPr="000B1A8E" w:rsidRDefault="00500FBD" w:rsidP="00823E72">
                    <w:pPr>
                      <w:pStyle w:val="Footer"/>
                      <w:ind w:left="567"/>
                      <w:rPr>
                        <w:sz w:val="18"/>
                        <w:szCs w:val="18"/>
                        <w:lang w:val="en-US"/>
                      </w:rPr>
                    </w:pPr>
                  </w:p>
                  <w:p w14:paraId="35C15DE7" w14:textId="73A798EB" w:rsidR="00500FBD" w:rsidRPr="000B1A8E" w:rsidRDefault="00500FBD" w:rsidP="00823E72">
                    <w:pPr>
                      <w:pStyle w:val="Footer"/>
                      <w:ind w:left="567"/>
                      <w:rPr>
                        <w:sz w:val="18"/>
                        <w:szCs w:val="18"/>
                        <w:lang w:val="en-US"/>
                      </w:rPr>
                    </w:pPr>
                    <w:r w:rsidRPr="000B1A8E">
                      <w:rPr>
                        <w:sz w:val="18"/>
                        <w:szCs w:val="18"/>
                        <w:lang w:val="en-US"/>
                      </w:rPr>
                      <w:t>© British Red Cross 201</w:t>
                    </w:r>
                    <w:r>
                      <w:rPr>
                        <w:sz w:val="18"/>
                        <w:szCs w:val="18"/>
                        <w:lang w:val="en-US"/>
                      </w:rPr>
                      <w:t>8</w:t>
                    </w:r>
                    <w:r w:rsidRPr="000B1A8E">
                      <w:rPr>
                        <w:sz w:val="18"/>
                        <w:szCs w:val="18"/>
                        <w:lang w:val="en-US"/>
                      </w:rPr>
                      <w:t>. All images © British Red Cross 201</w:t>
                    </w:r>
                    <w:r>
                      <w:rPr>
                        <w:sz w:val="18"/>
                        <w:szCs w:val="18"/>
                        <w:lang w:val="en-US"/>
                      </w:rPr>
                      <w:t>8</w:t>
                    </w:r>
                    <w:r w:rsidRPr="000B1A8E">
                      <w:rPr>
                        <w:sz w:val="18"/>
                        <w:szCs w:val="18"/>
                        <w:lang w:val="en-US"/>
                      </w:rPr>
                      <w:t xml:space="preserve"> unless otherwise stated.</w:t>
                    </w:r>
                  </w:p>
                  <w:p w14:paraId="563C49BF" w14:textId="77777777" w:rsidR="00500FBD" w:rsidRPr="000B1A8E" w:rsidRDefault="00500FBD" w:rsidP="00823E72">
                    <w:pPr>
                      <w:pStyle w:val="Footer"/>
                      <w:ind w:left="567"/>
                      <w:rPr>
                        <w:sz w:val="18"/>
                        <w:szCs w:val="18"/>
                        <w:lang w:val="en-US"/>
                      </w:rPr>
                    </w:pPr>
                    <w:r w:rsidRPr="000B1A8E">
                      <w:rPr>
                        <w:sz w:val="18"/>
                        <w:szCs w:val="18"/>
                        <w:lang w:val="en-US"/>
                      </w:rPr>
                      <w:t>This resource and other free educational materials are available at </w:t>
                    </w:r>
                    <w:hyperlink r:id="rId2" w:history="1">
                      <w:r w:rsidRPr="000B1A8E">
                        <w:rPr>
                          <w:rStyle w:val="Hyperlink"/>
                          <w:color w:val="auto"/>
                          <w:sz w:val="18"/>
                          <w:szCs w:val="18"/>
                          <w:lang w:val="en-US"/>
                        </w:rPr>
                        <w:t>www.redcross.org.uk/education</w:t>
                      </w:r>
                    </w:hyperlink>
                  </w:p>
                  <w:p w14:paraId="61E614A1" w14:textId="77777777" w:rsidR="00500FBD" w:rsidRPr="000B1A8E" w:rsidRDefault="00500FBD" w:rsidP="00823E72">
                    <w:pPr>
                      <w:pStyle w:val="Footer"/>
                      <w:tabs>
                        <w:tab w:val="clear" w:pos="8640"/>
                        <w:tab w:val="right" w:pos="8931"/>
                      </w:tabs>
                      <w:ind w:left="567"/>
                      <w:rPr>
                        <w:sz w:val="18"/>
                        <w:szCs w:val="18"/>
                        <w:lang w:val="en-US"/>
                      </w:rPr>
                    </w:pPr>
                    <w:r w:rsidRPr="000B1A8E">
                      <w:rPr>
                        <w:sz w:val="18"/>
                        <w:szCs w:val="18"/>
                        <w:lang w:val="en-US"/>
                      </w:rPr>
                      <w:t>The British Red Cross Society is a charity registered in England and Wales (220949) and Scotland (SCO37738).</w:t>
                    </w:r>
                  </w:p>
                  <w:p w14:paraId="2CA30D76" w14:textId="77777777" w:rsidR="00500FBD" w:rsidRPr="000B1A8E" w:rsidRDefault="00500FBD" w:rsidP="00823E72">
                    <w:pPr>
                      <w:ind w:left="567"/>
                    </w:pPr>
                  </w:p>
                  <w:p w14:paraId="0A382F5D" w14:textId="77777777" w:rsidR="00500FBD" w:rsidRPr="000B1A8E" w:rsidRDefault="00500FBD" w:rsidP="00823E72">
                    <w:pPr>
                      <w:ind w:left="567"/>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D3391" w14:textId="77777777" w:rsidR="00500FBD" w:rsidRDefault="00500FBD" w:rsidP="00830B76">
      <w:r>
        <w:separator/>
      </w:r>
    </w:p>
  </w:footnote>
  <w:footnote w:type="continuationSeparator" w:id="0">
    <w:p w14:paraId="5B94A290" w14:textId="77777777" w:rsidR="00500FBD" w:rsidRDefault="00500FBD" w:rsidP="00830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ECB4E" w14:textId="3038FB46" w:rsidR="00500FBD" w:rsidRDefault="00500FBD">
    <w:pPr>
      <w:pStyle w:val="Header"/>
    </w:pPr>
    <w:r>
      <w:rPr>
        <w:noProof/>
      </w:rPr>
      <w:drawing>
        <wp:anchor distT="0" distB="0" distL="114300" distR="114300" simplePos="0" relativeHeight="251662336" behindDoc="1" locked="0" layoutInCell="1" allowOverlap="1" wp14:anchorId="4C37D66F" wp14:editId="1581D0EE">
          <wp:simplePos x="0" y="0"/>
          <wp:positionH relativeFrom="margin">
            <wp:align>center</wp:align>
          </wp:positionH>
          <wp:positionV relativeFrom="margin">
            <wp:align>center</wp:align>
          </wp:positionV>
          <wp:extent cx="7778750" cy="10801985"/>
          <wp:effectExtent l="0" t="0" r="0" b="0"/>
          <wp:wrapNone/>
          <wp:docPr id="8" name="Picture 8"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ABF15" w14:textId="77777777" w:rsidR="00500FBD" w:rsidRDefault="00500FBD" w:rsidP="00823E72">
    <w:pPr>
      <w:pStyle w:val="Header"/>
      <w:tabs>
        <w:tab w:val="clear" w:pos="4320"/>
        <w:tab w:val="clear" w:pos="8640"/>
        <w:tab w:val="left" w:pos="4820"/>
      </w:tabs>
      <w:ind w:left="-1134"/>
      <w:rPr>
        <w:noProof/>
      </w:rPr>
    </w:pPr>
  </w:p>
  <w:p w14:paraId="74A9C924" w14:textId="23A25786" w:rsidR="00500FBD" w:rsidRPr="00823E72" w:rsidRDefault="00500FBD" w:rsidP="00823E72">
    <w:pPr>
      <w:pStyle w:val="Header"/>
      <w:tabs>
        <w:tab w:val="clear" w:pos="4320"/>
        <w:tab w:val="clear" w:pos="8640"/>
        <w:tab w:val="left" w:pos="4820"/>
      </w:tabs>
      <w:ind w:left="-1134"/>
    </w:pPr>
    <w:r>
      <w:rPr>
        <w:noProof/>
      </w:rPr>
      <w:drawing>
        <wp:inline distT="0" distB="0" distL="0" distR="0" wp14:anchorId="26048360" wp14:editId="6998CC43">
          <wp:extent cx="6120765" cy="8972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sson plan header.jpg"/>
                  <pic:cNvPicPr/>
                </pic:nvPicPr>
                <pic:blipFill>
                  <a:blip r:embed="rId1">
                    <a:extLst>
                      <a:ext uri="{28A0092B-C50C-407E-A947-70E740481C1C}">
                        <a14:useLocalDpi xmlns:a14="http://schemas.microsoft.com/office/drawing/2010/main" val="0"/>
                      </a:ext>
                    </a:extLst>
                  </a:blip>
                  <a:stretch>
                    <a:fillRect/>
                  </a:stretch>
                </pic:blipFill>
                <pic:spPr>
                  <a:xfrm>
                    <a:off x="0" y="0"/>
                    <a:ext cx="6120765" cy="897255"/>
                  </a:xfrm>
                  <a:prstGeom prst="rect">
                    <a:avLst/>
                  </a:prstGeom>
                </pic:spPr>
              </pic:pic>
            </a:graphicData>
          </a:graphic>
        </wp:inline>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A9589" w14:textId="3E09063E" w:rsidR="00500FBD" w:rsidRDefault="00500FBD">
    <w:pPr>
      <w:pStyle w:val="Header"/>
    </w:pPr>
    <w:r>
      <w:rPr>
        <w:noProof/>
      </w:rPr>
      <w:drawing>
        <wp:anchor distT="0" distB="0" distL="114300" distR="114300" simplePos="0" relativeHeight="251663360" behindDoc="1" locked="0" layoutInCell="1" allowOverlap="1" wp14:anchorId="0E3D237F" wp14:editId="40B36A7D">
          <wp:simplePos x="0" y="0"/>
          <wp:positionH relativeFrom="margin">
            <wp:align>center</wp:align>
          </wp:positionH>
          <wp:positionV relativeFrom="margin">
            <wp:align>center</wp:align>
          </wp:positionV>
          <wp:extent cx="7778750" cy="10801985"/>
          <wp:effectExtent l="0" t="0" r="0" b="0"/>
          <wp:wrapNone/>
          <wp:docPr id="5" name="Picture 5"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45F84"/>
    <w:multiLevelType w:val="hybridMultilevel"/>
    <w:tmpl w:val="26AC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5D123E"/>
    <w:multiLevelType w:val="hybridMultilevel"/>
    <w:tmpl w:val="22C2B5C0"/>
    <w:lvl w:ilvl="0" w:tplc="08090017">
      <w:start w:val="1"/>
      <w:numFmt w:val="lowerLetter"/>
      <w:lvlText w:val="%1)"/>
      <w:lvlJc w:val="left"/>
      <w:pPr>
        <w:ind w:left="1440" w:hanging="360"/>
      </w:pPr>
      <w:rPr>
        <w:rFonts w:hint="default"/>
        <w:color w:val="FF000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B9053E1"/>
    <w:multiLevelType w:val="hybridMultilevel"/>
    <w:tmpl w:val="44A87868"/>
    <w:lvl w:ilvl="0" w:tplc="942CC8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1870CEF"/>
    <w:multiLevelType w:val="hybridMultilevel"/>
    <w:tmpl w:val="C5028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B62046"/>
    <w:multiLevelType w:val="hybridMultilevel"/>
    <w:tmpl w:val="A3127EBE"/>
    <w:lvl w:ilvl="0" w:tplc="08090017">
      <w:start w:val="1"/>
      <w:numFmt w:val="lowerLetter"/>
      <w:lvlText w:val="%1)"/>
      <w:lvlJc w:val="left"/>
      <w:pPr>
        <w:ind w:left="720" w:hanging="360"/>
      </w:pPr>
      <w:rPr>
        <w:rFonts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015E9D"/>
    <w:multiLevelType w:val="hybridMultilevel"/>
    <w:tmpl w:val="EB468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3704CE"/>
    <w:multiLevelType w:val="hybridMultilevel"/>
    <w:tmpl w:val="EF6C971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15:restartNumberingAfterBreak="0">
    <w:nsid w:val="24CA0768"/>
    <w:multiLevelType w:val="hybridMultilevel"/>
    <w:tmpl w:val="3D5EA51C"/>
    <w:lvl w:ilvl="0" w:tplc="63D8F5DA">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D764E44"/>
    <w:multiLevelType w:val="hybridMultilevel"/>
    <w:tmpl w:val="72DAA5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A445DE"/>
    <w:multiLevelType w:val="hybridMultilevel"/>
    <w:tmpl w:val="FD6237EC"/>
    <w:lvl w:ilvl="0" w:tplc="A220134A">
      <w:start w:val="1"/>
      <w:numFmt w:val="bullet"/>
      <w:pStyle w:val="bulletlist"/>
      <w:lvlText w:val=""/>
      <w:lvlJc w:val="left"/>
      <w:pPr>
        <w:ind w:left="2061" w:hanging="360"/>
      </w:pPr>
      <w:rPr>
        <w:rFonts w:ascii="Symbol" w:hAnsi="Symbol" w:hint="default"/>
        <w:color w:val="FF0000"/>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10" w15:restartNumberingAfterBreak="0">
    <w:nsid w:val="32245ABE"/>
    <w:multiLevelType w:val="hybridMultilevel"/>
    <w:tmpl w:val="52A886AC"/>
    <w:lvl w:ilvl="0" w:tplc="1B62025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B54B03"/>
    <w:multiLevelType w:val="hybridMultilevel"/>
    <w:tmpl w:val="D8B412B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C1B160D"/>
    <w:multiLevelType w:val="hybridMultilevel"/>
    <w:tmpl w:val="1C76230E"/>
    <w:lvl w:ilvl="0" w:tplc="13BEE5D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CD922E7"/>
    <w:multiLevelType w:val="hybridMultilevel"/>
    <w:tmpl w:val="48CE5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5404E2"/>
    <w:multiLevelType w:val="hybridMultilevel"/>
    <w:tmpl w:val="74CE64C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1702C26"/>
    <w:multiLevelType w:val="hybridMultilevel"/>
    <w:tmpl w:val="B734E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8A61D7"/>
    <w:multiLevelType w:val="hybridMultilevel"/>
    <w:tmpl w:val="A67C8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224E9C"/>
    <w:multiLevelType w:val="hybridMultilevel"/>
    <w:tmpl w:val="1D64D650"/>
    <w:lvl w:ilvl="0" w:tplc="51BE58C2">
      <w:start w:val="1"/>
      <w:numFmt w:val="decimal"/>
      <w:pStyle w:val="Numbered"/>
      <w:lvlText w:val="%1."/>
      <w:lvlJc w:val="left"/>
      <w:pPr>
        <w:ind w:left="360" w:hanging="360"/>
      </w:pPr>
      <w:rPr>
        <w:rFonts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5A0AC3"/>
    <w:multiLevelType w:val="hybridMultilevel"/>
    <w:tmpl w:val="B36EFE1E"/>
    <w:lvl w:ilvl="0" w:tplc="6DF4B28A">
      <w:start w:val="1"/>
      <w:numFmt w:val="bullet"/>
      <w:pStyle w:val="Bulleted"/>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184A95"/>
    <w:multiLevelType w:val="hybridMultilevel"/>
    <w:tmpl w:val="02165BCA"/>
    <w:lvl w:ilvl="0" w:tplc="08090017">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47D0378"/>
    <w:multiLevelType w:val="hybridMultilevel"/>
    <w:tmpl w:val="8FCAC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FE2BF0"/>
    <w:multiLevelType w:val="hybridMultilevel"/>
    <w:tmpl w:val="8B62D4E4"/>
    <w:lvl w:ilvl="0" w:tplc="08090017">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8CF3FF8"/>
    <w:multiLevelType w:val="hybridMultilevel"/>
    <w:tmpl w:val="CC4E4E6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5DF83BF8"/>
    <w:multiLevelType w:val="hybridMultilevel"/>
    <w:tmpl w:val="C0EA81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A625265"/>
    <w:multiLevelType w:val="hybridMultilevel"/>
    <w:tmpl w:val="5B0C5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D795801"/>
    <w:multiLevelType w:val="hybridMultilevel"/>
    <w:tmpl w:val="1384EB8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7F3F7761"/>
    <w:multiLevelType w:val="hybridMultilevel"/>
    <w:tmpl w:val="2D104EA8"/>
    <w:lvl w:ilvl="0" w:tplc="7E5629E8">
      <w:start w:val="1"/>
      <w:numFmt w:val="bullet"/>
      <w:lvlText w:val="&gt;"/>
      <w:lvlJc w:val="left"/>
      <w:pPr>
        <w:ind w:left="1440" w:hanging="360"/>
      </w:pPr>
      <w:rPr>
        <w:rFonts w:ascii="Arial" w:hAnsi="Arial" w:hint="default"/>
        <w:color w:val="FF000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7F5E0BF1"/>
    <w:multiLevelType w:val="hybridMultilevel"/>
    <w:tmpl w:val="BD18B3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8"/>
  </w:num>
  <w:num w:numId="2">
    <w:abstractNumId w:val="17"/>
  </w:num>
  <w:num w:numId="3">
    <w:abstractNumId w:val="9"/>
  </w:num>
  <w:num w:numId="4">
    <w:abstractNumId w:val="5"/>
  </w:num>
  <w:num w:numId="5">
    <w:abstractNumId w:val="4"/>
  </w:num>
  <w:num w:numId="6">
    <w:abstractNumId w:val="1"/>
  </w:num>
  <w:num w:numId="7">
    <w:abstractNumId w:val="19"/>
  </w:num>
  <w:num w:numId="8">
    <w:abstractNumId w:val="12"/>
  </w:num>
  <w:num w:numId="9">
    <w:abstractNumId w:val="21"/>
  </w:num>
  <w:num w:numId="10">
    <w:abstractNumId w:val="2"/>
  </w:num>
  <w:num w:numId="11">
    <w:abstractNumId w:val="26"/>
  </w:num>
  <w:num w:numId="12">
    <w:abstractNumId w:val="0"/>
  </w:num>
  <w:num w:numId="13">
    <w:abstractNumId w:val="10"/>
  </w:num>
  <w:num w:numId="14">
    <w:abstractNumId w:val="8"/>
  </w:num>
  <w:num w:numId="15">
    <w:abstractNumId w:val="15"/>
  </w:num>
  <w:num w:numId="16">
    <w:abstractNumId w:val="9"/>
  </w:num>
  <w:num w:numId="17">
    <w:abstractNumId w:val="9"/>
  </w:num>
  <w:num w:numId="18">
    <w:abstractNumId w:val="16"/>
  </w:num>
  <w:num w:numId="19">
    <w:abstractNumId w:val="9"/>
  </w:num>
  <w:num w:numId="20">
    <w:abstractNumId w:val="9"/>
  </w:num>
  <w:num w:numId="21">
    <w:abstractNumId w:val="9"/>
  </w:num>
  <w:num w:numId="22">
    <w:abstractNumId w:val="13"/>
  </w:num>
  <w:num w:numId="23">
    <w:abstractNumId w:val="23"/>
  </w:num>
  <w:num w:numId="24">
    <w:abstractNumId w:val="9"/>
  </w:num>
  <w:num w:numId="25">
    <w:abstractNumId w:val="6"/>
  </w:num>
  <w:num w:numId="26">
    <w:abstractNumId w:val="9"/>
  </w:num>
  <w:num w:numId="27">
    <w:abstractNumId w:val="3"/>
  </w:num>
  <w:num w:numId="28">
    <w:abstractNumId w:val="9"/>
  </w:num>
  <w:num w:numId="29">
    <w:abstractNumId w:val="20"/>
  </w:num>
  <w:num w:numId="30">
    <w:abstractNumId w:val="9"/>
  </w:num>
  <w:num w:numId="31">
    <w:abstractNumId w:val="14"/>
  </w:num>
  <w:num w:numId="32">
    <w:abstractNumId w:val="22"/>
  </w:num>
  <w:num w:numId="33">
    <w:abstractNumId w:val="7"/>
  </w:num>
  <w:num w:numId="34">
    <w:abstractNumId w:val="25"/>
  </w:num>
  <w:num w:numId="35">
    <w:abstractNumId w:val="27"/>
  </w:num>
  <w:num w:numId="36">
    <w:abstractNumId w:val="24"/>
  </w:num>
  <w:num w:numId="37">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6017">
      <o:colormenu v:ext="edit" strokecolor="none [3213]" extrusion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B6E"/>
    <w:rsid w:val="000137A9"/>
    <w:rsid w:val="0002670B"/>
    <w:rsid w:val="000307F6"/>
    <w:rsid w:val="00044D52"/>
    <w:rsid w:val="00052A22"/>
    <w:rsid w:val="000542A6"/>
    <w:rsid w:val="0006135A"/>
    <w:rsid w:val="00073CAA"/>
    <w:rsid w:val="0007408A"/>
    <w:rsid w:val="000963A0"/>
    <w:rsid w:val="000A461B"/>
    <w:rsid w:val="000B1A8E"/>
    <w:rsid w:val="000B36A2"/>
    <w:rsid w:val="000B51CA"/>
    <w:rsid w:val="000D4A00"/>
    <w:rsid w:val="000D60C0"/>
    <w:rsid w:val="00104F74"/>
    <w:rsid w:val="00112C87"/>
    <w:rsid w:val="0015769F"/>
    <w:rsid w:val="00161F43"/>
    <w:rsid w:val="00166249"/>
    <w:rsid w:val="00170EFC"/>
    <w:rsid w:val="00184909"/>
    <w:rsid w:val="00184F44"/>
    <w:rsid w:val="001C11A6"/>
    <w:rsid w:val="001C28AE"/>
    <w:rsid w:val="001D36D6"/>
    <w:rsid w:val="001D6063"/>
    <w:rsid w:val="001D618E"/>
    <w:rsid w:val="001E54E0"/>
    <w:rsid w:val="002018E1"/>
    <w:rsid w:val="002043BC"/>
    <w:rsid w:val="002052F3"/>
    <w:rsid w:val="00215754"/>
    <w:rsid w:val="002206EE"/>
    <w:rsid w:val="0022128E"/>
    <w:rsid w:val="00245D94"/>
    <w:rsid w:val="00255204"/>
    <w:rsid w:val="00271BAB"/>
    <w:rsid w:val="00275855"/>
    <w:rsid w:val="002903EB"/>
    <w:rsid w:val="0029539D"/>
    <w:rsid w:val="002D4FAB"/>
    <w:rsid w:val="002D5D3F"/>
    <w:rsid w:val="002E4007"/>
    <w:rsid w:val="00301971"/>
    <w:rsid w:val="00301A44"/>
    <w:rsid w:val="00311C74"/>
    <w:rsid w:val="00334674"/>
    <w:rsid w:val="003372FF"/>
    <w:rsid w:val="00343FFB"/>
    <w:rsid w:val="00372BF1"/>
    <w:rsid w:val="003859F2"/>
    <w:rsid w:val="003A77DD"/>
    <w:rsid w:val="003A77F8"/>
    <w:rsid w:val="003B36AB"/>
    <w:rsid w:val="003B5D05"/>
    <w:rsid w:val="003B6B07"/>
    <w:rsid w:val="003C09C9"/>
    <w:rsid w:val="003C1052"/>
    <w:rsid w:val="003D1861"/>
    <w:rsid w:val="003D1C89"/>
    <w:rsid w:val="003E4448"/>
    <w:rsid w:val="003E4605"/>
    <w:rsid w:val="00412072"/>
    <w:rsid w:val="004251FA"/>
    <w:rsid w:val="0044330B"/>
    <w:rsid w:val="00445122"/>
    <w:rsid w:val="00445E91"/>
    <w:rsid w:val="00461908"/>
    <w:rsid w:val="00484989"/>
    <w:rsid w:val="004951B7"/>
    <w:rsid w:val="004B34E4"/>
    <w:rsid w:val="004C4644"/>
    <w:rsid w:val="004D6150"/>
    <w:rsid w:val="00500FBD"/>
    <w:rsid w:val="00511167"/>
    <w:rsid w:val="00530FD6"/>
    <w:rsid w:val="00542E8D"/>
    <w:rsid w:val="00544791"/>
    <w:rsid w:val="00563B0B"/>
    <w:rsid w:val="00584521"/>
    <w:rsid w:val="00595637"/>
    <w:rsid w:val="00595D80"/>
    <w:rsid w:val="005A11E7"/>
    <w:rsid w:val="005A24CF"/>
    <w:rsid w:val="005A25B2"/>
    <w:rsid w:val="005B63C5"/>
    <w:rsid w:val="005C3039"/>
    <w:rsid w:val="005E0B6F"/>
    <w:rsid w:val="005F029C"/>
    <w:rsid w:val="005F0EAD"/>
    <w:rsid w:val="005F414A"/>
    <w:rsid w:val="00614485"/>
    <w:rsid w:val="00626256"/>
    <w:rsid w:val="0062796A"/>
    <w:rsid w:val="00633D77"/>
    <w:rsid w:val="00644F5C"/>
    <w:rsid w:val="00651393"/>
    <w:rsid w:val="00667641"/>
    <w:rsid w:val="00696473"/>
    <w:rsid w:val="006B2E73"/>
    <w:rsid w:val="006C052B"/>
    <w:rsid w:val="00721381"/>
    <w:rsid w:val="00725AFC"/>
    <w:rsid w:val="00736214"/>
    <w:rsid w:val="00741457"/>
    <w:rsid w:val="007545CD"/>
    <w:rsid w:val="007548A4"/>
    <w:rsid w:val="007654DB"/>
    <w:rsid w:val="0076660F"/>
    <w:rsid w:val="00767557"/>
    <w:rsid w:val="0077231E"/>
    <w:rsid w:val="00781DEB"/>
    <w:rsid w:val="00791A5E"/>
    <w:rsid w:val="007D4B6E"/>
    <w:rsid w:val="007E6276"/>
    <w:rsid w:val="00806E1E"/>
    <w:rsid w:val="008201FA"/>
    <w:rsid w:val="00823E72"/>
    <w:rsid w:val="00825E14"/>
    <w:rsid w:val="00830B76"/>
    <w:rsid w:val="00835DC4"/>
    <w:rsid w:val="0084030F"/>
    <w:rsid w:val="0084254A"/>
    <w:rsid w:val="0084407E"/>
    <w:rsid w:val="00852D3E"/>
    <w:rsid w:val="008612BA"/>
    <w:rsid w:val="00864E00"/>
    <w:rsid w:val="008708DD"/>
    <w:rsid w:val="00877FBB"/>
    <w:rsid w:val="00880DA8"/>
    <w:rsid w:val="00883A45"/>
    <w:rsid w:val="0088609C"/>
    <w:rsid w:val="0089573B"/>
    <w:rsid w:val="008A085D"/>
    <w:rsid w:val="008A3629"/>
    <w:rsid w:val="008D0423"/>
    <w:rsid w:val="009013E6"/>
    <w:rsid w:val="0090617D"/>
    <w:rsid w:val="00912AC2"/>
    <w:rsid w:val="00924647"/>
    <w:rsid w:val="00940F57"/>
    <w:rsid w:val="00946A50"/>
    <w:rsid w:val="009505A6"/>
    <w:rsid w:val="00950D46"/>
    <w:rsid w:val="00962C2E"/>
    <w:rsid w:val="00973054"/>
    <w:rsid w:val="00977648"/>
    <w:rsid w:val="009851F6"/>
    <w:rsid w:val="00997C46"/>
    <w:rsid w:val="009C1C00"/>
    <w:rsid w:val="009C2723"/>
    <w:rsid w:val="009C49A5"/>
    <w:rsid w:val="009C4B70"/>
    <w:rsid w:val="009D6B0C"/>
    <w:rsid w:val="009E6448"/>
    <w:rsid w:val="009E6F6A"/>
    <w:rsid w:val="009F6E96"/>
    <w:rsid w:val="009F7B0A"/>
    <w:rsid w:val="00A02A78"/>
    <w:rsid w:val="00A049F7"/>
    <w:rsid w:val="00A04CDD"/>
    <w:rsid w:val="00A072AF"/>
    <w:rsid w:val="00A138C8"/>
    <w:rsid w:val="00A1593A"/>
    <w:rsid w:val="00A25B60"/>
    <w:rsid w:val="00A454DD"/>
    <w:rsid w:val="00A45D63"/>
    <w:rsid w:val="00A51568"/>
    <w:rsid w:val="00A54EE9"/>
    <w:rsid w:val="00A55B8F"/>
    <w:rsid w:val="00A73321"/>
    <w:rsid w:val="00A740ED"/>
    <w:rsid w:val="00A77E1C"/>
    <w:rsid w:val="00A8434E"/>
    <w:rsid w:val="00A8675D"/>
    <w:rsid w:val="00A965A7"/>
    <w:rsid w:val="00AA0CC4"/>
    <w:rsid w:val="00AA33E4"/>
    <w:rsid w:val="00AA6D40"/>
    <w:rsid w:val="00AA7FDA"/>
    <w:rsid w:val="00AC6432"/>
    <w:rsid w:val="00AD2D63"/>
    <w:rsid w:val="00B10F01"/>
    <w:rsid w:val="00B264C4"/>
    <w:rsid w:val="00B272A4"/>
    <w:rsid w:val="00B36306"/>
    <w:rsid w:val="00B445E1"/>
    <w:rsid w:val="00B45159"/>
    <w:rsid w:val="00B50927"/>
    <w:rsid w:val="00B55253"/>
    <w:rsid w:val="00B614BE"/>
    <w:rsid w:val="00B6673A"/>
    <w:rsid w:val="00B76A2F"/>
    <w:rsid w:val="00B93863"/>
    <w:rsid w:val="00BA0A2C"/>
    <w:rsid w:val="00BA409B"/>
    <w:rsid w:val="00BD032E"/>
    <w:rsid w:val="00BE3EFE"/>
    <w:rsid w:val="00BF492E"/>
    <w:rsid w:val="00C111A2"/>
    <w:rsid w:val="00C12D9A"/>
    <w:rsid w:val="00C31306"/>
    <w:rsid w:val="00C32D4A"/>
    <w:rsid w:val="00C352B4"/>
    <w:rsid w:val="00C36072"/>
    <w:rsid w:val="00C50CC2"/>
    <w:rsid w:val="00C73733"/>
    <w:rsid w:val="00C76703"/>
    <w:rsid w:val="00C82D21"/>
    <w:rsid w:val="00C8649D"/>
    <w:rsid w:val="00CA5B74"/>
    <w:rsid w:val="00CA62B9"/>
    <w:rsid w:val="00CA7038"/>
    <w:rsid w:val="00CB189C"/>
    <w:rsid w:val="00CD0FBD"/>
    <w:rsid w:val="00CD1938"/>
    <w:rsid w:val="00CF1D9F"/>
    <w:rsid w:val="00CF235D"/>
    <w:rsid w:val="00CF7AEA"/>
    <w:rsid w:val="00D03744"/>
    <w:rsid w:val="00D11CFD"/>
    <w:rsid w:val="00D17C84"/>
    <w:rsid w:val="00D23666"/>
    <w:rsid w:val="00D23BA3"/>
    <w:rsid w:val="00D32F2D"/>
    <w:rsid w:val="00D3583C"/>
    <w:rsid w:val="00D41E4B"/>
    <w:rsid w:val="00D51EB0"/>
    <w:rsid w:val="00D574A2"/>
    <w:rsid w:val="00D70559"/>
    <w:rsid w:val="00D751EF"/>
    <w:rsid w:val="00D8406D"/>
    <w:rsid w:val="00D9508D"/>
    <w:rsid w:val="00DA2C99"/>
    <w:rsid w:val="00DA618B"/>
    <w:rsid w:val="00DC1591"/>
    <w:rsid w:val="00DC2CB8"/>
    <w:rsid w:val="00DC79A5"/>
    <w:rsid w:val="00DD3266"/>
    <w:rsid w:val="00DD48F6"/>
    <w:rsid w:val="00DD6F96"/>
    <w:rsid w:val="00E044BD"/>
    <w:rsid w:val="00E27A89"/>
    <w:rsid w:val="00E53C4D"/>
    <w:rsid w:val="00E84B28"/>
    <w:rsid w:val="00E95FF7"/>
    <w:rsid w:val="00EA4DD8"/>
    <w:rsid w:val="00EC0971"/>
    <w:rsid w:val="00ED6BF2"/>
    <w:rsid w:val="00EE23A5"/>
    <w:rsid w:val="00EE4156"/>
    <w:rsid w:val="00EE4E30"/>
    <w:rsid w:val="00EF5091"/>
    <w:rsid w:val="00F07C80"/>
    <w:rsid w:val="00F131B6"/>
    <w:rsid w:val="00F456DA"/>
    <w:rsid w:val="00F54762"/>
    <w:rsid w:val="00F643D6"/>
    <w:rsid w:val="00F6762D"/>
    <w:rsid w:val="00F70D92"/>
    <w:rsid w:val="00F74F36"/>
    <w:rsid w:val="00F8207E"/>
    <w:rsid w:val="00F91D42"/>
    <w:rsid w:val="00F95121"/>
    <w:rsid w:val="00FB6B0B"/>
    <w:rsid w:val="00FC0168"/>
    <w:rsid w:val="00FF406A"/>
    <w:rsid w:val="00FF52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6017">
      <o:colormenu v:ext="edit" strokecolor="none [3213]" extrusioncolor="none"/>
    </o:shapedefaults>
    <o:shapelayout v:ext="edit">
      <o:idmap v:ext="edit" data="1"/>
    </o:shapelayout>
  </w:shapeDefaults>
  <w:decimalSymbol w:val="."/>
  <w:listSeparator w:val=","/>
  <w14:docId w14:val="79DD8E99"/>
  <w15:docId w15:val="{B5B0C8E8-822F-45B5-8296-62928ACDE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paragraph" w:styleId="BalloonText">
    <w:name w:val="Balloon Text"/>
    <w:basedOn w:val="Normal"/>
    <w:link w:val="BalloonTextChar"/>
    <w:uiPriority w:val="99"/>
    <w:semiHidden/>
    <w:unhideWhenUsed/>
    <w:rsid w:val="00DD6F96"/>
    <w:rPr>
      <w:rFonts w:ascii="Tahoma" w:hAnsi="Tahoma" w:cs="Tahoma"/>
      <w:sz w:val="16"/>
      <w:szCs w:val="16"/>
    </w:rPr>
  </w:style>
  <w:style w:type="character" w:customStyle="1" w:styleId="BalloonTextChar">
    <w:name w:val="Balloon Text Char"/>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unhideWhenUsed/>
    <w:rsid w:val="007E6276"/>
    <w:rPr>
      <w:sz w:val="20"/>
      <w:szCs w:val="20"/>
    </w:rPr>
  </w:style>
  <w:style w:type="character" w:customStyle="1" w:styleId="CommentTextChar">
    <w:name w:val="Comment Text Char"/>
    <w:basedOn w:val="DefaultParagraphFont"/>
    <w:link w:val="CommentText"/>
    <w:uiPriority w:val="99"/>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 w:type="paragraph" w:customStyle="1" w:styleId="YSBODYCOPY">
    <w:name w:val="YS BODY COPY"/>
    <w:basedOn w:val="Normal"/>
    <w:rsid w:val="00AD2D63"/>
    <w:pPr>
      <w:spacing w:line="260" w:lineRule="exact"/>
    </w:pPr>
    <w:rPr>
      <w:color w:val="000000"/>
      <w:sz w:val="20"/>
      <w:szCs w:val="24"/>
      <w:lang w:eastAsia="en-US"/>
    </w:rPr>
  </w:style>
  <w:style w:type="paragraph" w:customStyle="1" w:styleId="bulletlist">
    <w:name w:val="bullet list"/>
    <w:basedOn w:val="YSBODYCOPY"/>
    <w:qFormat/>
    <w:rsid w:val="005C3039"/>
    <w:pPr>
      <w:numPr>
        <w:numId w:val="3"/>
      </w:numPr>
      <w:spacing w:after="240" w:line="240" w:lineRule="atLeast"/>
    </w:pPr>
  </w:style>
  <w:style w:type="paragraph" w:customStyle="1" w:styleId="Body">
    <w:name w:val="Body"/>
    <w:rsid w:val="003A77DD"/>
    <w:pPr>
      <w:pBdr>
        <w:top w:val="nil"/>
        <w:left w:val="nil"/>
        <w:bottom w:val="nil"/>
        <w:right w:val="nil"/>
        <w:between w:val="nil"/>
        <w:bar w:val="nil"/>
      </w:pBdr>
    </w:pPr>
    <w:rPr>
      <w:rFonts w:ascii="Helvetica" w:eastAsia="Arial Unicode MS" w:hAnsi="Arial Unicode MS" w:cs="Arial Unicode MS"/>
      <w:color w:val="000000"/>
      <w:sz w:val="22"/>
      <w:szCs w:val="22"/>
      <w:bdr w:val="nil"/>
      <w:lang w:eastAsia="en-GB"/>
    </w:rPr>
  </w:style>
  <w:style w:type="character" w:customStyle="1" w:styleId="apple-converted-space">
    <w:name w:val="apple-converted-space"/>
    <w:basedOn w:val="DefaultParagraphFont"/>
    <w:rsid w:val="00912AC2"/>
  </w:style>
  <w:style w:type="paragraph" w:styleId="Title">
    <w:name w:val="Title"/>
    <w:basedOn w:val="Normal"/>
    <w:next w:val="Normal"/>
    <w:link w:val="TitleChar"/>
    <w:uiPriority w:val="10"/>
    <w:qFormat/>
    <w:rsid w:val="00A45D6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A45D63"/>
    <w:rPr>
      <w:rFonts w:asciiTheme="majorHAnsi" w:eastAsiaTheme="majorEastAsia" w:hAnsiTheme="majorHAnsi" w:cstheme="majorBidi"/>
      <w:color w:val="17365D" w:themeColor="text2" w:themeShade="BF"/>
      <w:spacing w:val="5"/>
      <w:kern w:val="28"/>
      <w:sz w:val="52"/>
      <w:szCs w:val="5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103424">
      <w:bodyDiv w:val="1"/>
      <w:marLeft w:val="0"/>
      <w:marRight w:val="0"/>
      <w:marTop w:val="0"/>
      <w:marBottom w:val="0"/>
      <w:divBdr>
        <w:top w:val="none" w:sz="0" w:space="0" w:color="auto"/>
        <w:left w:val="none" w:sz="0" w:space="0" w:color="auto"/>
        <w:bottom w:val="none" w:sz="0" w:space="0" w:color="auto"/>
        <w:right w:val="none" w:sz="0" w:space="0" w:color="auto"/>
      </w:divBdr>
    </w:div>
    <w:div w:id="627321816">
      <w:bodyDiv w:val="1"/>
      <w:marLeft w:val="0"/>
      <w:marRight w:val="0"/>
      <w:marTop w:val="0"/>
      <w:marBottom w:val="0"/>
      <w:divBdr>
        <w:top w:val="none" w:sz="0" w:space="0" w:color="auto"/>
        <w:left w:val="none" w:sz="0" w:space="0" w:color="auto"/>
        <w:bottom w:val="none" w:sz="0" w:space="0" w:color="auto"/>
        <w:right w:val="none" w:sz="0" w:space="0" w:color="auto"/>
      </w:divBdr>
    </w:div>
    <w:div w:id="651980675">
      <w:bodyDiv w:val="1"/>
      <w:marLeft w:val="0"/>
      <w:marRight w:val="0"/>
      <w:marTop w:val="0"/>
      <w:marBottom w:val="0"/>
      <w:divBdr>
        <w:top w:val="none" w:sz="0" w:space="0" w:color="auto"/>
        <w:left w:val="none" w:sz="0" w:space="0" w:color="auto"/>
        <w:bottom w:val="none" w:sz="0" w:space="0" w:color="auto"/>
        <w:right w:val="none" w:sz="0" w:space="0" w:color="auto"/>
      </w:divBdr>
    </w:div>
    <w:div w:id="859321540">
      <w:bodyDiv w:val="1"/>
      <w:marLeft w:val="0"/>
      <w:marRight w:val="0"/>
      <w:marTop w:val="0"/>
      <w:marBottom w:val="0"/>
      <w:divBdr>
        <w:top w:val="none" w:sz="0" w:space="0" w:color="auto"/>
        <w:left w:val="none" w:sz="0" w:space="0" w:color="auto"/>
        <w:bottom w:val="none" w:sz="0" w:space="0" w:color="auto"/>
        <w:right w:val="none" w:sz="0" w:space="0" w:color="auto"/>
      </w:divBdr>
    </w:div>
    <w:div w:id="165911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ad.redcross.org.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redcross.org.uk/education" TargetMode="External"/><Relationship Id="rId1" Type="http://schemas.openxmlformats.org/officeDocument/2006/relationships/hyperlink" Target="http://www.redcross.org.uk/edu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9FB5C-B9D3-4D38-86AE-BCB7C3796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D735273E</Template>
  <TotalTime>20</TotalTime>
  <Pages>2</Pages>
  <Words>580</Words>
  <Characters>3310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Youth Sport Trust</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 Brooking</dc:creator>
  <cp:lastModifiedBy>Katy Parker</cp:lastModifiedBy>
  <cp:revision>5</cp:revision>
  <cp:lastPrinted>2018-11-20T11:44:00Z</cp:lastPrinted>
  <dcterms:created xsi:type="dcterms:W3CDTF">2018-11-20T13:45:00Z</dcterms:created>
  <dcterms:modified xsi:type="dcterms:W3CDTF">2018-11-20T15:01:00Z</dcterms:modified>
</cp:coreProperties>
</file>