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A2C" w:rsidRPr="00830B76" w:rsidRDefault="00162593" w:rsidP="00C00A2C">
      <w:pPr>
        <w:pStyle w:val="Heading1"/>
      </w:pPr>
      <w:r>
        <w:t xml:space="preserve">The Unknown Soldier: Introduction </w:t>
      </w:r>
    </w:p>
    <w:p w:rsidR="00C00A2C" w:rsidRDefault="00C00A2C" w:rsidP="00C00A2C"/>
    <w:p w:rsidR="00152999" w:rsidRPr="00152999" w:rsidRDefault="00167CBD" w:rsidP="00167CBD">
      <w:r>
        <w:rPr>
          <w:noProof/>
        </w:rPr>
        <w:drawing>
          <wp:inline distT="0" distB="0" distL="0" distR="0">
            <wp:extent cx="6096000" cy="35337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_AUS_000739 for web.jpg"/>
                    <pic:cNvPicPr/>
                  </pic:nvPicPr>
                  <pic:blipFill>
                    <a:blip r:embed="rId8">
                      <a:extLst>
                        <a:ext uri="{28A0092B-C50C-407E-A947-70E740481C1C}">
                          <a14:useLocalDpi xmlns:a14="http://schemas.microsoft.com/office/drawing/2010/main" val="0"/>
                        </a:ext>
                      </a:extLst>
                    </a:blip>
                    <a:stretch>
                      <a:fillRect/>
                    </a:stretch>
                  </pic:blipFill>
                  <pic:spPr>
                    <a:xfrm>
                      <a:off x="0" y="0"/>
                      <a:ext cx="6096000" cy="3533775"/>
                    </a:xfrm>
                    <a:prstGeom prst="rect">
                      <a:avLst/>
                    </a:prstGeom>
                  </pic:spPr>
                </pic:pic>
              </a:graphicData>
            </a:graphic>
          </wp:inline>
        </w:drawing>
      </w:r>
    </w:p>
    <w:p w:rsidR="00152999" w:rsidRPr="00152999" w:rsidRDefault="00152999" w:rsidP="00167CBD">
      <w:pPr>
        <w:jc w:val="right"/>
      </w:pPr>
      <w:r w:rsidRPr="00167CBD">
        <w:rPr>
          <w:sz w:val="18"/>
        </w:rPr>
        <w:t>© Imperial War Museums</w:t>
      </w:r>
    </w:p>
    <w:p w:rsidR="00152999" w:rsidRDefault="00152999" w:rsidP="00C00A2C">
      <w:pPr>
        <w:pStyle w:val="Heading2"/>
        <w:rPr>
          <w:color w:val="auto"/>
        </w:rPr>
      </w:pPr>
    </w:p>
    <w:p w:rsidR="00C00A2C" w:rsidRPr="0030489E" w:rsidRDefault="003D247F" w:rsidP="00C00A2C">
      <w:pPr>
        <w:pStyle w:val="Heading2"/>
        <w:rPr>
          <w:color w:val="auto"/>
        </w:rPr>
      </w:pPr>
      <w:r w:rsidRPr="0030489E">
        <w:rPr>
          <w:color w:val="auto"/>
        </w:rPr>
        <w:t>Overview</w:t>
      </w:r>
    </w:p>
    <w:p w:rsidR="003D247F" w:rsidRPr="0030489E" w:rsidRDefault="003D247F" w:rsidP="00C00A2C">
      <w:r w:rsidRPr="0030489E">
        <w:t>The British Red Cross and Lifeworlds Learning have created a suite of World War One (WWI) resources for key stage 4 and 5 secondary teachers</w:t>
      </w:r>
      <w:r w:rsidR="000700AE">
        <w:t>, suitable for use with 14- to 19-year-</w:t>
      </w:r>
      <w:r w:rsidR="003266E0">
        <w:t>olds</w:t>
      </w:r>
      <w:r w:rsidRPr="0030489E">
        <w:t>.</w:t>
      </w:r>
    </w:p>
    <w:p w:rsidR="003D247F" w:rsidRPr="0030489E" w:rsidRDefault="003D247F" w:rsidP="00C00A2C"/>
    <w:p w:rsidR="003D247F" w:rsidRPr="0030489E" w:rsidRDefault="003D247F" w:rsidP="00C00A2C">
      <w:pPr>
        <w:rPr>
          <w:i/>
        </w:rPr>
      </w:pPr>
      <w:r w:rsidRPr="0030489E">
        <w:t>Five curriculum-linked session plans</w:t>
      </w:r>
      <w:r w:rsidR="00C00A2C" w:rsidRPr="0030489E">
        <w:t xml:space="preserve"> and short activities</w:t>
      </w:r>
      <w:r w:rsidRPr="0030489E">
        <w:t xml:space="preserve"> </w:t>
      </w:r>
      <w:r w:rsidR="00C00A2C" w:rsidRPr="0030489E">
        <w:t>link to</w:t>
      </w:r>
      <w:r w:rsidRPr="0030489E">
        <w:t xml:space="preserve"> a short film called </w:t>
      </w:r>
      <w:r w:rsidRPr="0030489E">
        <w:softHyphen/>
      </w:r>
      <w:r w:rsidRPr="0030489E">
        <w:rPr>
          <w:i/>
        </w:rPr>
        <w:t xml:space="preserve">The Unknown Soldier. </w:t>
      </w:r>
    </w:p>
    <w:p w:rsidR="003D247F" w:rsidRPr="0030489E" w:rsidRDefault="003D247F" w:rsidP="00C00A2C">
      <w:pPr>
        <w:rPr>
          <w:i/>
        </w:rPr>
      </w:pPr>
    </w:p>
    <w:p w:rsidR="003D247F" w:rsidRPr="0030489E" w:rsidRDefault="003D247F" w:rsidP="00C00A2C">
      <w:pPr>
        <w:pStyle w:val="Heading2"/>
        <w:pBdr>
          <w:bottom w:val="single" w:sz="6" w:space="0" w:color="auto"/>
        </w:pBdr>
        <w:rPr>
          <w:color w:val="auto"/>
        </w:rPr>
      </w:pPr>
      <w:r w:rsidRPr="0030489E">
        <w:rPr>
          <w:color w:val="auto"/>
        </w:rPr>
        <w:t xml:space="preserve">The film </w:t>
      </w:r>
    </w:p>
    <w:p w:rsidR="003D247F" w:rsidRPr="0030489E" w:rsidRDefault="003D247F" w:rsidP="00C00A2C">
      <w:r w:rsidRPr="0030489E">
        <w:t>The film</w:t>
      </w:r>
      <w:r w:rsidRPr="0030489E">
        <w:rPr>
          <w:i/>
        </w:rPr>
        <w:t xml:space="preserve"> </w:t>
      </w:r>
      <w:r w:rsidRPr="0030489E">
        <w:t>depicts life in WWI trenches in the moments before soldiers go over the top and into battle.</w:t>
      </w:r>
      <w:r w:rsidR="00162593" w:rsidRPr="0030489E">
        <w:softHyphen/>
      </w:r>
    </w:p>
    <w:p w:rsidR="003D247F" w:rsidRPr="0030489E" w:rsidRDefault="003D247F" w:rsidP="00C00A2C"/>
    <w:p w:rsidR="00167CBD" w:rsidRDefault="003D247F" w:rsidP="003D247F">
      <w:r w:rsidRPr="0030489E">
        <w:t xml:space="preserve">The film is </w:t>
      </w:r>
      <w:r w:rsidR="00C00A2C" w:rsidRPr="0030489E">
        <w:t>directed</w:t>
      </w:r>
      <w:r w:rsidRPr="0030489E">
        <w:t xml:space="preserve"> as though the viewer is present and is intended to stimulate reflection on what life might have been like for soldiers involved in WWI. </w:t>
      </w:r>
    </w:p>
    <w:p w:rsidR="00167CBD" w:rsidRDefault="00167CBD" w:rsidP="003D247F"/>
    <w:p w:rsidR="00C00A2C" w:rsidRPr="0030489E" w:rsidRDefault="003D247F" w:rsidP="003D247F">
      <w:r w:rsidRPr="0030489E">
        <w:t>It encourages young people to thin</w:t>
      </w:r>
      <w:r w:rsidR="00C00A2C" w:rsidRPr="0030489E">
        <w:t>k about the impact of conflict</w:t>
      </w:r>
      <w:bookmarkStart w:id="0" w:name="_GoBack"/>
      <w:bookmarkEnd w:id="0"/>
      <w:r w:rsidR="00C00A2C" w:rsidRPr="0030489E">
        <w:t xml:space="preserve"> – </w:t>
      </w:r>
      <w:r w:rsidRPr="0030489E">
        <w:t>both then and now</w:t>
      </w:r>
      <w:r w:rsidR="00C00A2C" w:rsidRPr="0030489E">
        <w:t xml:space="preserve"> – </w:t>
      </w:r>
      <w:r w:rsidRPr="0030489E">
        <w:t>on the people involved.</w:t>
      </w:r>
      <w:r w:rsidR="00C00A2C" w:rsidRPr="0030489E">
        <w:t xml:space="preserve"> </w:t>
      </w:r>
    </w:p>
    <w:p w:rsidR="00C00A2C" w:rsidRPr="0030489E" w:rsidRDefault="00C00A2C" w:rsidP="003D247F"/>
    <w:p w:rsidR="00167CBD" w:rsidRDefault="00167CBD" w:rsidP="00C00A2C">
      <w:pPr>
        <w:pStyle w:val="Heading2"/>
        <w:rPr>
          <w:color w:val="auto"/>
        </w:rPr>
      </w:pPr>
    </w:p>
    <w:p w:rsidR="00C00A2C" w:rsidRPr="0030489E" w:rsidRDefault="00C00A2C" w:rsidP="00C00A2C">
      <w:pPr>
        <w:pStyle w:val="Heading2"/>
        <w:rPr>
          <w:color w:val="auto"/>
        </w:rPr>
      </w:pPr>
      <w:r w:rsidRPr="0030489E">
        <w:rPr>
          <w:color w:val="auto"/>
        </w:rPr>
        <w:t>Learning objectives</w:t>
      </w:r>
    </w:p>
    <w:p w:rsidR="00C00A2C" w:rsidRPr="0030489E" w:rsidRDefault="00C00A2C" w:rsidP="00C00A2C">
      <w:r w:rsidRPr="0030489E">
        <w:t>Through engaging with the activities in the session plans, young people will work towards a range of humanitarian learning objectives. In particular, young people will:</w:t>
      </w:r>
    </w:p>
    <w:p w:rsidR="00C00A2C" w:rsidRPr="0030489E" w:rsidRDefault="00C00A2C" w:rsidP="00C00A2C">
      <w:pPr>
        <w:pStyle w:val="NoSpacing"/>
        <w:numPr>
          <w:ilvl w:val="0"/>
          <w:numId w:val="45"/>
        </w:numPr>
        <w:spacing w:before="120"/>
        <w:jc w:val="left"/>
        <w:rPr>
          <w:rFonts w:cs="Arial"/>
          <w:sz w:val="22"/>
        </w:rPr>
      </w:pPr>
      <w:r w:rsidRPr="0030489E">
        <w:rPr>
          <w:rFonts w:cs="Arial"/>
          <w:sz w:val="22"/>
        </w:rPr>
        <w:t>Have increased understanding of the humanitarian impact of armed conflict</w:t>
      </w:r>
    </w:p>
    <w:p w:rsidR="00C00A2C" w:rsidRPr="0030489E" w:rsidRDefault="00C00A2C" w:rsidP="00C00A2C">
      <w:pPr>
        <w:pStyle w:val="NoSpacing"/>
        <w:numPr>
          <w:ilvl w:val="0"/>
          <w:numId w:val="45"/>
        </w:numPr>
        <w:spacing w:before="120"/>
        <w:jc w:val="left"/>
        <w:rPr>
          <w:rFonts w:cs="Arial"/>
          <w:sz w:val="22"/>
        </w:rPr>
      </w:pPr>
      <w:r w:rsidRPr="0030489E">
        <w:rPr>
          <w:rFonts w:cs="Arial"/>
          <w:sz w:val="22"/>
        </w:rPr>
        <w:t>Explore feelings and emotions of people involved in, and affected by, armed conflict</w:t>
      </w:r>
    </w:p>
    <w:p w:rsidR="00C00A2C" w:rsidRPr="0030489E" w:rsidRDefault="00C00A2C" w:rsidP="00C00A2C">
      <w:pPr>
        <w:pStyle w:val="NoSpacing"/>
        <w:numPr>
          <w:ilvl w:val="0"/>
          <w:numId w:val="45"/>
        </w:numPr>
        <w:spacing w:before="120"/>
        <w:jc w:val="left"/>
        <w:rPr>
          <w:rFonts w:cs="Arial"/>
          <w:sz w:val="22"/>
        </w:rPr>
      </w:pPr>
      <w:r w:rsidRPr="0030489E">
        <w:rPr>
          <w:rFonts w:cs="Arial"/>
          <w:sz w:val="22"/>
        </w:rPr>
        <w:t>Have greater respect for human life and dignity</w:t>
      </w:r>
    </w:p>
    <w:p w:rsidR="003D247F" w:rsidRPr="003266E0" w:rsidRDefault="00C00A2C" w:rsidP="003D247F">
      <w:pPr>
        <w:pStyle w:val="ListParagraph"/>
        <w:numPr>
          <w:ilvl w:val="0"/>
          <w:numId w:val="45"/>
        </w:numPr>
        <w:spacing w:before="120" w:after="200" w:line="276" w:lineRule="auto"/>
        <w:contextualSpacing/>
        <w:rPr>
          <w:rFonts w:cs="Arial"/>
        </w:rPr>
      </w:pPr>
      <w:r w:rsidRPr="0030489E">
        <w:rPr>
          <w:rFonts w:cs="Arial"/>
        </w:rPr>
        <w:t>Respect the values and the principles underpinning International Humanitarian Law</w:t>
      </w:r>
    </w:p>
    <w:p w:rsidR="003D247F" w:rsidRPr="0030489E" w:rsidRDefault="00157B2A" w:rsidP="003D247F">
      <w:pPr>
        <w:pStyle w:val="Heading2"/>
        <w:rPr>
          <w:color w:val="auto"/>
        </w:rPr>
      </w:pPr>
      <w:r>
        <w:rPr>
          <w:color w:val="auto"/>
        </w:rPr>
        <w:t>Contents</w:t>
      </w:r>
    </w:p>
    <w:p w:rsidR="003D247F" w:rsidRPr="0030489E" w:rsidRDefault="00C00A2C" w:rsidP="003266E0">
      <w:pPr>
        <w:pStyle w:val="ListParagraph"/>
        <w:numPr>
          <w:ilvl w:val="0"/>
          <w:numId w:val="47"/>
        </w:numPr>
      </w:pPr>
      <w:r w:rsidRPr="0030489E">
        <w:t>Introduction</w:t>
      </w:r>
    </w:p>
    <w:p w:rsidR="00FA3482" w:rsidRPr="0030489E" w:rsidRDefault="00FA3482" w:rsidP="00FA3482">
      <w:pPr>
        <w:pStyle w:val="ListParagraph"/>
        <w:numPr>
          <w:ilvl w:val="0"/>
          <w:numId w:val="47"/>
        </w:numPr>
      </w:pPr>
      <w:r w:rsidRPr="0030489E">
        <w:t xml:space="preserve">Supporting </w:t>
      </w:r>
      <w:r>
        <w:t>activities</w:t>
      </w:r>
    </w:p>
    <w:p w:rsidR="00C00A2C" w:rsidRPr="0030489E" w:rsidRDefault="00C00A2C" w:rsidP="003266E0">
      <w:pPr>
        <w:pStyle w:val="ListParagraph"/>
        <w:numPr>
          <w:ilvl w:val="0"/>
          <w:numId w:val="47"/>
        </w:numPr>
      </w:pPr>
      <w:r w:rsidRPr="0030489E">
        <w:t>Session plan: Media studies</w:t>
      </w:r>
    </w:p>
    <w:p w:rsidR="00C00A2C" w:rsidRPr="0030489E" w:rsidRDefault="00C00A2C" w:rsidP="003266E0">
      <w:pPr>
        <w:pStyle w:val="ListParagraph"/>
        <w:numPr>
          <w:ilvl w:val="0"/>
          <w:numId w:val="47"/>
        </w:numPr>
      </w:pPr>
      <w:r w:rsidRPr="0030489E">
        <w:t>Session plan: Drama</w:t>
      </w:r>
    </w:p>
    <w:p w:rsidR="00C00A2C" w:rsidRPr="0030489E" w:rsidRDefault="00C00A2C" w:rsidP="003266E0">
      <w:pPr>
        <w:pStyle w:val="ListParagraph"/>
        <w:numPr>
          <w:ilvl w:val="0"/>
          <w:numId w:val="47"/>
        </w:numPr>
      </w:pPr>
      <w:r w:rsidRPr="0030489E">
        <w:t>Session plan: English</w:t>
      </w:r>
    </w:p>
    <w:p w:rsidR="00C00A2C" w:rsidRPr="0030489E" w:rsidRDefault="00C00A2C" w:rsidP="003266E0">
      <w:pPr>
        <w:pStyle w:val="ListParagraph"/>
        <w:numPr>
          <w:ilvl w:val="0"/>
          <w:numId w:val="47"/>
        </w:numPr>
      </w:pPr>
      <w:r w:rsidRPr="0030489E">
        <w:t>Session plan: Citizenship</w:t>
      </w:r>
    </w:p>
    <w:p w:rsidR="00C00A2C" w:rsidRPr="0030489E" w:rsidRDefault="00C00A2C" w:rsidP="003266E0">
      <w:pPr>
        <w:pStyle w:val="ListParagraph"/>
        <w:numPr>
          <w:ilvl w:val="0"/>
          <w:numId w:val="47"/>
        </w:numPr>
      </w:pPr>
      <w:r w:rsidRPr="0030489E">
        <w:t>Session plan: History</w:t>
      </w:r>
    </w:p>
    <w:p w:rsidR="003D247F" w:rsidRPr="0030489E" w:rsidRDefault="003D247F" w:rsidP="003D247F"/>
    <w:p w:rsidR="00C00A2C" w:rsidRPr="0030489E" w:rsidRDefault="00C00A2C" w:rsidP="003D247F">
      <w:pPr>
        <w:rPr>
          <w:b/>
        </w:rPr>
      </w:pPr>
      <w:r w:rsidRPr="0030489E">
        <w:rPr>
          <w:b/>
        </w:rPr>
        <w:t>Session plans</w:t>
      </w:r>
    </w:p>
    <w:p w:rsidR="00C00A2C" w:rsidRPr="0030489E" w:rsidRDefault="00C00A2C" w:rsidP="003D247F"/>
    <w:p w:rsidR="003D247F" w:rsidRPr="0030489E" w:rsidRDefault="00C00A2C" w:rsidP="003D247F">
      <w:r w:rsidRPr="0030489E">
        <w:t>E</w:t>
      </w:r>
      <w:r w:rsidR="003D247F" w:rsidRPr="0030489E">
        <w:t>ach</w:t>
      </w:r>
      <w:r w:rsidR="0030489E" w:rsidRPr="0030489E">
        <w:t xml:space="preserve"> session</w:t>
      </w:r>
      <w:r w:rsidRPr="0030489E">
        <w:t xml:space="preserve"> is</w:t>
      </w:r>
      <w:r w:rsidR="003D247F" w:rsidRPr="0030489E">
        <w:t xml:space="preserve"> focussed around </w:t>
      </w:r>
      <w:r w:rsidRPr="0030489E">
        <w:t xml:space="preserve">a </w:t>
      </w:r>
      <w:r w:rsidR="003D247F" w:rsidRPr="0030489E">
        <w:t>specific subject or curriculum area and draw</w:t>
      </w:r>
      <w:r w:rsidRPr="0030489E">
        <w:t xml:space="preserve">s </w:t>
      </w:r>
      <w:r w:rsidR="003D247F" w:rsidRPr="0030489E">
        <w:t xml:space="preserve">on relevant aspects of the film.  </w:t>
      </w:r>
    </w:p>
    <w:p w:rsidR="003D247F" w:rsidRPr="0030489E" w:rsidRDefault="003D247F" w:rsidP="003D247F"/>
    <w:p w:rsidR="00C00A2C" w:rsidRPr="0030489E" w:rsidRDefault="003D247F" w:rsidP="003D247F">
      <w:r w:rsidRPr="0030489E">
        <w:t>Each of these has been written as a learning pat</w:t>
      </w:r>
      <w:r w:rsidR="00C00A2C" w:rsidRPr="0030489E">
        <w:t xml:space="preserve">hway which can span over two or three sessions. </w:t>
      </w:r>
    </w:p>
    <w:p w:rsidR="00C00A2C" w:rsidRPr="0030489E" w:rsidRDefault="00C00A2C" w:rsidP="003D247F"/>
    <w:p w:rsidR="003D247F" w:rsidRPr="0030489E" w:rsidRDefault="00C00A2C" w:rsidP="003D247F">
      <w:r w:rsidRPr="0030489E">
        <w:t>I</w:t>
      </w:r>
      <w:r w:rsidR="003D247F" w:rsidRPr="0030489E">
        <w:t xml:space="preserve">ndividual components of the resources could be used independently if you wanted to design a shorter or one-off session. </w:t>
      </w:r>
    </w:p>
    <w:p w:rsidR="003D247F" w:rsidRPr="0030489E" w:rsidRDefault="003D247F" w:rsidP="003D247F"/>
    <w:p w:rsidR="00C00A2C" w:rsidRPr="0030489E" w:rsidRDefault="00C00A2C" w:rsidP="003D247F">
      <w:pPr>
        <w:rPr>
          <w:b/>
        </w:rPr>
      </w:pPr>
      <w:r w:rsidRPr="0030489E">
        <w:rPr>
          <w:b/>
        </w:rPr>
        <w:t xml:space="preserve">Supporting </w:t>
      </w:r>
      <w:r w:rsidR="00E25EA9">
        <w:rPr>
          <w:b/>
        </w:rPr>
        <w:t>activiti</w:t>
      </w:r>
      <w:r w:rsidRPr="0030489E">
        <w:rPr>
          <w:b/>
        </w:rPr>
        <w:t xml:space="preserve">es </w:t>
      </w:r>
    </w:p>
    <w:p w:rsidR="00C00A2C" w:rsidRPr="0030489E" w:rsidRDefault="00C00A2C" w:rsidP="003D247F">
      <w:pPr>
        <w:rPr>
          <w:b/>
        </w:rPr>
      </w:pPr>
    </w:p>
    <w:p w:rsidR="00C00A2C" w:rsidRPr="0030489E" w:rsidRDefault="003D247F" w:rsidP="003D247F">
      <w:r w:rsidRPr="0030489E">
        <w:t>There is also a</w:t>
      </w:r>
      <w:r w:rsidR="0030489E" w:rsidRPr="0030489E">
        <w:t xml:space="preserve"> </w:t>
      </w:r>
      <w:r w:rsidR="00E25EA9">
        <w:t>set of</w:t>
      </w:r>
      <w:r w:rsidR="00C00A2C" w:rsidRPr="0030489E">
        <w:t xml:space="preserve"> stand-alone activities that engage</w:t>
      </w:r>
      <w:r w:rsidRPr="0030489E">
        <w:t xml:space="preserve"> with the film more generally. </w:t>
      </w:r>
    </w:p>
    <w:p w:rsidR="00C00A2C" w:rsidRPr="0030489E" w:rsidRDefault="00C00A2C" w:rsidP="003D247F"/>
    <w:p w:rsidR="00C00A2C" w:rsidRPr="0030489E" w:rsidRDefault="003D247F" w:rsidP="003D247F">
      <w:r w:rsidRPr="0030489E">
        <w:t>These</w:t>
      </w:r>
      <w:r w:rsidR="00E25EA9">
        <w:t xml:space="preserve"> supporting activities</w:t>
      </w:r>
      <w:r w:rsidRPr="0030489E">
        <w:t xml:space="preserve"> could be used in combination with the subject resources (as a starting point) or as freestanding activities (in form/tutor time for example).  </w:t>
      </w:r>
    </w:p>
    <w:p w:rsidR="00C00A2C" w:rsidRPr="0030489E" w:rsidRDefault="00C00A2C" w:rsidP="003D247F"/>
    <w:p w:rsidR="003D247F" w:rsidRPr="0030489E" w:rsidRDefault="003D247F" w:rsidP="003D247F">
      <w:r w:rsidRPr="0030489E">
        <w:t>These activities could also be used as the basis for planning an as</w:t>
      </w:r>
      <w:r w:rsidR="00C00A2C" w:rsidRPr="0030489E">
        <w:t>sembly with a little adaptation</w:t>
      </w:r>
      <w:r w:rsidR="007270E9">
        <w:t>.</w:t>
      </w:r>
    </w:p>
    <w:p w:rsidR="00C00A2C" w:rsidRPr="0030489E" w:rsidRDefault="00C00A2C" w:rsidP="00C00A2C"/>
    <w:p w:rsidR="00C00A2C" w:rsidRPr="0030489E" w:rsidRDefault="0030489E" w:rsidP="00C00A2C">
      <w:pPr>
        <w:pStyle w:val="Heading2"/>
        <w:rPr>
          <w:color w:val="auto"/>
        </w:rPr>
      </w:pPr>
      <w:r w:rsidRPr="0030489E">
        <w:rPr>
          <w:color w:val="auto"/>
        </w:rPr>
        <w:t>An adaptable learning pathway</w:t>
      </w:r>
    </w:p>
    <w:p w:rsidR="0030489E" w:rsidRPr="0030489E" w:rsidRDefault="00162593" w:rsidP="00C00A2C">
      <w:r w:rsidRPr="0030489E">
        <w:softHyphen/>
        <w:t xml:space="preserve">Each resource has been organised as a step-by-step pathway that gradually builds the learning for </w:t>
      </w:r>
      <w:r w:rsidR="00FD4A05">
        <w:t>students</w:t>
      </w:r>
      <w:r w:rsidRPr="0030489E">
        <w:t xml:space="preserve">.  </w:t>
      </w:r>
    </w:p>
    <w:p w:rsidR="0030489E" w:rsidRPr="0030489E" w:rsidRDefault="0030489E" w:rsidP="00C00A2C"/>
    <w:p w:rsidR="00C00A2C" w:rsidRPr="0030489E" w:rsidRDefault="00162593" w:rsidP="00C00A2C">
      <w:r w:rsidRPr="0030489E">
        <w:t>This is only a suggested pathway and there is enough flexibility within the resources for educators to develop their own way of using the resources.</w:t>
      </w:r>
      <w:r w:rsidR="00167CBD">
        <w:t xml:space="preserve"> </w:t>
      </w:r>
      <w:r w:rsidRPr="0030489E">
        <w:t xml:space="preserve">Each resource begins by setting out the learning objectives from both a humanitarian education and subject perspective. </w:t>
      </w:r>
    </w:p>
    <w:p w:rsidR="00C00A2C" w:rsidRPr="0030489E" w:rsidRDefault="00C00A2C" w:rsidP="00C00A2C"/>
    <w:p w:rsidR="0030489E" w:rsidRPr="0030489E" w:rsidRDefault="00162593" w:rsidP="00C00A2C">
      <w:r w:rsidRPr="0030489E">
        <w:lastRenderedPageBreak/>
        <w:t xml:space="preserve">Although presented as separate resources, teachers could use individual activities from across the </w:t>
      </w:r>
      <w:r w:rsidR="0030489E" w:rsidRPr="0030489E">
        <w:t>subject area</w:t>
      </w:r>
      <w:r w:rsidRPr="0030489E">
        <w:t>s to create their own pathway through these materials. This option may be useful if planning thematic work at a whole sc</w:t>
      </w:r>
      <w:r w:rsidR="0030489E" w:rsidRPr="0030489E">
        <w:t xml:space="preserve">hool/key stage level for example. </w:t>
      </w:r>
    </w:p>
    <w:p w:rsidR="0030489E" w:rsidRPr="0030489E" w:rsidRDefault="0030489E" w:rsidP="00C00A2C"/>
    <w:p w:rsidR="00C00A2C" w:rsidRPr="0030489E" w:rsidRDefault="0030489E" w:rsidP="00C00A2C">
      <w:r w:rsidRPr="0030489E">
        <w:t xml:space="preserve">In this way the content </w:t>
      </w:r>
      <w:r w:rsidR="00162593" w:rsidRPr="0030489E">
        <w:t xml:space="preserve">could be linked to broader learning opportunities such as learning around Remembrance Day or the commemoration of 100 years since the events of WWI. </w:t>
      </w:r>
    </w:p>
    <w:p w:rsidR="00C00A2C" w:rsidRDefault="00C00A2C" w:rsidP="00C00A2C"/>
    <w:p w:rsidR="003266E0" w:rsidRDefault="003266E0" w:rsidP="003266E0">
      <w:pPr>
        <w:pStyle w:val="Heading2"/>
      </w:pPr>
      <w:r>
        <w:t>A note on the film</w:t>
      </w:r>
    </w:p>
    <w:p w:rsidR="003266E0" w:rsidRDefault="003266E0" w:rsidP="003266E0">
      <w:pPr>
        <w:rPr>
          <w:sz w:val="18"/>
        </w:rPr>
      </w:pPr>
    </w:p>
    <w:p w:rsidR="003266E0" w:rsidRDefault="003266E0" w:rsidP="003266E0">
      <w:r w:rsidRPr="003266E0">
        <w:t xml:space="preserve">The film portrays life in </w:t>
      </w:r>
      <w:r>
        <w:t>WWI</w:t>
      </w:r>
      <w:r w:rsidRPr="003266E0">
        <w:t xml:space="preserve"> trenches and includes scenes of shouting, of someone being sick and of death. </w:t>
      </w:r>
    </w:p>
    <w:p w:rsidR="003266E0" w:rsidRDefault="003266E0" w:rsidP="003266E0"/>
    <w:p w:rsidR="003266E0" w:rsidRPr="003266E0" w:rsidRDefault="003266E0" w:rsidP="003266E0">
      <w:r w:rsidRPr="003266E0">
        <w:t>All are relevant to the film and its context.  They are not gratuitous and form part of the learning, but owing to the nature of the film it is strongly advised that teachers review the film before showing it to young people.</w:t>
      </w:r>
    </w:p>
    <w:p w:rsidR="003266E0" w:rsidRPr="003266E0" w:rsidRDefault="003266E0" w:rsidP="003266E0"/>
    <w:p w:rsidR="003266E0" w:rsidRDefault="003266E0" w:rsidP="00C00A2C">
      <w:r w:rsidRPr="003266E0">
        <w:t xml:space="preserve">The film makes use of new sound technology and is intended for viewing whilst wearing headphones in order to gain the full impact. </w:t>
      </w:r>
    </w:p>
    <w:p w:rsidR="003266E0" w:rsidRDefault="003266E0" w:rsidP="00C00A2C"/>
    <w:p w:rsidR="003266E0" w:rsidRDefault="00B242AA" w:rsidP="00C00A2C">
      <w:r>
        <w:t>T</w:t>
      </w:r>
      <w:r w:rsidR="003266E0" w:rsidRPr="003266E0">
        <w:t xml:space="preserve">his may not always be possible and the resources and activities are still relevant if the film is viewed as a class and without headphones. </w:t>
      </w:r>
    </w:p>
    <w:p w:rsidR="003266E0" w:rsidRDefault="003266E0" w:rsidP="00C00A2C"/>
    <w:p w:rsidR="003266E0" w:rsidRPr="0030489E" w:rsidRDefault="003266E0" w:rsidP="00C00A2C">
      <w:r w:rsidRPr="003266E0">
        <w:t xml:space="preserve">The exception is in the media studies resource where the use of sound forms and integral part of the learning. </w:t>
      </w:r>
    </w:p>
    <w:p w:rsidR="00A9778E" w:rsidRDefault="00A9778E" w:rsidP="00C00A2C"/>
    <w:p w:rsidR="00A9778E" w:rsidRDefault="00A9778E" w:rsidP="00A9778E">
      <w:pPr>
        <w:pStyle w:val="Heading2"/>
        <w:pBdr>
          <w:bottom w:val="single" w:sz="6" w:space="2" w:color="auto"/>
        </w:pBdr>
      </w:pPr>
      <w:r>
        <w:t>Related resources</w:t>
      </w:r>
    </w:p>
    <w:p w:rsidR="00A9778E" w:rsidRDefault="00A9778E" w:rsidP="00A9778E">
      <w:r>
        <w:t xml:space="preserve">Access a range of </w:t>
      </w:r>
      <w:r w:rsidR="00B8633B">
        <w:t xml:space="preserve">related </w:t>
      </w:r>
      <w:r>
        <w:t>Red Cross online teaching resources and help your students further their humanitarian learning.</w:t>
      </w:r>
    </w:p>
    <w:p w:rsidR="00A9778E" w:rsidRDefault="00A9778E" w:rsidP="00A9778E"/>
    <w:p w:rsidR="00A9778E" w:rsidRPr="00A9778E" w:rsidRDefault="000700AE" w:rsidP="00A9778E">
      <w:hyperlink r:id="rId9" w:history="1">
        <w:r w:rsidR="00A9778E" w:rsidRPr="00A9778E">
          <w:rPr>
            <w:rStyle w:val="Hyperlink"/>
          </w:rPr>
          <w:t>First World War volunteers</w:t>
        </w:r>
      </w:hyperlink>
      <w:r w:rsidR="00167CBD">
        <w:rPr>
          <w:rStyle w:val="Hyperlink"/>
        </w:rPr>
        <w:t xml:space="preserve"> </w:t>
      </w:r>
      <w:r w:rsidR="00A9778E">
        <w:t>Over 90,000 people volunteered for the British Red Cross at home and overseas during the war. This unique set of teaching resources encourages young people to discover more about the roles volunteers played during the war.</w:t>
      </w:r>
    </w:p>
    <w:p w:rsidR="00A9778E" w:rsidRDefault="00A9778E" w:rsidP="00A9778E"/>
    <w:p w:rsidR="00A9778E" w:rsidRDefault="000700AE" w:rsidP="00A9778E">
      <w:hyperlink r:id="rId10" w:history="1">
        <w:r w:rsidR="00A9778E" w:rsidRPr="00A9778E">
          <w:rPr>
            <w:rStyle w:val="Hyperlink"/>
          </w:rPr>
          <w:t>Rules of war</w:t>
        </w:r>
      </w:hyperlink>
      <w:r w:rsidR="00167CBD">
        <w:rPr>
          <w:rStyle w:val="Hyperlink"/>
        </w:rPr>
        <w:t xml:space="preserve"> </w:t>
      </w:r>
      <w:r w:rsidR="00A9778E" w:rsidRPr="00A9778E">
        <w:t>Pick and choose from our rules of war resources to create thought-provoking sessions in which young people can explore core humanitarian principles and how they can be applied situations of armed conflict.</w:t>
      </w:r>
    </w:p>
    <w:p w:rsidR="00A9778E" w:rsidRDefault="00A9778E" w:rsidP="00A9778E"/>
    <w:p w:rsidR="00A9778E" w:rsidRDefault="000700AE" w:rsidP="00A9778E">
      <w:hyperlink r:id="rId11" w:history="1">
        <w:r w:rsidR="00A9778E" w:rsidRPr="00A9778E">
          <w:rPr>
            <w:rStyle w:val="Hyperlink"/>
          </w:rPr>
          <w:t>Humanitarianism in action</w:t>
        </w:r>
      </w:hyperlink>
      <w:r w:rsidR="00167CBD">
        <w:rPr>
          <w:rStyle w:val="Hyperlink"/>
        </w:rPr>
        <w:t xml:space="preserve"> </w:t>
      </w:r>
      <w:r w:rsidR="00A9778E">
        <w:t>Begin by exploring the term humanity. Move on to consider dilemmas in situations where a humanitarian response is possible. Explore social pressures and barriers to action around helping others. Conclude by reflecting on what motivates people to act to help others.</w:t>
      </w:r>
    </w:p>
    <w:p w:rsidR="00A9778E" w:rsidRDefault="00A9778E" w:rsidP="00A9778E"/>
    <w:p w:rsidR="00751F60" w:rsidRPr="00751F60" w:rsidRDefault="000700AE" w:rsidP="00751F60">
      <w:hyperlink r:id="rId12" w:history="1">
        <w:r w:rsidR="00A9778E" w:rsidRPr="009F1612">
          <w:rPr>
            <w:rStyle w:val="Hyperlink"/>
          </w:rPr>
          <w:t>Humanitarianism and the Red Cross</w:t>
        </w:r>
      </w:hyperlink>
      <w:r w:rsidR="00167CBD">
        <w:rPr>
          <w:rStyle w:val="Hyperlink"/>
        </w:rPr>
        <w:t xml:space="preserve"> </w:t>
      </w:r>
      <w:r w:rsidR="00751F60" w:rsidRPr="00751F60">
        <w:t>Humanitarianism is at the heart of the International Red Cross and Red Crescent Movement, guiding all that it does and everything it stands for.</w:t>
      </w:r>
      <w:r w:rsidR="00751F60">
        <w:t xml:space="preserve"> </w:t>
      </w:r>
      <w:r w:rsidR="00751F60" w:rsidRPr="00751F60">
        <w:t>The activities in this resource support young people to learn about the formation of the Movement</w:t>
      </w:r>
      <w:r w:rsidR="00B8633B">
        <w:t xml:space="preserve"> b</w:t>
      </w:r>
      <w:r w:rsidR="00751F60" w:rsidRPr="00751F60">
        <w:t>efore looking at the principles underpinning its work and real-life examples of its actions.</w:t>
      </w:r>
    </w:p>
    <w:p w:rsidR="00751F60" w:rsidRPr="00A9778E" w:rsidRDefault="00751F60" w:rsidP="00751F60"/>
    <w:sectPr w:rsidR="00751F60" w:rsidRPr="00A9778E" w:rsidSect="00C00A2C">
      <w:headerReference w:type="even" r:id="rId13"/>
      <w:headerReference w:type="default" r:id="rId14"/>
      <w:footerReference w:type="even" r:id="rId15"/>
      <w:footerReference w:type="default" r:id="rId16"/>
      <w:headerReference w:type="first" r:id="rId17"/>
      <w:footerReference w:type="first" r:id="rId18"/>
      <w:pgSz w:w="11900" w:h="16840"/>
      <w:pgMar w:top="1843" w:right="1127" w:bottom="2268" w:left="1134" w:header="0" w:footer="5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999" w:rsidRDefault="00152999" w:rsidP="00C00A2C">
      <w:r>
        <w:separator/>
      </w:r>
    </w:p>
  </w:endnote>
  <w:endnote w:type="continuationSeparator" w:id="0">
    <w:p w:rsidR="00152999" w:rsidRDefault="00152999" w:rsidP="00C00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999" w:rsidRDefault="00152999" w:rsidP="00C00A2C">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152999" w:rsidRDefault="00152999" w:rsidP="00C00A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999" w:rsidRDefault="000700AE" w:rsidP="00C00A2C">
    <w:pPr>
      <w:pStyle w:val="Footer"/>
      <w:rPr>
        <w:color w:val="262626" w:themeColor="text1" w:themeTint="D9"/>
        <w:sz w:val="18"/>
        <w:szCs w:val="18"/>
        <w:lang w:val="en-US"/>
      </w:rPr>
    </w:pPr>
    <w:r>
      <w:rPr>
        <w:noProof/>
      </w:rPr>
      <mc:AlternateContent>
        <mc:Choice Requires="wps">
          <w:drawing>
            <wp:anchor distT="0" distB="0" distL="114300" distR="114300" simplePos="0" relativeHeight="251665408" behindDoc="0" locked="0" layoutInCell="1" allowOverlap="1">
              <wp:simplePos x="0" y="0"/>
              <wp:positionH relativeFrom="column">
                <wp:posOffset>-281940</wp:posOffset>
              </wp:positionH>
              <wp:positionV relativeFrom="paragraph">
                <wp:posOffset>-357505</wp:posOffset>
              </wp:positionV>
              <wp:extent cx="281940" cy="295910"/>
              <wp:effectExtent l="0" t="0" r="0" b="8890"/>
              <wp:wrapSquare wrapText="bothSides"/>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 cy="295910"/>
                      </a:xfrm>
                      <a:prstGeom prst="rect">
                        <a:avLst/>
                      </a:prstGeom>
                      <a:noFill/>
                      <a:ln>
                        <a:noFill/>
                      </a:ln>
                      <a:effectLst/>
                      <a:extLst>
                        <a:ext uri="{C572A759-6A51-4108-AA02-DFA0A04FC94B}"/>
                      </a:extLst>
                    </wps:spPr>
                    <wps:txbx>
                      <w:txbxContent>
                        <w:p w:rsidR="00152999" w:rsidRPr="00823E72" w:rsidRDefault="00152999" w:rsidP="00C00A2C">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0700AE">
                            <w:rPr>
                              <w:rStyle w:val="PageNumber"/>
                              <w:b/>
                              <w:noProof/>
                              <w:color w:val="FFFFFF" w:themeColor="background1"/>
                              <w:sz w:val="28"/>
                              <w:szCs w:val="28"/>
                            </w:rPr>
                            <w:t>3</w:t>
                          </w:r>
                          <w:r w:rsidRPr="00823E72">
                            <w:rPr>
                              <w:rStyle w:val="PageNumber"/>
                              <w:b/>
                              <w:color w:val="FFFFFF" w:themeColor="background1"/>
                              <w:sz w:val="28"/>
                              <w:szCs w:val="28"/>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2.2pt;margin-top:-28.15pt;width:22.2pt;height:23.3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" filled="f" stroked="f">
              <v:path arrowok="t"/>
              <v:textbox style="mso-fit-shape-to-text:t">
                <w:txbxContent>
                  <w:p w:rsidR="00152999" w:rsidRPr="00823E72" w:rsidRDefault="00152999" w:rsidP="00C00A2C">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0700AE">
                      <w:rPr>
                        <w:rStyle w:val="PageNumber"/>
                        <w:b/>
                        <w:noProof/>
                        <w:color w:val="FFFFFF" w:themeColor="background1"/>
                        <w:sz w:val="28"/>
                        <w:szCs w:val="28"/>
                      </w:rPr>
                      <w:t>3</w:t>
                    </w:r>
                    <w:r w:rsidRPr="00823E72">
                      <w:rPr>
                        <w:rStyle w:val="PageNumber"/>
                        <w:b/>
                        <w:color w:val="FFFFFF" w:themeColor="background1"/>
                        <w:sz w:val="28"/>
                        <w:szCs w:val="28"/>
                      </w:rPr>
                      <w:fldChar w:fldCharType="end"/>
                    </w:r>
                  </w:p>
                </w:txbxContent>
              </v:textbox>
              <w10:wrap type="square"/>
            </v:shape>
          </w:pict>
        </mc:Fallback>
      </mc:AlternateContent>
    </w:r>
    <w:r>
      <w:rPr>
        <w:noProof/>
      </w:rPr>
      <mc:AlternateContent>
        <mc:Choice Requires="wps">
          <w:drawing>
            <wp:anchor distT="0" distB="0" distL="114299" distR="114299" simplePos="0" relativeHeight="251668480" behindDoc="0" locked="0" layoutInCell="1" allowOverlap="1">
              <wp:simplePos x="0" y="0"/>
              <wp:positionH relativeFrom="column">
                <wp:posOffset>342899</wp:posOffset>
              </wp:positionH>
              <wp:positionV relativeFrom="paragraph">
                <wp:posOffset>-699770</wp:posOffset>
              </wp:positionV>
              <wp:extent cx="0" cy="80010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00100"/>
                      </a:xfrm>
                      <a:prstGeom prst="line">
                        <a:avLst/>
                      </a:prstGeom>
                      <a:ln>
                        <a:solidFill>
                          <a:schemeClr val="bg1"/>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pt,-55.1pt" to="27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" strokecolor="white [3212]">
              <o:lock v:ext="edit" shapetype="f"/>
            </v:line>
          </w:pict>
        </mc:Fallback>
      </mc:AlternateContent>
    </w:r>
    <w:r>
      <w:rPr>
        <w:noProof/>
      </w:rPr>
      <mc:AlternateContent>
        <mc:Choice Requires="wps">
          <w:drawing>
            <wp:anchor distT="0" distB="0" distL="114300" distR="114300" simplePos="0" relativeHeight="251660286" behindDoc="0" locked="0" layoutInCell="1" allowOverlap="1">
              <wp:simplePos x="0" y="0"/>
              <wp:positionH relativeFrom="column">
                <wp:posOffset>-799465</wp:posOffset>
              </wp:positionH>
              <wp:positionV relativeFrom="paragraph">
                <wp:posOffset>-901065</wp:posOffset>
              </wp:positionV>
              <wp:extent cx="7658100" cy="1229995"/>
              <wp:effectExtent l="0" t="0" r="0" b="825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58100" cy="1229995"/>
                      </a:xfrm>
                      <a:prstGeom prst="rect">
                        <a:avLst/>
                      </a:prstGeom>
                      <a:solidFill>
                        <a:srgbClr val="CE162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7" o:spid="_x0000_s1026" style="position:absolute;margin-left:-62.95pt;margin-top:-70.95pt;width:603pt;height:96.85pt;z-index:251660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" fillcolor="#ce1620" stroked="f">
              <v:path arrowok="t"/>
            </v:rect>
          </w:pict>
        </mc:Fallback>
      </mc:AlternateContent>
    </w:r>
    <w:r>
      <w:rPr>
        <w:noProof/>
      </w:rPr>
      <mc:AlternateContent>
        <mc:Choice Requires="wps">
          <w:drawing>
            <wp:anchor distT="0" distB="0" distL="114300" distR="114300" simplePos="0" relativeHeight="251661311" behindDoc="0" locked="0" layoutInCell="1" allowOverlap="1">
              <wp:simplePos x="0" y="0"/>
              <wp:positionH relativeFrom="column">
                <wp:posOffset>342900</wp:posOffset>
              </wp:positionH>
              <wp:positionV relativeFrom="paragraph">
                <wp:posOffset>-586105</wp:posOffset>
              </wp:positionV>
              <wp:extent cx="7658100" cy="9144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58100" cy="9144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152999" w:rsidRDefault="00152999" w:rsidP="00C00A2C">
                          <w:pPr>
                            <w:pStyle w:val="Footer"/>
                            <w:ind w:left="567"/>
                            <w:rPr>
                              <w:color w:val="FFFFFF" w:themeColor="background1"/>
                              <w:sz w:val="18"/>
                              <w:szCs w:val="18"/>
                              <w:lang w:val="en-US"/>
                            </w:rPr>
                          </w:pPr>
                        </w:p>
                        <w:p w:rsidR="00152999" w:rsidRPr="00823E72" w:rsidRDefault="00152999" w:rsidP="00C00A2C">
                          <w:pPr>
                            <w:pStyle w:val="Footer"/>
                            <w:ind w:left="567"/>
                            <w:rPr>
                              <w:color w:val="FFFFFF" w:themeColor="background1"/>
                              <w:sz w:val="18"/>
                              <w:szCs w:val="18"/>
                              <w:lang w:val="en-US"/>
                            </w:rPr>
                          </w:pPr>
                          <w:r w:rsidRPr="00823E72">
                            <w:rPr>
                              <w:color w:val="FFFFFF" w:themeColor="background1"/>
                              <w:sz w:val="18"/>
                              <w:szCs w:val="18"/>
                              <w:lang w:val="en-US"/>
                            </w:rPr>
                            <w:t>© British Red Cross 201</w:t>
                          </w:r>
                          <w:r>
                            <w:rPr>
                              <w:color w:val="FFFFFF" w:themeColor="background1"/>
                              <w:sz w:val="18"/>
                              <w:szCs w:val="18"/>
                              <w:lang w:val="en-US"/>
                            </w:rPr>
                            <w:t>5</w:t>
                          </w:r>
                          <w:r w:rsidRPr="00823E72">
                            <w:rPr>
                              <w:color w:val="FFFFFF" w:themeColor="background1"/>
                              <w:sz w:val="18"/>
                              <w:szCs w:val="18"/>
                              <w:lang w:val="en-US"/>
                            </w:rPr>
                            <w:t>. All images © British Red Cross 201</w:t>
                          </w:r>
                          <w:r>
                            <w:rPr>
                              <w:color w:val="FFFFFF" w:themeColor="background1"/>
                              <w:sz w:val="18"/>
                              <w:szCs w:val="18"/>
                              <w:lang w:val="en-US"/>
                            </w:rPr>
                            <w:t>5</w:t>
                          </w:r>
                          <w:r w:rsidRPr="00823E72">
                            <w:rPr>
                              <w:color w:val="FFFFFF" w:themeColor="background1"/>
                              <w:sz w:val="18"/>
                              <w:szCs w:val="18"/>
                              <w:lang w:val="en-US"/>
                            </w:rPr>
                            <w:t xml:space="preserve"> unless otherwise stated.</w:t>
                          </w:r>
                        </w:p>
                        <w:p w:rsidR="00152999" w:rsidRPr="00823E72" w:rsidRDefault="00152999" w:rsidP="00C00A2C">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1" w:history="1">
                            <w:r w:rsidRPr="00823E72">
                              <w:rPr>
                                <w:rStyle w:val="Hyperlink"/>
                                <w:color w:val="FFFFFF" w:themeColor="background1"/>
                                <w:sz w:val="18"/>
                                <w:szCs w:val="18"/>
                                <w:lang w:val="en-US"/>
                              </w:rPr>
                              <w:t>www.redcross.org.uk/education</w:t>
                            </w:r>
                          </w:hyperlink>
                        </w:p>
                        <w:p w:rsidR="00152999" w:rsidRPr="00823E72" w:rsidRDefault="00152999" w:rsidP="00C00A2C">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rsidR="00152999" w:rsidRPr="00823E72" w:rsidRDefault="00152999" w:rsidP="00C00A2C">
                          <w:pPr>
                            <w:ind w:left="567"/>
                            <w:rPr>
                              <w:color w:val="FFFFFF" w:themeColor="background1"/>
                            </w:rPr>
                          </w:pPr>
                        </w:p>
                        <w:p w:rsidR="00152999" w:rsidRDefault="00152999" w:rsidP="00C00A2C">
                          <w:pPr>
                            <w:ind w:left="567"/>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27pt;margin-top:-46.15pt;width:603pt;height:1in;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" filled="f" stroked="f">
              <v:path arrowok="t"/>
              <v:textbox>
                <w:txbxContent>
                  <w:p w:rsidR="00152999" w:rsidRDefault="00152999" w:rsidP="00C00A2C">
                    <w:pPr>
                      <w:pStyle w:val="Footer"/>
                      <w:ind w:left="567"/>
                      <w:rPr>
                        <w:color w:val="FFFFFF" w:themeColor="background1"/>
                        <w:sz w:val="18"/>
                        <w:szCs w:val="18"/>
                        <w:lang w:val="en-US"/>
                      </w:rPr>
                    </w:pPr>
                  </w:p>
                  <w:p w:rsidR="00152999" w:rsidRPr="00823E72" w:rsidRDefault="00152999" w:rsidP="00C00A2C">
                    <w:pPr>
                      <w:pStyle w:val="Footer"/>
                      <w:ind w:left="567"/>
                      <w:rPr>
                        <w:color w:val="FFFFFF" w:themeColor="background1"/>
                        <w:sz w:val="18"/>
                        <w:szCs w:val="18"/>
                        <w:lang w:val="en-US"/>
                      </w:rPr>
                    </w:pPr>
                    <w:r w:rsidRPr="00823E72">
                      <w:rPr>
                        <w:color w:val="FFFFFF" w:themeColor="background1"/>
                        <w:sz w:val="18"/>
                        <w:szCs w:val="18"/>
                        <w:lang w:val="en-US"/>
                      </w:rPr>
                      <w:t>© British Red Cross 201</w:t>
                    </w:r>
                    <w:r>
                      <w:rPr>
                        <w:color w:val="FFFFFF" w:themeColor="background1"/>
                        <w:sz w:val="18"/>
                        <w:szCs w:val="18"/>
                        <w:lang w:val="en-US"/>
                      </w:rPr>
                      <w:t>5</w:t>
                    </w:r>
                    <w:r w:rsidRPr="00823E72">
                      <w:rPr>
                        <w:color w:val="FFFFFF" w:themeColor="background1"/>
                        <w:sz w:val="18"/>
                        <w:szCs w:val="18"/>
                        <w:lang w:val="en-US"/>
                      </w:rPr>
                      <w:t>. All images © British Red Cross 201</w:t>
                    </w:r>
                    <w:r>
                      <w:rPr>
                        <w:color w:val="FFFFFF" w:themeColor="background1"/>
                        <w:sz w:val="18"/>
                        <w:szCs w:val="18"/>
                        <w:lang w:val="en-US"/>
                      </w:rPr>
                      <w:t>5</w:t>
                    </w:r>
                    <w:r w:rsidRPr="00823E72">
                      <w:rPr>
                        <w:color w:val="FFFFFF" w:themeColor="background1"/>
                        <w:sz w:val="18"/>
                        <w:szCs w:val="18"/>
                        <w:lang w:val="en-US"/>
                      </w:rPr>
                      <w:t xml:space="preserve"> unless otherwise stated.</w:t>
                    </w:r>
                  </w:p>
                  <w:p w:rsidR="00152999" w:rsidRPr="00823E72" w:rsidRDefault="00152999" w:rsidP="00C00A2C">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2" w:history="1">
                      <w:r w:rsidRPr="00823E72">
                        <w:rPr>
                          <w:rStyle w:val="Hyperlink"/>
                          <w:color w:val="FFFFFF" w:themeColor="background1"/>
                          <w:sz w:val="18"/>
                          <w:szCs w:val="18"/>
                          <w:lang w:val="en-US"/>
                        </w:rPr>
                        <w:t>www.redcross.org.uk/education</w:t>
                      </w:r>
                    </w:hyperlink>
                  </w:p>
                  <w:p w:rsidR="00152999" w:rsidRPr="00823E72" w:rsidRDefault="00152999" w:rsidP="00C00A2C">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rsidR="00152999" w:rsidRPr="00823E72" w:rsidRDefault="00152999" w:rsidP="00C00A2C">
                    <w:pPr>
                      <w:ind w:left="567"/>
                      <w:rPr>
                        <w:color w:val="FFFFFF" w:themeColor="background1"/>
                      </w:rPr>
                    </w:pPr>
                  </w:p>
                  <w:p w:rsidR="00152999" w:rsidRDefault="00152999" w:rsidP="00C00A2C">
                    <w:pPr>
                      <w:ind w:left="567"/>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44B" w:rsidRDefault="00EE34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999" w:rsidRDefault="00152999" w:rsidP="00C00A2C">
      <w:r>
        <w:separator/>
      </w:r>
    </w:p>
  </w:footnote>
  <w:footnote w:type="continuationSeparator" w:id="0">
    <w:p w:rsidR="00152999" w:rsidRDefault="00152999" w:rsidP="00C00A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999" w:rsidRDefault="000700AE">
    <w:pPr>
      <w:pStyle w:val="Header"/>
    </w:pPr>
    <w:r>
      <w:rPr>
        <w:noProof/>
      </w:rPr>
      <w:drawing>
        <wp:anchor distT="0" distB="0" distL="114300" distR="114300" simplePos="0" relativeHeight="251662336" behindDoc="1" locked="0" layoutInCell="1" allowOverlap="1">
          <wp:simplePos x="0" y="0"/>
          <wp:positionH relativeFrom="margin">
            <wp:align>center</wp:align>
          </wp:positionH>
          <wp:positionV relativeFrom="margin">
            <wp:align>center</wp:align>
          </wp:positionV>
          <wp:extent cx="7778750" cy="10801985"/>
          <wp:effectExtent l="0" t="0" r="0" b="0"/>
          <wp:wrapNone/>
          <wp:docPr id="8" name="Picture 3"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999" w:rsidRPr="00823E72" w:rsidRDefault="00EE344B" w:rsidP="00C00A2C">
    <w:pPr>
      <w:pStyle w:val="Header"/>
      <w:tabs>
        <w:tab w:val="clear" w:pos="4320"/>
        <w:tab w:val="clear" w:pos="8640"/>
        <w:tab w:val="left" w:pos="4820"/>
      </w:tabs>
      <w:ind w:left="-1134"/>
    </w:pPr>
    <w:r>
      <w:rPr>
        <w:noProof/>
      </w:rPr>
      <w:drawing>
        <wp:inline distT="0" distB="0" distL="0" distR="0">
          <wp:extent cx="6120765" cy="8972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sson plan header.jpg"/>
                  <pic:cNvPicPr/>
                </pic:nvPicPr>
                <pic:blipFill>
                  <a:blip r:embed="rId1">
                    <a:extLst>
                      <a:ext uri="{28A0092B-C50C-407E-A947-70E740481C1C}">
                        <a14:useLocalDpi xmlns:a14="http://schemas.microsoft.com/office/drawing/2010/main" val="0"/>
                      </a:ext>
                    </a:extLst>
                  </a:blip>
                  <a:stretch>
                    <a:fillRect/>
                  </a:stretch>
                </pic:blipFill>
                <pic:spPr>
                  <a:xfrm>
                    <a:off x="0" y="0"/>
                    <a:ext cx="6120765" cy="897255"/>
                  </a:xfrm>
                  <a:prstGeom prst="rect">
                    <a:avLst/>
                  </a:prstGeom>
                </pic:spPr>
              </pic:pic>
            </a:graphicData>
          </a:graphic>
        </wp:inline>
      </w:drawing>
    </w:r>
    <w:r w:rsidR="00152999">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999" w:rsidRDefault="000700AE">
    <w:pPr>
      <w:pStyle w:val="Header"/>
    </w:pPr>
    <w:r>
      <w:rPr>
        <w:noProof/>
      </w:rPr>
      <w:drawing>
        <wp:anchor distT="0" distB="0" distL="114300" distR="114300" simplePos="0" relativeHeight="251663360" behindDoc="1" locked="0" layoutInCell="1" allowOverlap="1">
          <wp:simplePos x="0" y="0"/>
          <wp:positionH relativeFrom="margin">
            <wp:align>center</wp:align>
          </wp:positionH>
          <wp:positionV relativeFrom="margin">
            <wp:align>center</wp:align>
          </wp:positionV>
          <wp:extent cx="7778750" cy="10801985"/>
          <wp:effectExtent l="0" t="0" r="0" b="0"/>
          <wp:wrapNone/>
          <wp:docPr id="2" name="Picture 4"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52EB"/>
    <w:multiLevelType w:val="hybridMultilevel"/>
    <w:tmpl w:val="A162A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1D3634"/>
    <w:multiLevelType w:val="hybridMultilevel"/>
    <w:tmpl w:val="B748C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42065E1"/>
    <w:multiLevelType w:val="hybridMultilevel"/>
    <w:tmpl w:val="7CCAB5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9F829CC"/>
    <w:multiLevelType w:val="hybridMultilevel"/>
    <w:tmpl w:val="7AC67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DB75B85"/>
    <w:multiLevelType w:val="multilevel"/>
    <w:tmpl w:val="9D3CADB4"/>
    <w:lvl w:ilvl="0">
      <w:start w:val="1"/>
      <w:numFmt w:val="bullet"/>
      <w:lvlText w:val="&gt;"/>
      <w:lvlJc w:val="left"/>
      <w:pPr>
        <w:tabs>
          <w:tab w:val="num" w:pos="340"/>
        </w:tabs>
        <w:ind w:left="340" w:hanging="227"/>
      </w:pPr>
      <w:rPr>
        <w:rFonts w:ascii="Arial" w:hAnsi="Arial" w:hint="default"/>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5">
    <w:nsid w:val="118E3332"/>
    <w:multiLevelType w:val="multilevel"/>
    <w:tmpl w:val="95EC069A"/>
    <w:lvl w:ilvl="0">
      <w:start w:val="1"/>
      <w:numFmt w:val="bullet"/>
      <w:lvlText w:val="&gt;"/>
      <w:lvlJc w:val="left"/>
      <w:pPr>
        <w:tabs>
          <w:tab w:val="num" w:pos="113"/>
        </w:tabs>
        <w:ind w:left="113" w:hanging="113"/>
      </w:pPr>
      <w:rPr>
        <w:rFonts w:ascii="Arial" w:hAnsi="Arial" w:hint="default"/>
        <w:b/>
        <w:bCs/>
        <w:i w:val="0"/>
        <w:iCs w:val="0"/>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6">
    <w:nsid w:val="1C412E3C"/>
    <w:multiLevelType w:val="multilevel"/>
    <w:tmpl w:val="F1DC3A4E"/>
    <w:lvl w:ilvl="0">
      <w:start w:val="1"/>
      <w:numFmt w:val="bullet"/>
      <w:lvlText w:val="&gt;"/>
      <w:lvlJc w:val="left"/>
      <w:pPr>
        <w:tabs>
          <w:tab w:val="num" w:pos="340"/>
        </w:tabs>
        <w:ind w:left="340" w:hanging="227"/>
      </w:pPr>
      <w:rPr>
        <w:rFonts w:ascii="Arial" w:hAnsi="Arial" w:hint="default"/>
        <w:b/>
        <w:bCs/>
        <w:i w:val="0"/>
        <w:iCs w:val="0"/>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7">
    <w:nsid w:val="1DAC7426"/>
    <w:multiLevelType w:val="hybridMultilevel"/>
    <w:tmpl w:val="41ACAF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8">
    <w:nsid w:val="21643737"/>
    <w:multiLevelType w:val="multilevel"/>
    <w:tmpl w:val="CB04D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19B61A1"/>
    <w:multiLevelType w:val="hybridMultilevel"/>
    <w:tmpl w:val="4BBAA3E8"/>
    <w:lvl w:ilvl="0" w:tplc="4EC8C70A">
      <w:start w:val="1"/>
      <w:numFmt w:val="bullet"/>
      <w:lvlText w:val=""/>
      <w:lvlJc w:val="left"/>
      <w:pPr>
        <w:ind w:left="1440" w:hanging="360"/>
      </w:pPr>
      <w:rPr>
        <w:rFonts w:ascii="Symbol" w:hAnsi="Symbol" w:hint="default"/>
        <w:color w:val="FF000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0">
    <w:nsid w:val="29BB2C96"/>
    <w:multiLevelType w:val="multilevel"/>
    <w:tmpl w:val="F1DC3A4E"/>
    <w:lvl w:ilvl="0">
      <w:start w:val="1"/>
      <w:numFmt w:val="bullet"/>
      <w:lvlText w:val="&gt;"/>
      <w:lvlJc w:val="left"/>
      <w:pPr>
        <w:tabs>
          <w:tab w:val="num" w:pos="340"/>
        </w:tabs>
        <w:ind w:left="340" w:hanging="227"/>
      </w:pPr>
      <w:rPr>
        <w:rFonts w:ascii="Arial" w:hAnsi="Arial" w:hint="default"/>
        <w:b/>
        <w:bCs/>
        <w:i w:val="0"/>
        <w:iCs w:val="0"/>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11">
    <w:nsid w:val="2A3D1041"/>
    <w:multiLevelType w:val="multilevel"/>
    <w:tmpl w:val="7CCAB56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12">
    <w:nsid w:val="2A971A06"/>
    <w:multiLevelType w:val="hybridMultilevel"/>
    <w:tmpl w:val="195AF978"/>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BC1734"/>
    <w:multiLevelType w:val="hybridMultilevel"/>
    <w:tmpl w:val="3352256E"/>
    <w:lvl w:ilvl="0" w:tplc="D8A48DD2">
      <w:start w:val="1"/>
      <w:numFmt w:val="bullet"/>
      <w:lvlText w:val="&gt;"/>
      <w:lvlJc w:val="left"/>
      <w:pPr>
        <w:tabs>
          <w:tab w:val="num" w:pos="113"/>
        </w:tabs>
        <w:ind w:left="113" w:hanging="113"/>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E343B41"/>
    <w:multiLevelType w:val="hybridMultilevel"/>
    <w:tmpl w:val="3E021B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EFD6B77"/>
    <w:multiLevelType w:val="hybridMultilevel"/>
    <w:tmpl w:val="DC9C05CC"/>
    <w:lvl w:ilvl="0" w:tplc="0DA033B4">
      <w:start w:val="1"/>
      <w:numFmt w:val="bullet"/>
      <w:lvlText w:val="&gt;"/>
      <w:lvlJc w:val="left"/>
      <w:pPr>
        <w:tabs>
          <w:tab w:val="num" w:pos="340"/>
        </w:tabs>
        <w:ind w:left="340" w:hanging="227"/>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FEB76C0"/>
    <w:multiLevelType w:val="multilevel"/>
    <w:tmpl w:val="D4100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3614F24"/>
    <w:multiLevelType w:val="hybridMultilevel"/>
    <w:tmpl w:val="DAA226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625797C"/>
    <w:multiLevelType w:val="hybridMultilevel"/>
    <w:tmpl w:val="16E81012"/>
    <w:lvl w:ilvl="0" w:tplc="0409000F">
      <w:start w:val="2"/>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491BF1"/>
    <w:multiLevelType w:val="hybridMultilevel"/>
    <w:tmpl w:val="4AE484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97917EC"/>
    <w:multiLevelType w:val="hybridMultilevel"/>
    <w:tmpl w:val="CB7610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9CE435B"/>
    <w:multiLevelType w:val="hybridMultilevel"/>
    <w:tmpl w:val="F2B009E8"/>
    <w:lvl w:ilvl="0" w:tplc="6D362610">
      <w:start w:val="1"/>
      <w:numFmt w:val="bullet"/>
      <w:lvlText w:val="&gt;"/>
      <w:lvlJc w:val="left"/>
      <w:pPr>
        <w:tabs>
          <w:tab w:val="num" w:pos="340"/>
        </w:tabs>
        <w:ind w:left="340" w:hanging="227"/>
      </w:pPr>
      <w:rPr>
        <w:rFonts w:ascii="Arial" w:hAnsi="Aria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AA62A1D"/>
    <w:multiLevelType w:val="multilevel"/>
    <w:tmpl w:val="0C2C3440"/>
    <w:lvl w:ilvl="0">
      <w:start w:val="1"/>
      <w:numFmt w:val="bullet"/>
      <w:lvlText w:val="&gt;"/>
      <w:lvlJc w:val="left"/>
      <w:pPr>
        <w:tabs>
          <w:tab w:val="num" w:pos="57"/>
        </w:tabs>
        <w:ind w:left="57" w:hanging="57"/>
      </w:pPr>
      <w:rPr>
        <w:rFonts w:ascii="Arial" w:hAnsi="Arial" w:hint="default"/>
        <w:b/>
        <w:bCs/>
        <w:i w:val="0"/>
        <w:iCs w:val="0"/>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23">
    <w:nsid w:val="3E463D68"/>
    <w:multiLevelType w:val="hybridMultilevel"/>
    <w:tmpl w:val="DB7245D6"/>
    <w:lvl w:ilvl="0" w:tplc="0409000F">
      <w:start w:val="4"/>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E5B5ECE"/>
    <w:multiLevelType w:val="hybridMultilevel"/>
    <w:tmpl w:val="79A89FBA"/>
    <w:lvl w:ilvl="0" w:tplc="0409000F">
      <w:start w:val="3"/>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2631EFA"/>
    <w:multiLevelType w:val="hybridMultilevel"/>
    <w:tmpl w:val="31E46C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431363DE"/>
    <w:multiLevelType w:val="hybridMultilevel"/>
    <w:tmpl w:val="DB7245D6"/>
    <w:lvl w:ilvl="0" w:tplc="0409000F">
      <w:start w:val="5"/>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3A26CFD"/>
    <w:multiLevelType w:val="hybridMultilevel"/>
    <w:tmpl w:val="BF7EBE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7013BE6"/>
    <w:multiLevelType w:val="hybridMultilevel"/>
    <w:tmpl w:val="E34EE210"/>
    <w:lvl w:ilvl="0" w:tplc="6D362610">
      <w:start w:val="1"/>
      <w:numFmt w:val="bullet"/>
      <w:lvlText w:val="&gt;"/>
      <w:lvlJc w:val="left"/>
      <w:pPr>
        <w:tabs>
          <w:tab w:val="num" w:pos="340"/>
        </w:tabs>
        <w:ind w:left="340" w:hanging="227"/>
      </w:pPr>
      <w:rPr>
        <w:rFonts w:ascii="Arial" w:hAnsi="Aria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4A224E9C"/>
    <w:multiLevelType w:val="hybridMultilevel"/>
    <w:tmpl w:val="1D64D650"/>
    <w:lvl w:ilvl="0" w:tplc="51BE58C2">
      <w:start w:val="1"/>
      <w:numFmt w:val="decimal"/>
      <w:pStyle w:val="Numbered"/>
      <w:lvlText w:val="%1."/>
      <w:lvlJc w:val="left"/>
      <w:pPr>
        <w:ind w:left="360" w:hanging="360"/>
      </w:pPr>
      <w:rPr>
        <w:rFonts w:hint="default"/>
        <w:b/>
        <w:bCs/>
        <w:i w:val="0"/>
        <w:iCs w:val="0"/>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B5A0AC3"/>
    <w:multiLevelType w:val="hybridMultilevel"/>
    <w:tmpl w:val="B36EFE1E"/>
    <w:lvl w:ilvl="0" w:tplc="6DF4B28A">
      <w:start w:val="1"/>
      <w:numFmt w:val="bullet"/>
      <w:pStyle w:val="Bulleted"/>
      <w:lvlText w:val="&gt;"/>
      <w:lvlJc w:val="left"/>
      <w:pPr>
        <w:tabs>
          <w:tab w:val="num" w:pos="113"/>
        </w:tabs>
        <w:ind w:left="113" w:hanging="113"/>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4D0041C3"/>
    <w:multiLevelType w:val="hybridMultilevel"/>
    <w:tmpl w:val="2D045E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FD72BA2"/>
    <w:multiLevelType w:val="hybridMultilevel"/>
    <w:tmpl w:val="FD6A7ECA"/>
    <w:lvl w:ilvl="0" w:tplc="2D9C03EA">
      <w:start w:val="1"/>
      <w:numFmt w:val="bullet"/>
      <w:lvlText w:val="&gt;"/>
      <w:lvlJc w:val="left"/>
      <w:pPr>
        <w:tabs>
          <w:tab w:val="num" w:pos="0"/>
        </w:tabs>
        <w:ind w:left="0" w:firstLine="0"/>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1921502"/>
    <w:multiLevelType w:val="hybridMultilevel"/>
    <w:tmpl w:val="5C383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5C66405"/>
    <w:multiLevelType w:val="multilevel"/>
    <w:tmpl w:val="BAA49866"/>
    <w:lvl w:ilvl="0">
      <w:start w:val="1"/>
      <w:numFmt w:val="bullet"/>
      <w:lvlText w:val="&gt;"/>
      <w:lvlJc w:val="left"/>
      <w:pPr>
        <w:tabs>
          <w:tab w:val="num" w:pos="0"/>
        </w:tabs>
        <w:ind w:left="0" w:firstLine="0"/>
      </w:pPr>
      <w:rPr>
        <w:rFonts w:ascii="Arial" w:hAnsi="Arial" w:hint="default"/>
        <w:b/>
        <w:bCs/>
        <w:i w:val="0"/>
        <w:iCs w:val="0"/>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35">
    <w:nsid w:val="58423513"/>
    <w:multiLevelType w:val="hybridMultilevel"/>
    <w:tmpl w:val="B5B4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8E16B55"/>
    <w:multiLevelType w:val="hybridMultilevel"/>
    <w:tmpl w:val="FCDE58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59612C38"/>
    <w:multiLevelType w:val="multilevel"/>
    <w:tmpl w:val="2ED055A4"/>
    <w:lvl w:ilvl="0">
      <w:start w:val="1"/>
      <w:numFmt w:val="bullet"/>
      <w:lvlText w:val="&gt;"/>
      <w:lvlJc w:val="left"/>
      <w:pPr>
        <w:tabs>
          <w:tab w:val="num" w:pos="340"/>
        </w:tabs>
        <w:ind w:left="340" w:hanging="227"/>
      </w:pPr>
      <w:rPr>
        <w:rFonts w:ascii="Arial" w:hAnsi="Arial" w:hint="default"/>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38">
    <w:nsid w:val="5D320A62"/>
    <w:multiLevelType w:val="hybridMultilevel"/>
    <w:tmpl w:val="11ECE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F2B4F81"/>
    <w:multiLevelType w:val="multilevel"/>
    <w:tmpl w:val="C4544B02"/>
    <w:lvl w:ilvl="0">
      <w:start w:val="1"/>
      <w:numFmt w:val="bullet"/>
      <w:lvlText w:val="&gt;"/>
      <w:lvlJc w:val="left"/>
      <w:pPr>
        <w:tabs>
          <w:tab w:val="num" w:pos="113"/>
        </w:tabs>
        <w:ind w:left="113" w:hanging="113"/>
      </w:pPr>
      <w:rPr>
        <w:rFonts w:ascii="Arial" w:hAnsi="Arial" w:hint="default"/>
        <w:b/>
        <w:bCs/>
        <w:i w:val="0"/>
        <w:iCs w:val="0"/>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40">
    <w:nsid w:val="646A077A"/>
    <w:multiLevelType w:val="hybridMultilevel"/>
    <w:tmpl w:val="D3505546"/>
    <w:lvl w:ilvl="0" w:tplc="179056FE">
      <w:start w:val="1"/>
      <w:numFmt w:val="bullet"/>
      <w:lvlText w:val="&gt;"/>
      <w:lvlJc w:val="left"/>
      <w:pPr>
        <w:tabs>
          <w:tab w:val="num" w:pos="57"/>
        </w:tabs>
        <w:ind w:left="57" w:hanging="57"/>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66F210A0"/>
    <w:multiLevelType w:val="hybridMultilevel"/>
    <w:tmpl w:val="8A2E8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6DA47740"/>
    <w:multiLevelType w:val="hybridMultilevel"/>
    <w:tmpl w:val="4A3AF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0391A24"/>
    <w:multiLevelType w:val="hybridMultilevel"/>
    <w:tmpl w:val="16E81012"/>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12E496C"/>
    <w:multiLevelType w:val="hybridMultilevel"/>
    <w:tmpl w:val="0FF22B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3136D6C"/>
    <w:multiLevelType w:val="hybridMultilevel"/>
    <w:tmpl w:val="105846E6"/>
    <w:lvl w:ilvl="0" w:tplc="0409000F">
      <w:start w:val="1"/>
      <w:numFmt w:val="decimal"/>
      <w:lvlText w:val="%1."/>
      <w:lvlJc w:val="left"/>
      <w:pPr>
        <w:ind w:left="473" w:hanging="360"/>
      </w:pPr>
      <w:rPr>
        <w:rFonts w:hint="default"/>
        <w:b/>
        <w:bCs/>
        <w:i w:val="0"/>
        <w:iCs w:val="0"/>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6114B9D"/>
    <w:multiLevelType w:val="hybridMultilevel"/>
    <w:tmpl w:val="F2D81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8076AB0"/>
    <w:multiLevelType w:val="hybridMultilevel"/>
    <w:tmpl w:val="66CAC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num w:numId="1">
    <w:abstractNumId w:val="44"/>
  </w:num>
  <w:num w:numId="2">
    <w:abstractNumId w:val="14"/>
  </w:num>
  <w:num w:numId="3">
    <w:abstractNumId w:val="33"/>
  </w:num>
  <w:num w:numId="4">
    <w:abstractNumId w:val="20"/>
  </w:num>
  <w:num w:numId="5">
    <w:abstractNumId w:val="46"/>
  </w:num>
  <w:num w:numId="6">
    <w:abstractNumId w:val="42"/>
  </w:num>
  <w:num w:numId="7">
    <w:abstractNumId w:val="19"/>
  </w:num>
  <w:num w:numId="8">
    <w:abstractNumId w:val="35"/>
  </w:num>
  <w:num w:numId="9">
    <w:abstractNumId w:val="7"/>
  </w:num>
  <w:num w:numId="10">
    <w:abstractNumId w:val="47"/>
  </w:num>
  <w:num w:numId="11">
    <w:abstractNumId w:val="2"/>
  </w:num>
  <w:num w:numId="12">
    <w:abstractNumId w:val="9"/>
  </w:num>
  <w:num w:numId="13">
    <w:abstractNumId w:val="1"/>
  </w:num>
  <w:num w:numId="14">
    <w:abstractNumId w:val="16"/>
  </w:num>
  <w:num w:numId="15">
    <w:abstractNumId w:val="8"/>
  </w:num>
  <w:num w:numId="16">
    <w:abstractNumId w:val="27"/>
  </w:num>
  <w:num w:numId="17">
    <w:abstractNumId w:val="11"/>
  </w:num>
  <w:num w:numId="18">
    <w:abstractNumId w:val="21"/>
  </w:num>
  <w:num w:numId="19">
    <w:abstractNumId w:val="4"/>
  </w:num>
  <w:num w:numId="20">
    <w:abstractNumId w:val="28"/>
  </w:num>
  <w:num w:numId="21">
    <w:abstractNumId w:val="37"/>
  </w:num>
  <w:num w:numId="22">
    <w:abstractNumId w:val="15"/>
  </w:num>
  <w:num w:numId="23">
    <w:abstractNumId w:val="6"/>
  </w:num>
  <w:num w:numId="24">
    <w:abstractNumId w:val="45"/>
  </w:num>
  <w:num w:numId="25">
    <w:abstractNumId w:val="10"/>
  </w:num>
  <w:num w:numId="26">
    <w:abstractNumId w:val="13"/>
  </w:num>
  <w:num w:numId="27">
    <w:abstractNumId w:val="39"/>
  </w:num>
  <w:num w:numId="28">
    <w:abstractNumId w:val="32"/>
  </w:num>
  <w:num w:numId="29">
    <w:abstractNumId w:val="34"/>
  </w:num>
  <w:num w:numId="30">
    <w:abstractNumId w:val="40"/>
  </w:num>
  <w:num w:numId="31">
    <w:abstractNumId w:val="22"/>
  </w:num>
  <w:num w:numId="32">
    <w:abstractNumId w:val="30"/>
  </w:num>
  <w:num w:numId="33">
    <w:abstractNumId w:val="5"/>
  </w:num>
  <w:num w:numId="34">
    <w:abstractNumId w:val="29"/>
  </w:num>
  <w:num w:numId="35">
    <w:abstractNumId w:val="0"/>
  </w:num>
  <w:num w:numId="36">
    <w:abstractNumId w:val="36"/>
  </w:num>
  <w:num w:numId="37">
    <w:abstractNumId w:val="18"/>
  </w:num>
  <w:num w:numId="38">
    <w:abstractNumId w:val="12"/>
  </w:num>
  <w:num w:numId="39">
    <w:abstractNumId w:val="43"/>
  </w:num>
  <w:num w:numId="40">
    <w:abstractNumId w:val="24"/>
  </w:num>
  <w:num w:numId="41">
    <w:abstractNumId w:val="38"/>
  </w:num>
  <w:num w:numId="42">
    <w:abstractNumId w:val="23"/>
  </w:num>
  <w:num w:numId="43">
    <w:abstractNumId w:val="26"/>
  </w:num>
  <w:num w:numId="44">
    <w:abstractNumId w:val="25"/>
  </w:num>
  <w:num w:numId="45">
    <w:abstractNumId w:val="41"/>
  </w:num>
  <w:num w:numId="46">
    <w:abstractNumId w:val="3"/>
  </w:num>
  <w:num w:numId="47">
    <w:abstractNumId w:val="17"/>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B6E"/>
    <w:rsid w:val="000700AE"/>
    <w:rsid w:val="00152999"/>
    <w:rsid w:val="00157B2A"/>
    <w:rsid w:val="00162593"/>
    <w:rsid w:val="00167CBD"/>
    <w:rsid w:val="0030489E"/>
    <w:rsid w:val="003266E0"/>
    <w:rsid w:val="003D247F"/>
    <w:rsid w:val="004016AB"/>
    <w:rsid w:val="004871C6"/>
    <w:rsid w:val="007270E9"/>
    <w:rsid w:val="00751F60"/>
    <w:rsid w:val="007D4B6E"/>
    <w:rsid w:val="009F1612"/>
    <w:rsid w:val="00A9778E"/>
    <w:rsid w:val="00B242AA"/>
    <w:rsid w:val="00B8633B"/>
    <w:rsid w:val="00C00A2C"/>
    <w:rsid w:val="00E25EA9"/>
    <w:rsid w:val="00EE344B"/>
    <w:rsid w:val="00F0653C"/>
    <w:rsid w:val="00F37E5A"/>
    <w:rsid w:val="00F87B1F"/>
    <w:rsid w:val="00FA3482"/>
    <w:rsid w:val="00FD4A0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 Spacing" w:uiPriority="1" w:qFormat="1"/>
    <w:lsdException w:name="List Paragraph" w:uiPriority="34" w:qFormat="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D6F96"/>
    <w:rPr>
      <w:rFonts w:ascii="Tahoma" w:hAnsi="Tahoma" w:cs="Tahoma"/>
      <w:sz w:val="16"/>
      <w:szCs w:val="16"/>
    </w:rPr>
  </w:style>
  <w:style w:type="character" w:customStyle="1" w:styleId="BalloonTextChar">
    <w:name w:val="Balloon Text Char"/>
    <w:basedOn w:val="DefaultParagraphFont"/>
    <w:uiPriority w:val="99"/>
    <w:semiHidden/>
    <w:rsid w:val="00C90475"/>
    <w:rPr>
      <w:rFonts w:ascii="Lucida Grande" w:hAnsi="Lucida Grande"/>
      <w:sz w:val="18"/>
      <w:szCs w:val="18"/>
    </w:rPr>
  </w:style>
  <w:style w:type="character" w:customStyle="1" w:styleId="BalloonTextChar0">
    <w:name w:val="Balloon Text Char"/>
    <w:basedOn w:val="DefaultParagraphFont"/>
    <w:uiPriority w:val="99"/>
    <w:semiHidden/>
    <w:rsid w:val="00C90475"/>
    <w:rPr>
      <w:rFonts w:ascii="Lucida Grande" w:hAnsi="Lucida Grande"/>
      <w:sz w:val="18"/>
      <w:szCs w:val="18"/>
    </w:rPr>
  </w:style>
  <w:style w:type="character" w:customStyle="1" w:styleId="BalloonTextChar2">
    <w:name w:val="Balloon Text Char"/>
    <w:basedOn w:val="DefaultParagraphFont"/>
    <w:uiPriority w:val="99"/>
    <w:semiHidden/>
    <w:rsid w:val="00C90475"/>
    <w:rPr>
      <w:rFonts w:ascii="Lucida Grande" w:hAnsi="Lucida Grande"/>
      <w:sz w:val="18"/>
      <w:szCs w:val="18"/>
    </w:rPr>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uiPriority w:val="34"/>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character" w:customStyle="1" w:styleId="BalloonTextChar1">
    <w:name w:val="Balloon Text Char1"/>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32"/>
      </w:numPr>
      <w:tabs>
        <w:tab w:val="clear" w:pos="113"/>
      </w:tabs>
      <w:spacing w:before="40" w:after="80"/>
      <w:ind w:left="284" w:hanging="284"/>
    </w:pPr>
  </w:style>
  <w:style w:type="paragraph" w:customStyle="1" w:styleId="Numbered">
    <w:name w:val="Numbered"/>
    <w:basedOn w:val="Bulleted"/>
    <w:qFormat/>
    <w:rsid w:val="003B5D05"/>
    <w:pPr>
      <w:numPr>
        <w:numId w:val="34"/>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 Spacing" w:uiPriority="1" w:qFormat="1"/>
    <w:lsdException w:name="List Paragraph" w:uiPriority="34" w:qFormat="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D6F96"/>
    <w:rPr>
      <w:rFonts w:ascii="Tahoma" w:hAnsi="Tahoma" w:cs="Tahoma"/>
      <w:sz w:val="16"/>
      <w:szCs w:val="16"/>
    </w:rPr>
  </w:style>
  <w:style w:type="character" w:customStyle="1" w:styleId="BalloonTextChar">
    <w:name w:val="Balloon Text Char"/>
    <w:basedOn w:val="DefaultParagraphFont"/>
    <w:uiPriority w:val="99"/>
    <w:semiHidden/>
    <w:rsid w:val="00C90475"/>
    <w:rPr>
      <w:rFonts w:ascii="Lucida Grande" w:hAnsi="Lucida Grande"/>
      <w:sz w:val="18"/>
      <w:szCs w:val="18"/>
    </w:rPr>
  </w:style>
  <w:style w:type="character" w:customStyle="1" w:styleId="BalloonTextChar0">
    <w:name w:val="Balloon Text Char"/>
    <w:basedOn w:val="DefaultParagraphFont"/>
    <w:uiPriority w:val="99"/>
    <w:semiHidden/>
    <w:rsid w:val="00C90475"/>
    <w:rPr>
      <w:rFonts w:ascii="Lucida Grande" w:hAnsi="Lucida Grande"/>
      <w:sz w:val="18"/>
      <w:szCs w:val="18"/>
    </w:rPr>
  </w:style>
  <w:style w:type="character" w:customStyle="1" w:styleId="BalloonTextChar2">
    <w:name w:val="Balloon Text Char"/>
    <w:basedOn w:val="DefaultParagraphFont"/>
    <w:uiPriority w:val="99"/>
    <w:semiHidden/>
    <w:rsid w:val="00C90475"/>
    <w:rPr>
      <w:rFonts w:ascii="Lucida Grande" w:hAnsi="Lucida Grande"/>
      <w:sz w:val="18"/>
      <w:szCs w:val="18"/>
    </w:rPr>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uiPriority w:val="34"/>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character" w:customStyle="1" w:styleId="BalloonTextChar1">
    <w:name w:val="Balloon Text Char1"/>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32"/>
      </w:numPr>
      <w:tabs>
        <w:tab w:val="clear" w:pos="113"/>
      </w:tabs>
      <w:spacing w:before="40" w:after="80"/>
      <w:ind w:left="284" w:hanging="284"/>
    </w:pPr>
  </w:style>
  <w:style w:type="paragraph" w:customStyle="1" w:styleId="Numbered">
    <w:name w:val="Numbered"/>
    <w:basedOn w:val="Bulleted"/>
    <w:qFormat/>
    <w:rsid w:val="003B5D05"/>
    <w:pPr>
      <w:numPr>
        <w:numId w:val="34"/>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59333">
      <w:bodyDiv w:val="1"/>
      <w:marLeft w:val="0"/>
      <w:marRight w:val="0"/>
      <w:marTop w:val="0"/>
      <w:marBottom w:val="0"/>
      <w:divBdr>
        <w:top w:val="none" w:sz="0" w:space="0" w:color="auto"/>
        <w:left w:val="none" w:sz="0" w:space="0" w:color="auto"/>
        <w:bottom w:val="none" w:sz="0" w:space="0" w:color="auto"/>
        <w:right w:val="none" w:sz="0" w:space="0" w:color="auto"/>
      </w:divBdr>
    </w:div>
    <w:div w:id="632833806">
      <w:bodyDiv w:val="1"/>
      <w:marLeft w:val="0"/>
      <w:marRight w:val="0"/>
      <w:marTop w:val="0"/>
      <w:marBottom w:val="0"/>
      <w:divBdr>
        <w:top w:val="none" w:sz="0" w:space="0" w:color="auto"/>
        <w:left w:val="none" w:sz="0" w:space="0" w:color="auto"/>
        <w:bottom w:val="none" w:sz="0" w:space="0" w:color="auto"/>
        <w:right w:val="none" w:sz="0" w:space="0" w:color="auto"/>
      </w:divBdr>
    </w:div>
    <w:div w:id="651980675">
      <w:bodyDiv w:val="1"/>
      <w:marLeft w:val="0"/>
      <w:marRight w:val="0"/>
      <w:marTop w:val="0"/>
      <w:marBottom w:val="0"/>
      <w:divBdr>
        <w:top w:val="none" w:sz="0" w:space="0" w:color="auto"/>
        <w:left w:val="none" w:sz="0" w:space="0" w:color="auto"/>
        <w:bottom w:val="none" w:sz="0" w:space="0" w:color="auto"/>
        <w:right w:val="none" w:sz="0" w:space="0" w:color="auto"/>
      </w:divBdr>
    </w:div>
    <w:div w:id="1051734278">
      <w:bodyDiv w:val="1"/>
      <w:marLeft w:val="0"/>
      <w:marRight w:val="0"/>
      <w:marTop w:val="0"/>
      <w:marBottom w:val="0"/>
      <w:divBdr>
        <w:top w:val="none" w:sz="0" w:space="0" w:color="auto"/>
        <w:left w:val="none" w:sz="0" w:space="0" w:color="auto"/>
        <w:bottom w:val="none" w:sz="0" w:space="0" w:color="auto"/>
        <w:right w:val="none" w:sz="0" w:space="0" w:color="auto"/>
      </w:divBdr>
    </w:div>
    <w:div w:id="1432818531">
      <w:bodyDiv w:val="1"/>
      <w:marLeft w:val="0"/>
      <w:marRight w:val="0"/>
      <w:marTop w:val="0"/>
      <w:marBottom w:val="0"/>
      <w:divBdr>
        <w:top w:val="none" w:sz="0" w:space="0" w:color="auto"/>
        <w:left w:val="none" w:sz="0" w:space="0" w:color="auto"/>
        <w:bottom w:val="none" w:sz="0" w:space="0" w:color="auto"/>
        <w:right w:val="none" w:sz="0" w:space="0" w:color="auto"/>
      </w:divBdr>
    </w:div>
    <w:div w:id="1578632571">
      <w:bodyDiv w:val="1"/>
      <w:marLeft w:val="0"/>
      <w:marRight w:val="0"/>
      <w:marTop w:val="0"/>
      <w:marBottom w:val="0"/>
      <w:divBdr>
        <w:top w:val="none" w:sz="0" w:space="0" w:color="auto"/>
        <w:left w:val="none" w:sz="0" w:space="0" w:color="auto"/>
        <w:bottom w:val="none" w:sz="0" w:space="0" w:color="auto"/>
        <w:right w:val="none" w:sz="0" w:space="0" w:color="auto"/>
      </w:divBdr>
    </w:div>
    <w:div w:id="168986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redcross.org.uk/What-we-do/Teaching-resources/Lesson-plans/Humanitarianism-and-the-Red-Cross"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edcross.org.uk/What-we-do/Teaching-resources/Lesson-plans/Humanitarianism-in-actio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redcross.org.uk/What-we-do/Teaching-resources/Lesson-plans/Rules-of-wa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edcross.org.uk/What-we-do/Teaching-resources/Lesson-plans/First-World-War-volunteers"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redcross.org.uk/education" TargetMode="External"/><Relationship Id="rId1" Type="http://schemas.openxmlformats.org/officeDocument/2006/relationships/hyperlink" Target="http://www.redcross.org.uk/educ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628C82A4</Template>
  <TotalTime>0</TotalTime>
  <Pages>3</Pages>
  <Words>814</Words>
  <Characters>4643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Youth Sport Trust</Company>
  <LinksUpToDate>false</LinksUpToDate>
  <CharactersWithSpaces>5447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Brooking</dc:creator>
  <cp:lastModifiedBy>Katy Parker</cp:lastModifiedBy>
  <cp:revision>2</cp:revision>
  <cp:lastPrinted>2014-10-21T14:53:00Z</cp:lastPrinted>
  <dcterms:created xsi:type="dcterms:W3CDTF">2017-09-29T14:35:00Z</dcterms:created>
  <dcterms:modified xsi:type="dcterms:W3CDTF">2017-09-29T14:35:00Z</dcterms:modified>
</cp:coreProperties>
</file>