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D414D" w14:textId="56E95A4A" w:rsidR="00105485" w:rsidRDefault="00105485" w:rsidP="00105485">
      <w:pPr>
        <w:pStyle w:val="Heading"/>
      </w:pPr>
      <w:r>
        <w:t>The Unknown Soldier: Citizenship</w:t>
      </w:r>
    </w:p>
    <w:p w14:paraId="2181E03E" w14:textId="77777777" w:rsidR="001F30F3" w:rsidRPr="001F30F3" w:rsidRDefault="001F30F3" w:rsidP="001F30F3">
      <w:pPr>
        <w:pStyle w:val="Body"/>
      </w:pPr>
    </w:p>
    <w:p w14:paraId="353F1AD0" w14:textId="4B131599" w:rsidR="00105485" w:rsidRDefault="001F30F3" w:rsidP="00105485">
      <w:pPr>
        <w:pStyle w:val="Body"/>
      </w:pPr>
      <w:r>
        <w:rPr>
          <w:noProof/>
          <w:lang w:val="en-GB" w:eastAsia="en-GB"/>
        </w:rPr>
        <w:drawing>
          <wp:inline distT="0" distB="0" distL="0" distR="0" wp14:anchorId="36307649" wp14:editId="5464CB71">
            <wp:extent cx="6096000" cy="45624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_AUS_000714 for web.jpg"/>
                    <pic:cNvPicPr/>
                  </pic:nvPicPr>
                  <pic:blipFill>
                    <a:blip r:embed="rId9">
                      <a:extLst>
                        <a:ext uri="{28A0092B-C50C-407E-A947-70E740481C1C}">
                          <a14:useLocalDpi xmlns:a14="http://schemas.microsoft.com/office/drawing/2010/main" val="0"/>
                        </a:ext>
                      </a:extLst>
                    </a:blip>
                    <a:stretch>
                      <a:fillRect/>
                    </a:stretch>
                  </pic:blipFill>
                  <pic:spPr>
                    <a:xfrm>
                      <a:off x="0" y="0"/>
                      <a:ext cx="6096000" cy="4562475"/>
                    </a:xfrm>
                    <a:prstGeom prst="rect">
                      <a:avLst/>
                    </a:prstGeom>
                  </pic:spPr>
                </pic:pic>
              </a:graphicData>
            </a:graphic>
          </wp:inline>
        </w:drawing>
      </w:r>
    </w:p>
    <w:p w14:paraId="32FFFC61" w14:textId="77777777" w:rsidR="001F30F3" w:rsidRPr="009222A6" w:rsidRDefault="001F30F3" w:rsidP="001F30F3">
      <w:pPr>
        <w:ind w:left="4320" w:firstLine="720"/>
        <w:jc w:val="right"/>
        <w:rPr>
          <w:sz w:val="18"/>
        </w:rPr>
      </w:pPr>
      <w:r w:rsidRPr="009222A6">
        <w:rPr>
          <w:sz w:val="18"/>
        </w:rPr>
        <w:t>© Imperial War Museums</w:t>
      </w:r>
    </w:p>
    <w:p w14:paraId="269B0C7A" w14:textId="77777777" w:rsidR="001F30F3" w:rsidRDefault="001F30F3" w:rsidP="00105485">
      <w:pPr>
        <w:pStyle w:val="Body"/>
      </w:pPr>
    </w:p>
    <w:p w14:paraId="5294EA85" w14:textId="77777777" w:rsidR="00F8012D" w:rsidRDefault="00F8012D" w:rsidP="0019592F">
      <w:pPr>
        <w:pStyle w:val="Heading2"/>
      </w:pPr>
      <w:r>
        <w:t>Learning objectives</w:t>
      </w:r>
    </w:p>
    <w:p w14:paraId="35F5CBE1" w14:textId="77777777" w:rsidR="00F8012D" w:rsidRDefault="00F8012D" w:rsidP="00F8012D">
      <w:pPr>
        <w:pStyle w:val="Body"/>
      </w:pPr>
    </w:p>
    <w:p w14:paraId="319B4F3B" w14:textId="77777777" w:rsidR="00F8012D" w:rsidRDefault="00F8012D" w:rsidP="00F8012D">
      <w:pPr>
        <w:pStyle w:val="Body"/>
      </w:pPr>
      <w:r>
        <w:t>Young people will:</w:t>
      </w:r>
    </w:p>
    <w:p w14:paraId="2E3B51C4" w14:textId="77777777" w:rsidR="00F8012D" w:rsidRDefault="00F8012D" w:rsidP="00B356CF">
      <w:pPr>
        <w:pStyle w:val="NoSpacing"/>
        <w:numPr>
          <w:ilvl w:val="0"/>
          <w:numId w:val="38"/>
        </w:numPr>
        <w:tabs>
          <w:tab w:val="num" w:pos="753"/>
        </w:tabs>
        <w:spacing w:before="120"/>
        <w:ind w:left="753" w:hanging="393"/>
        <w:jc w:val="left"/>
      </w:pPr>
      <w:r>
        <w:rPr>
          <w:sz w:val="22"/>
          <w:szCs w:val="22"/>
        </w:rPr>
        <w:t>Have increased understanding of the humanitarian impact of armed conflict</w:t>
      </w:r>
    </w:p>
    <w:p w14:paraId="34BCA30C" w14:textId="77777777" w:rsidR="00F8012D" w:rsidRDefault="00F8012D" w:rsidP="00B356CF">
      <w:pPr>
        <w:pStyle w:val="NoSpacing"/>
        <w:numPr>
          <w:ilvl w:val="0"/>
          <w:numId w:val="39"/>
        </w:numPr>
        <w:spacing w:before="120"/>
        <w:ind w:left="753" w:hanging="393"/>
        <w:jc w:val="left"/>
      </w:pPr>
      <w:r>
        <w:rPr>
          <w:sz w:val="22"/>
          <w:szCs w:val="22"/>
        </w:rPr>
        <w:t>Explore feelings and emotions of people involved in, and affected by, armed conflict</w:t>
      </w:r>
    </w:p>
    <w:p w14:paraId="43C7CAD7" w14:textId="77777777" w:rsidR="00F8012D" w:rsidRDefault="00F8012D" w:rsidP="00B356CF">
      <w:pPr>
        <w:pStyle w:val="NoSpacing"/>
        <w:numPr>
          <w:ilvl w:val="0"/>
          <w:numId w:val="40"/>
        </w:numPr>
        <w:spacing w:before="120"/>
        <w:ind w:left="753" w:hanging="393"/>
        <w:jc w:val="left"/>
      </w:pPr>
      <w:r>
        <w:rPr>
          <w:sz w:val="22"/>
          <w:szCs w:val="22"/>
        </w:rPr>
        <w:t>Have greater respect for human life and dignity</w:t>
      </w:r>
    </w:p>
    <w:p w14:paraId="62BD7EE2" w14:textId="77777777" w:rsidR="00F8012D" w:rsidRDefault="00F8012D" w:rsidP="00B356CF">
      <w:pPr>
        <w:pStyle w:val="ListParagraph"/>
        <w:numPr>
          <w:ilvl w:val="0"/>
          <w:numId w:val="41"/>
        </w:numPr>
        <w:spacing w:before="120" w:after="200" w:line="276" w:lineRule="auto"/>
        <w:ind w:hanging="360"/>
      </w:pPr>
      <w:r>
        <w:t>Respect the values and the principles underpinning International Humanitarian Law</w:t>
      </w:r>
    </w:p>
    <w:p w14:paraId="60B62FC7" w14:textId="728AEDE5" w:rsidR="00F8012D" w:rsidRDefault="00B477E4" w:rsidP="00F8012D">
      <w:pPr>
        <w:pStyle w:val="Body"/>
      </w:pPr>
      <w:r>
        <w:t>Age range: 14</w:t>
      </w:r>
      <w:r>
        <w:t>–</w:t>
      </w:r>
      <w:r>
        <w:t>19-year-</w:t>
      </w:r>
      <w:bookmarkStart w:id="0" w:name="_GoBack"/>
      <w:bookmarkEnd w:id="0"/>
      <w:r w:rsidR="00F8012D">
        <w:t>olds</w:t>
      </w:r>
    </w:p>
    <w:p w14:paraId="4079D79D" w14:textId="77777777" w:rsidR="00F42C76" w:rsidRDefault="00F42C76">
      <w:pPr>
        <w:rPr>
          <w:rFonts w:eastAsiaTheme="majorEastAsia" w:cstheme="majorBidi"/>
          <w:b/>
          <w:bCs/>
          <w:color w:val="000000" w:themeColor="text1"/>
        </w:rPr>
      </w:pPr>
      <w:r>
        <w:br w:type="page"/>
      </w:r>
    </w:p>
    <w:p w14:paraId="6149C8DF" w14:textId="4156F821" w:rsidR="00105485" w:rsidRDefault="00105485" w:rsidP="00105485">
      <w:pPr>
        <w:pStyle w:val="Heading2"/>
      </w:pPr>
      <w:r>
        <w:lastRenderedPageBreak/>
        <w:t>Introduction</w:t>
      </w:r>
      <w:r>
        <w:br/>
      </w:r>
    </w:p>
    <w:p w14:paraId="4088C14D" w14:textId="53460C69" w:rsidR="00D7293F" w:rsidRDefault="00D7293F" w:rsidP="00D7293F">
      <w:r>
        <w:softHyphen/>
        <w:t xml:space="preserve">This resource is based on the short film </w:t>
      </w:r>
      <w:hyperlink r:id="rId10" w:history="1">
        <w:r w:rsidRPr="00F42C76">
          <w:rPr>
            <w:rStyle w:val="Hyperlink"/>
            <w:i/>
          </w:rPr>
          <w:t>The Unknown Soldier</w:t>
        </w:r>
      </w:hyperlink>
      <w:r>
        <w:t xml:space="preserve"> and has been designed to support humanitarian learning through the teaching of citizenship. </w:t>
      </w:r>
    </w:p>
    <w:p w14:paraId="596C7E90" w14:textId="77777777" w:rsidR="00D7293F" w:rsidRDefault="00D7293F" w:rsidP="00D7293F"/>
    <w:p w14:paraId="3240411E" w14:textId="73A1BC04" w:rsidR="00D7293F" w:rsidRDefault="00D7293F" w:rsidP="00D7293F">
      <w:r>
        <w:t xml:space="preserve">We recommend you read the </w:t>
      </w:r>
      <w:hyperlink r:id="rId11" w:history="1">
        <w:r w:rsidRPr="009D6EDA">
          <w:rPr>
            <w:rStyle w:val="Hyperlink"/>
          </w:rPr>
          <w:t>introductory sheet</w:t>
        </w:r>
      </w:hyperlink>
      <w:r>
        <w:t xml:space="preserve"> before using this resource. </w:t>
      </w:r>
    </w:p>
    <w:p w14:paraId="660ED777" w14:textId="77777777" w:rsidR="00D7293F" w:rsidRDefault="00D7293F" w:rsidP="00D7293F"/>
    <w:p w14:paraId="626CD994" w14:textId="17C0AAC7" w:rsidR="00D7293F" w:rsidRDefault="00D7293F" w:rsidP="00D7293F">
      <w:r>
        <w:t>This resource has been designed for delivery over</w:t>
      </w:r>
      <w:r w:rsidRPr="00D7293F">
        <w:rPr>
          <w:color w:val="4F81BD" w:themeColor="accent1"/>
        </w:rPr>
        <w:t xml:space="preserve"> </w:t>
      </w:r>
      <w:r w:rsidRPr="001C595B">
        <w:t>three</w:t>
      </w:r>
      <w:r w:rsidRPr="00D7293F">
        <w:rPr>
          <w:color w:val="4F81BD" w:themeColor="accent1"/>
        </w:rPr>
        <w:t xml:space="preserve"> </w:t>
      </w:r>
      <w:r>
        <w:t xml:space="preserve">sessions but the structure can be adapted to suite your own teaching needs. </w:t>
      </w:r>
    </w:p>
    <w:p w14:paraId="66C878F7" w14:textId="77777777" w:rsidR="00105485" w:rsidRDefault="00105485" w:rsidP="00105485">
      <w:pPr>
        <w:pStyle w:val="Body"/>
      </w:pPr>
    </w:p>
    <w:p w14:paraId="33D583E2" w14:textId="433EBEA0" w:rsidR="00105485" w:rsidRDefault="00105485" w:rsidP="00105485">
      <w:pPr>
        <w:pStyle w:val="Body"/>
      </w:pPr>
      <w:r>
        <w:t>The sessions guide young people through Citizenship-relevant activities to explore the humanitarian impact of armed conflict and in particular to learn about the principles underpinning Inter</w:t>
      </w:r>
      <w:r w:rsidR="00D7293F">
        <w:t xml:space="preserve">national Humanitarian Law (IHL). </w:t>
      </w:r>
      <w:r>
        <w:t>In particular learners will:</w:t>
      </w:r>
    </w:p>
    <w:p w14:paraId="21313B03" w14:textId="5923EB92" w:rsidR="00105485" w:rsidRDefault="00105485" w:rsidP="00105485">
      <w:pPr>
        <w:pStyle w:val="Body"/>
      </w:pPr>
    </w:p>
    <w:p w14:paraId="5E5732D4" w14:textId="1371AC74" w:rsidR="001C595B" w:rsidRDefault="001C595B" w:rsidP="001C595B">
      <w:pPr>
        <w:pStyle w:val="ListParagraph"/>
        <w:numPr>
          <w:ilvl w:val="0"/>
          <w:numId w:val="7"/>
        </w:numPr>
        <w:pBdr>
          <w:top w:val="nil"/>
          <w:left w:val="nil"/>
          <w:bottom w:val="nil"/>
          <w:right w:val="nil"/>
          <w:between w:val="nil"/>
          <w:bar w:val="nil"/>
        </w:pBdr>
        <w:tabs>
          <w:tab w:val="num" w:pos="720"/>
        </w:tabs>
        <w:spacing w:after="120"/>
        <w:ind w:hanging="360"/>
      </w:pPr>
      <w:r>
        <w:t>Respond to The Unknown Soldier film and reflect on the impact of war on individuals</w:t>
      </w:r>
    </w:p>
    <w:p w14:paraId="7127B872" w14:textId="77777777" w:rsidR="00105485" w:rsidRDefault="00105485" w:rsidP="001C595B">
      <w:pPr>
        <w:pStyle w:val="ListParagraph"/>
        <w:numPr>
          <w:ilvl w:val="0"/>
          <w:numId w:val="7"/>
        </w:numPr>
        <w:pBdr>
          <w:top w:val="nil"/>
          <w:left w:val="nil"/>
          <w:bottom w:val="nil"/>
          <w:right w:val="nil"/>
          <w:between w:val="nil"/>
          <w:bar w:val="nil"/>
        </w:pBdr>
        <w:tabs>
          <w:tab w:val="num" w:pos="720"/>
        </w:tabs>
        <w:spacing w:after="120"/>
        <w:ind w:hanging="360"/>
      </w:pPr>
      <w:r>
        <w:t>Explore the links between armed conflict, laws and justice</w:t>
      </w:r>
    </w:p>
    <w:p w14:paraId="1BDBD02C" w14:textId="77777777" w:rsidR="00105485" w:rsidRDefault="00105485" w:rsidP="001C595B">
      <w:pPr>
        <w:pStyle w:val="ListParagraph"/>
        <w:numPr>
          <w:ilvl w:val="0"/>
          <w:numId w:val="8"/>
        </w:numPr>
        <w:pBdr>
          <w:top w:val="nil"/>
          <w:left w:val="nil"/>
          <w:bottom w:val="nil"/>
          <w:right w:val="nil"/>
          <w:between w:val="nil"/>
          <w:bar w:val="nil"/>
        </w:pBdr>
        <w:tabs>
          <w:tab w:val="num" w:pos="720"/>
        </w:tabs>
        <w:spacing w:after="120"/>
        <w:ind w:hanging="360"/>
      </w:pPr>
      <w:r>
        <w:t>Think about compassion and human dignity in the context of armed conflict</w:t>
      </w:r>
    </w:p>
    <w:p w14:paraId="5ACDEB0B" w14:textId="7015EFF3" w:rsidR="00105485" w:rsidRDefault="00105485" w:rsidP="001C595B">
      <w:pPr>
        <w:pStyle w:val="ListParagraph"/>
        <w:numPr>
          <w:ilvl w:val="0"/>
          <w:numId w:val="9"/>
        </w:numPr>
        <w:pBdr>
          <w:top w:val="nil"/>
          <w:left w:val="nil"/>
          <w:bottom w:val="nil"/>
          <w:right w:val="nil"/>
          <w:between w:val="nil"/>
          <w:bar w:val="nil"/>
        </w:pBdr>
        <w:tabs>
          <w:tab w:val="num" w:pos="720"/>
        </w:tabs>
        <w:spacing w:after="120"/>
        <w:ind w:hanging="360"/>
      </w:pPr>
      <w:r>
        <w:t xml:space="preserve">Reflect on the role citizens </w:t>
      </w:r>
      <w:r w:rsidR="001C595B">
        <w:rPr>
          <w:u w:color="00B050"/>
        </w:rPr>
        <w:t>have played in armed conflict over the past 100 years.</w:t>
      </w:r>
    </w:p>
    <w:p w14:paraId="26C71080" w14:textId="77777777" w:rsidR="00F8012D" w:rsidRDefault="00F8012D" w:rsidP="00105485">
      <w:pPr>
        <w:pStyle w:val="Body"/>
      </w:pPr>
    </w:p>
    <w:p w14:paraId="74BB9D5D" w14:textId="6A4221A1" w:rsidR="00701A5E" w:rsidRDefault="00D7293F" w:rsidP="001F30F3">
      <w:pPr>
        <w:pStyle w:val="Body"/>
        <w:rPr>
          <w:b/>
        </w:rPr>
      </w:pPr>
      <w:r>
        <w:t>Additional</w:t>
      </w:r>
      <w:r w:rsidR="00F660ED">
        <w:t xml:space="preserve"> </w:t>
      </w:r>
      <w:hyperlink r:id="rId12" w:history="1">
        <w:r w:rsidR="00F660ED" w:rsidRPr="009E443D">
          <w:rPr>
            <w:rStyle w:val="Hyperlink"/>
          </w:rPr>
          <w:t>supporting</w:t>
        </w:r>
        <w:r w:rsidRPr="009E443D">
          <w:rPr>
            <w:rStyle w:val="Hyperlink"/>
          </w:rPr>
          <w:t xml:space="preserve"> activities</w:t>
        </w:r>
      </w:hyperlink>
      <w:r w:rsidRPr="009E443D">
        <w:t xml:space="preserve"> a</w:t>
      </w:r>
      <w:r>
        <w:t>lso accompany this session plan.</w:t>
      </w:r>
      <w:r w:rsidR="00701A5E">
        <w:rPr>
          <w:b/>
        </w:rPr>
        <w:br w:type="page"/>
      </w:r>
    </w:p>
    <w:p w14:paraId="68DE7B45" w14:textId="0863B8F7" w:rsidR="00D7293F" w:rsidRPr="00D7293F" w:rsidRDefault="00D7293F" w:rsidP="00C52606">
      <w:pPr>
        <w:pStyle w:val="Heading2"/>
      </w:pPr>
      <w:r w:rsidRPr="00D7293F">
        <w:lastRenderedPageBreak/>
        <w:t>Curriculum links</w:t>
      </w:r>
    </w:p>
    <w:p w14:paraId="3A2BF64F" w14:textId="77777777" w:rsidR="00D7293F" w:rsidRDefault="00D7293F" w:rsidP="00105485">
      <w:pPr>
        <w:pStyle w:val="Body"/>
      </w:pPr>
    </w:p>
    <w:p w14:paraId="40BC03C8" w14:textId="3417FE6F" w:rsidR="00105485" w:rsidRDefault="00D7293F" w:rsidP="00105485">
      <w:pPr>
        <w:pStyle w:val="Body"/>
      </w:pPr>
      <w:r>
        <w:t>L</w:t>
      </w:r>
      <w:r w:rsidR="00105485">
        <w:t>earners will also cover the following specific aspects of Citizenship as identified in the relevant curriculum or specification documents:</w:t>
      </w:r>
    </w:p>
    <w:p w14:paraId="07E9DF16" w14:textId="77777777" w:rsidR="00105485" w:rsidRDefault="00105485" w:rsidP="00105485">
      <w:pPr>
        <w:pStyle w:val="Body"/>
      </w:pPr>
    </w:p>
    <w:p w14:paraId="321FF0C9" w14:textId="77777777" w:rsidR="00105485" w:rsidRPr="00C52606" w:rsidRDefault="00105485" w:rsidP="00105485">
      <w:pPr>
        <w:pStyle w:val="Body"/>
        <w:rPr>
          <w:b/>
        </w:rPr>
      </w:pPr>
      <w:r w:rsidRPr="00C52606">
        <w:rPr>
          <w:b/>
        </w:rPr>
        <w:t>England:</w:t>
      </w:r>
    </w:p>
    <w:p w14:paraId="0E6525CA" w14:textId="77777777" w:rsidR="00105485" w:rsidRPr="00C52606" w:rsidRDefault="00105485" w:rsidP="00C52606">
      <w:pPr>
        <w:pStyle w:val="ListParagraph"/>
        <w:widowControl w:val="0"/>
        <w:numPr>
          <w:ilvl w:val="0"/>
          <w:numId w:val="56"/>
        </w:numPr>
        <w:pBdr>
          <w:top w:val="nil"/>
          <w:left w:val="nil"/>
          <w:bottom w:val="nil"/>
          <w:right w:val="nil"/>
          <w:between w:val="nil"/>
          <w:bar w:val="nil"/>
        </w:pBdr>
        <w:tabs>
          <w:tab w:val="left" w:pos="720"/>
        </w:tabs>
        <w:spacing w:after="120"/>
        <w:rPr>
          <w:color w:val="1F1F1F"/>
          <w:u w:color="1F1F1F"/>
        </w:rPr>
      </w:pPr>
      <w:r w:rsidRPr="00C52606">
        <w:rPr>
          <w:color w:val="1F1F1F"/>
          <w:u w:color="1F1F1F"/>
        </w:rPr>
        <w:t>human rights and international law</w:t>
      </w:r>
    </w:p>
    <w:p w14:paraId="596776E5" w14:textId="4726C60C" w:rsidR="00105485" w:rsidRPr="00C52606" w:rsidRDefault="00105485" w:rsidP="00C52606">
      <w:pPr>
        <w:pStyle w:val="ListParagraph"/>
        <w:widowControl w:val="0"/>
        <w:numPr>
          <w:ilvl w:val="0"/>
          <w:numId w:val="56"/>
        </w:numPr>
        <w:pBdr>
          <w:top w:val="nil"/>
          <w:left w:val="nil"/>
          <w:bottom w:val="nil"/>
          <w:right w:val="nil"/>
          <w:between w:val="nil"/>
          <w:bar w:val="nil"/>
        </w:pBdr>
        <w:tabs>
          <w:tab w:val="left" w:pos="720"/>
        </w:tabs>
        <w:spacing w:after="120"/>
        <w:rPr>
          <w:color w:val="1F1F1F"/>
          <w:u w:color="1F1F1F"/>
        </w:rPr>
      </w:pPr>
      <w:proofErr w:type="gramStart"/>
      <w:r w:rsidRPr="00C52606">
        <w:rPr>
          <w:color w:val="1F1F1F"/>
          <w:u w:color="1F1F1F"/>
        </w:rPr>
        <w:t>sources</w:t>
      </w:r>
      <w:proofErr w:type="gramEnd"/>
      <w:r w:rsidRPr="00C52606">
        <w:rPr>
          <w:color w:val="1F1F1F"/>
          <w:u w:color="1F1F1F"/>
        </w:rPr>
        <w:t xml:space="preserve"> of law and how the law helps society deal with complex problems</w:t>
      </w:r>
      <w:r w:rsidR="00C52606">
        <w:rPr>
          <w:color w:val="1F1F1F"/>
          <w:u w:color="1F1F1F"/>
        </w:rPr>
        <w:t>.</w:t>
      </w:r>
    </w:p>
    <w:p w14:paraId="71491817" w14:textId="77777777" w:rsidR="00105485" w:rsidRDefault="00105485" w:rsidP="00105485">
      <w:pPr>
        <w:pStyle w:val="Body"/>
      </w:pPr>
    </w:p>
    <w:p w14:paraId="1C2E0F96" w14:textId="77777777" w:rsidR="00105485" w:rsidRPr="00C52606" w:rsidRDefault="00105485" w:rsidP="00105485">
      <w:pPr>
        <w:pStyle w:val="Body"/>
        <w:rPr>
          <w:b/>
        </w:rPr>
      </w:pPr>
      <w:r w:rsidRPr="00C52606">
        <w:rPr>
          <w:b/>
        </w:rPr>
        <w:t>Scotland:</w:t>
      </w:r>
    </w:p>
    <w:p w14:paraId="2E18B041" w14:textId="77777777" w:rsidR="00105485" w:rsidRDefault="00105485" w:rsidP="00105485">
      <w:pPr>
        <w:pStyle w:val="Body"/>
        <w:spacing w:after="120"/>
      </w:pPr>
      <w:r>
        <w:t>Within the cross thematic learning of Global Citizenship:</w:t>
      </w:r>
    </w:p>
    <w:p w14:paraId="042E8163" w14:textId="76E4EB60" w:rsidR="00105485" w:rsidRPr="00C52606" w:rsidRDefault="00105485" w:rsidP="00C52606">
      <w:pPr>
        <w:pStyle w:val="ListParagraph"/>
        <w:widowControl w:val="0"/>
        <w:numPr>
          <w:ilvl w:val="0"/>
          <w:numId w:val="55"/>
        </w:numPr>
        <w:pBdr>
          <w:top w:val="nil"/>
          <w:left w:val="nil"/>
          <w:bottom w:val="nil"/>
          <w:right w:val="nil"/>
          <w:between w:val="nil"/>
          <w:bar w:val="nil"/>
        </w:pBdr>
        <w:tabs>
          <w:tab w:val="left" w:pos="720"/>
        </w:tabs>
        <w:spacing w:after="120"/>
        <w:rPr>
          <w:color w:val="262626"/>
          <w:u w:color="262626"/>
        </w:rPr>
      </w:pPr>
      <w:r w:rsidRPr="00C52606">
        <w:rPr>
          <w:color w:val="262626"/>
          <w:u w:color="262626"/>
        </w:rPr>
        <w:t>develop an understanding of equality and human rights issues and make links to rights and responsibilities l</w:t>
      </w:r>
      <w:r w:rsidR="00C52606">
        <w:rPr>
          <w:color w:val="262626"/>
          <w:u w:color="262626"/>
        </w:rPr>
        <w:t>ocally, nationally and globally</w:t>
      </w:r>
    </w:p>
    <w:p w14:paraId="67A209CE" w14:textId="15551A10" w:rsidR="00105485" w:rsidRPr="00C52606" w:rsidRDefault="00105485" w:rsidP="00C52606">
      <w:pPr>
        <w:pStyle w:val="ListParagraph"/>
        <w:widowControl w:val="0"/>
        <w:numPr>
          <w:ilvl w:val="0"/>
          <w:numId w:val="55"/>
        </w:numPr>
        <w:pBdr>
          <w:top w:val="nil"/>
          <w:left w:val="nil"/>
          <w:bottom w:val="nil"/>
          <w:right w:val="nil"/>
          <w:between w:val="nil"/>
          <w:bar w:val="nil"/>
        </w:pBdr>
        <w:tabs>
          <w:tab w:val="left" w:pos="720"/>
        </w:tabs>
        <w:spacing w:after="120"/>
        <w:rPr>
          <w:color w:val="262626"/>
          <w:u w:color="262626"/>
        </w:rPr>
      </w:pPr>
      <w:proofErr w:type="gramStart"/>
      <w:r w:rsidRPr="00C52606">
        <w:rPr>
          <w:color w:val="262626"/>
          <w:u w:color="262626"/>
        </w:rPr>
        <w:t>demonstrate</w:t>
      </w:r>
      <w:proofErr w:type="gramEnd"/>
      <w:r w:rsidRPr="00C52606">
        <w:rPr>
          <w:color w:val="262626"/>
          <w:u w:color="262626"/>
        </w:rPr>
        <w:t xml:space="preserve"> the values of wisdom, justice, compassion and integrity both within and </w:t>
      </w:r>
      <w:proofErr w:type="spellStart"/>
      <w:r w:rsidR="00D7293F" w:rsidRPr="00C52606">
        <w:rPr>
          <w:u w:color="262626"/>
        </w:rPr>
        <w:t>outwith</w:t>
      </w:r>
      <w:proofErr w:type="spellEnd"/>
      <w:r w:rsidRPr="00C52606">
        <w:rPr>
          <w:color w:val="9A55BE"/>
          <w:u w:color="262626"/>
        </w:rPr>
        <w:t xml:space="preserve"> </w:t>
      </w:r>
      <w:r w:rsidR="001C595B" w:rsidRPr="00C52606">
        <w:rPr>
          <w:color w:val="262626"/>
          <w:u w:color="262626"/>
        </w:rPr>
        <w:t>the school community.</w:t>
      </w:r>
    </w:p>
    <w:p w14:paraId="269597BB" w14:textId="77777777" w:rsidR="00C52606" w:rsidRDefault="00C52606" w:rsidP="00C52606">
      <w:pPr>
        <w:pStyle w:val="ListParagraph"/>
        <w:widowControl w:val="0"/>
        <w:pBdr>
          <w:top w:val="nil"/>
          <w:left w:val="nil"/>
          <w:bottom w:val="nil"/>
          <w:right w:val="nil"/>
          <w:between w:val="nil"/>
          <w:bar w:val="nil"/>
        </w:pBdr>
        <w:tabs>
          <w:tab w:val="left" w:pos="720"/>
        </w:tabs>
        <w:spacing w:after="120"/>
        <w:ind w:left="580"/>
        <w:rPr>
          <w:color w:val="262626"/>
          <w:u w:color="262626"/>
        </w:rPr>
      </w:pPr>
    </w:p>
    <w:p w14:paraId="6BB22A1D" w14:textId="6D6E2239" w:rsidR="00C52606" w:rsidRPr="00C52606" w:rsidRDefault="00C52606" w:rsidP="00C52606">
      <w:pPr>
        <w:widowControl w:val="0"/>
        <w:pBdr>
          <w:top w:val="nil"/>
          <w:left w:val="nil"/>
          <w:bottom w:val="nil"/>
          <w:right w:val="nil"/>
          <w:between w:val="nil"/>
          <w:bar w:val="nil"/>
        </w:pBdr>
        <w:tabs>
          <w:tab w:val="num" w:pos="580"/>
          <w:tab w:val="left" w:pos="720"/>
        </w:tabs>
        <w:spacing w:after="120"/>
        <w:rPr>
          <w:b/>
          <w:color w:val="262626"/>
          <w:u w:color="262626"/>
        </w:rPr>
      </w:pPr>
      <w:r w:rsidRPr="00C52606">
        <w:rPr>
          <w:b/>
          <w:color w:val="262626"/>
          <w:u w:color="262626"/>
        </w:rPr>
        <w:t>Northern Ireland</w:t>
      </w:r>
      <w:r>
        <w:rPr>
          <w:b/>
          <w:color w:val="262626"/>
          <w:u w:color="262626"/>
        </w:rPr>
        <w:t>:</w:t>
      </w:r>
    </w:p>
    <w:p w14:paraId="2D067E0B" w14:textId="77777777" w:rsidR="00C52606" w:rsidRPr="00C52606" w:rsidRDefault="00C52606" w:rsidP="00C52606">
      <w:pPr>
        <w:pStyle w:val="ListParagraph"/>
        <w:widowControl w:val="0"/>
        <w:numPr>
          <w:ilvl w:val="0"/>
          <w:numId w:val="53"/>
        </w:numPr>
        <w:pBdr>
          <w:top w:val="nil"/>
          <w:left w:val="nil"/>
          <w:bottom w:val="nil"/>
          <w:right w:val="nil"/>
          <w:between w:val="nil"/>
          <w:bar w:val="nil"/>
        </w:pBdr>
        <w:tabs>
          <w:tab w:val="num" w:pos="580"/>
          <w:tab w:val="left" w:pos="720"/>
        </w:tabs>
        <w:spacing w:after="120"/>
        <w:rPr>
          <w:color w:val="262626"/>
          <w:u w:color="262626"/>
        </w:rPr>
      </w:pPr>
      <w:r w:rsidRPr="00C52606">
        <w:rPr>
          <w:color w:val="262626"/>
          <w:u w:color="262626"/>
        </w:rPr>
        <w:t>identify and exercise their rights and social responsibilities in relation to local, national and global issues;</w:t>
      </w:r>
    </w:p>
    <w:p w14:paraId="6D1E27DD" w14:textId="77777777" w:rsidR="00C52606" w:rsidRPr="00C52606" w:rsidRDefault="00C52606" w:rsidP="00C52606">
      <w:pPr>
        <w:pStyle w:val="ListParagraph"/>
        <w:widowControl w:val="0"/>
        <w:numPr>
          <w:ilvl w:val="0"/>
          <w:numId w:val="53"/>
        </w:numPr>
        <w:pBdr>
          <w:top w:val="nil"/>
          <w:left w:val="nil"/>
          <w:bottom w:val="nil"/>
          <w:right w:val="nil"/>
          <w:between w:val="nil"/>
          <w:bar w:val="nil"/>
        </w:pBdr>
        <w:tabs>
          <w:tab w:val="num" w:pos="580"/>
          <w:tab w:val="left" w:pos="720"/>
        </w:tabs>
        <w:spacing w:after="120"/>
        <w:rPr>
          <w:color w:val="262626"/>
          <w:u w:color="262626"/>
        </w:rPr>
      </w:pPr>
      <w:r w:rsidRPr="00C52606">
        <w:rPr>
          <w:color w:val="262626"/>
          <w:u w:color="262626"/>
        </w:rPr>
        <w:t>develop their understanding of the role of society and government in safeguarding individual and collective rights in order to promote equality and to ensure that everyone is treated fairly;</w:t>
      </w:r>
    </w:p>
    <w:p w14:paraId="38EC2825" w14:textId="77777777" w:rsidR="00C52606" w:rsidRPr="00C52606" w:rsidRDefault="00C52606" w:rsidP="00C52606">
      <w:pPr>
        <w:pStyle w:val="ListParagraph"/>
        <w:widowControl w:val="0"/>
        <w:numPr>
          <w:ilvl w:val="0"/>
          <w:numId w:val="53"/>
        </w:numPr>
        <w:pBdr>
          <w:top w:val="nil"/>
          <w:left w:val="nil"/>
          <w:bottom w:val="nil"/>
          <w:right w:val="nil"/>
          <w:between w:val="nil"/>
          <w:bar w:val="nil"/>
        </w:pBdr>
        <w:tabs>
          <w:tab w:val="num" w:pos="580"/>
          <w:tab w:val="left" w:pos="720"/>
        </w:tabs>
        <w:spacing w:after="120"/>
        <w:rPr>
          <w:color w:val="262626"/>
          <w:u w:color="262626"/>
        </w:rPr>
      </w:pPr>
      <w:proofErr w:type="gramStart"/>
      <w:r w:rsidRPr="00C52606">
        <w:rPr>
          <w:color w:val="262626"/>
          <w:u w:color="262626"/>
        </w:rPr>
        <w:t>develop</w:t>
      </w:r>
      <w:proofErr w:type="gramEnd"/>
      <w:r w:rsidRPr="00C52606">
        <w:rPr>
          <w:color w:val="262626"/>
          <w:u w:color="262626"/>
        </w:rPr>
        <w:t xml:space="preserve"> awareness of the role of non-governmental organisations.</w:t>
      </w:r>
    </w:p>
    <w:p w14:paraId="56CCEBC8" w14:textId="77777777" w:rsidR="00C52606" w:rsidRPr="00C52606" w:rsidRDefault="00C52606" w:rsidP="00C52606">
      <w:pPr>
        <w:widowControl w:val="0"/>
        <w:pBdr>
          <w:top w:val="nil"/>
          <w:left w:val="nil"/>
          <w:bottom w:val="nil"/>
          <w:right w:val="nil"/>
          <w:between w:val="nil"/>
          <w:bar w:val="nil"/>
        </w:pBdr>
        <w:tabs>
          <w:tab w:val="num" w:pos="580"/>
          <w:tab w:val="left" w:pos="720"/>
        </w:tabs>
        <w:spacing w:after="120"/>
        <w:rPr>
          <w:color w:val="262626"/>
          <w:u w:color="262626"/>
        </w:rPr>
      </w:pPr>
    </w:p>
    <w:p w14:paraId="0E7E376B" w14:textId="53EAAFFB" w:rsidR="00C52606" w:rsidRPr="00C52606" w:rsidRDefault="00C52606" w:rsidP="00C52606">
      <w:pPr>
        <w:widowControl w:val="0"/>
        <w:pBdr>
          <w:top w:val="nil"/>
          <w:left w:val="nil"/>
          <w:bottom w:val="nil"/>
          <w:right w:val="nil"/>
          <w:between w:val="nil"/>
          <w:bar w:val="nil"/>
        </w:pBdr>
        <w:tabs>
          <w:tab w:val="num" w:pos="580"/>
          <w:tab w:val="left" w:pos="720"/>
        </w:tabs>
        <w:spacing w:after="120"/>
        <w:rPr>
          <w:b/>
          <w:color w:val="262626"/>
          <w:u w:color="262626"/>
        </w:rPr>
      </w:pPr>
      <w:r w:rsidRPr="00C52606">
        <w:rPr>
          <w:b/>
          <w:color w:val="262626"/>
          <w:u w:color="262626"/>
        </w:rPr>
        <w:t>Wales</w:t>
      </w:r>
      <w:r>
        <w:rPr>
          <w:b/>
          <w:color w:val="262626"/>
          <w:u w:color="262626"/>
        </w:rPr>
        <w:t>:</w:t>
      </w:r>
    </w:p>
    <w:p w14:paraId="1B20BC98" w14:textId="77777777" w:rsidR="00C52606" w:rsidRPr="00C52606" w:rsidRDefault="00C52606" w:rsidP="00C52606">
      <w:pPr>
        <w:widowControl w:val="0"/>
        <w:pBdr>
          <w:top w:val="nil"/>
          <w:left w:val="nil"/>
          <w:bottom w:val="nil"/>
          <w:right w:val="nil"/>
          <w:between w:val="nil"/>
          <w:bar w:val="nil"/>
        </w:pBdr>
        <w:tabs>
          <w:tab w:val="num" w:pos="580"/>
          <w:tab w:val="left" w:pos="720"/>
        </w:tabs>
        <w:spacing w:after="120"/>
        <w:rPr>
          <w:color w:val="262626"/>
          <w:u w:color="262626"/>
        </w:rPr>
      </w:pPr>
      <w:r w:rsidRPr="00C52606">
        <w:rPr>
          <w:color w:val="262626"/>
          <w:u w:color="262626"/>
        </w:rPr>
        <w:t xml:space="preserve">Learners should be given opportunities to: </w:t>
      </w:r>
    </w:p>
    <w:p w14:paraId="51EFD9F3" w14:textId="77777777" w:rsidR="00C52606" w:rsidRPr="00C52606" w:rsidRDefault="00C52606" w:rsidP="00C52606">
      <w:pPr>
        <w:pStyle w:val="ListParagraph"/>
        <w:widowControl w:val="0"/>
        <w:numPr>
          <w:ilvl w:val="0"/>
          <w:numId w:val="54"/>
        </w:numPr>
        <w:pBdr>
          <w:top w:val="nil"/>
          <w:left w:val="nil"/>
          <w:bottom w:val="nil"/>
          <w:right w:val="nil"/>
          <w:between w:val="nil"/>
          <w:bar w:val="nil"/>
        </w:pBdr>
        <w:tabs>
          <w:tab w:val="num" w:pos="580"/>
          <w:tab w:val="left" w:pos="720"/>
        </w:tabs>
        <w:spacing w:after="120"/>
        <w:rPr>
          <w:color w:val="262626"/>
          <w:u w:color="262626"/>
        </w:rPr>
      </w:pPr>
      <w:r w:rsidRPr="00C52606">
        <w:rPr>
          <w:color w:val="262626"/>
          <w:u w:color="262626"/>
        </w:rPr>
        <w:t>take different perspectives into account when making informed decisions and choices effectively</w:t>
      </w:r>
    </w:p>
    <w:p w14:paraId="71ADA112" w14:textId="0860137E" w:rsidR="00C52606" w:rsidRDefault="00C52606" w:rsidP="00C52606">
      <w:pPr>
        <w:pStyle w:val="ListParagraph"/>
        <w:widowControl w:val="0"/>
        <w:numPr>
          <w:ilvl w:val="0"/>
          <w:numId w:val="54"/>
        </w:numPr>
        <w:pBdr>
          <w:top w:val="nil"/>
          <w:left w:val="nil"/>
          <w:bottom w:val="nil"/>
          <w:right w:val="nil"/>
          <w:between w:val="nil"/>
          <w:bar w:val="nil"/>
        </w:pBdr>
        <w:tabs>
          <w:tab w:val="num" w:pos="580"/>
          <w:tab w:val="left" w:pos="720"/>
        </w:tabs>
        <w:spacing w:after="120"/>
        <w:rPr>
          <w:color w:val="262626"/>
          <w:u w:color="262626"/>
        </w:rPr>
      </w:pPr>
      <w:r w:rsidRPr="00C52606">
        <w:rPr>
          <w:color w:val="262626"/>
          <w:u w:color="262626"/>
        </w:rPr>
        <w:t>use a range of tec</w:t>
      </w:r>
      <w:r>
        <w:rPr>
          <w:color w:val="262626"/>
          <w:u w:color="262626"/>
        </w:rPr>
        <w:t>hniques for personal reflection; and</w:t>
      </w:r>
    </w:p>
    <w:p w14:paraId="013D385E" w14:textId="68D88709" w:rsidR="00C52606" w:rsidRPr="00C52606" w:rsidRDefault="00C52606" w:rsidP="00C52606">
      <w:pPr>
        <w:pStyle w:val="ListParagraph"/>
        <w:widowControl w:val="0"/>
        <w:numPr>
          <w:ilvl w:val="0"/>
          <w:numId w:val="54"/>
        </w:numPr>
        <w:pBdr>
          <w:top w:val="nil"/>
          <w:left w:val="nil"/>
          <w:bottom w:val="nil"/>
          <w:right w:val="nil"/>
          <w:between w:val="nil"/>
          <w:bar w:val="nil"/>
        </w:pBdr>
        <w:tabs>
          <w:tab w:val="num" w:pos="580"/>
          <w:tab w:val="left" w:pos="720"/>
        </w:tabs>
        <w:spacing w:after="120"/>
        <w:rPr>
          <w:color w:val="262626"/>
          <w:u w:color="262626"/>
        </w:rPr>
      </w:pPr>
      <w:proofErr w:type="gramStart"/>
      <w:r w:rsidRPr="00C52606">
        <w:rPr>
          <w:color w:val="262626"/>
          <w:u w:color="262626"/>
        </w:rPr>
        <w:t>to</w:t>
      </w:r>
      <w:proofErr w:type="gramEnd"/>
      <w:r w:rsidRPr="00C52606">
        <w:rPr>
          <w:color w:val="262626"/>
          <w:u w:color="262626"/>
        </w:rPr>
        <w:t xml:space="preserve"> understand: local and global contemporary issues and events, e.g. homelessness and international migration</w:t>
      </w:r>
      <w:r>
        <w:rPr>
          <w:color w:val="262626"/>
          <w:u w:color="262626"/>
        </w:rPr>
        <w:t>.</w:t>
      </w:r>
    </w:p>
    <w:p w14:paraId="4E5F2071" w14:textId="77777777" w:rsidR="00105485" w:rsidRDefault="00105485" w:rsidP="00C52606">
      <w:pPr>
        <w:pStyle w:val="Body"/>
      </w:pPr>
    </w:p>
    <w:p w14:paraId="38D2C1DB" w14:textId="77777777" w:rsidR="00701A5E" w:rsidRDefault="00701A5E">
      <w:pPr>
        <w:rPr>
          <w:rFonts w:eastAsiaTheme="majorEastAsia" w:cstheme="majorBidi"/>
          <w:b/>
          <w:bCs/>
          <w:color w:val="000000" w:themeColor="text1"/>
          <w:lang w:val="en-US"/>
        </w:rPr>
      </w:pPr>
      <w:r>
        <w:rPr>
          <w:lang w:val="en-US"/>
        </w:rPr>
        <w:br w:type="page"/>
      </w:r>
    </w:p>
    <w:p w14:paraId="326C6B83" w14:textId="71ED5495" w:rsidR="00105485" w:rsidRDefault="00105485" w:rsidP="00105485">
      <w:pPr>
        <w:pStyle w:val="Heading2"/>
      </w:pPr>
      <w:r>
        <w:rPr>
          <w:lang w:val="en-US"/>
        </w:rPr>
        <w:lastRenderedPageBreak/>
        <w:t xml:space="preserve">Session </w:t>
      </w:r>
      <w:r w:rsidR="00D7293F">
        <w:rPr>
          <w:lang w:val="en-US"/>
        </w:rPr>
        <w:t>one</w:t>
      </w:r>
      <w:r>
        <w:rPr>
          <w:lang w:val="en-US"/>
        </w:rPr>
        <w:t>: Thinking about conflict</w:t>
      </w:r>
    </w:p>
    <w:p w14:paraId="04655FFA" w14:textId="1F986F26" w:rsidR="00105485" w:rsidRDefault="00105485" w:rsidP="00B356CF">
      <w:pPr>
        <w:pStyle w:val="ListParagraph"/>
        <w:numPr>
          <w:ilvl w:val="0"/>
          <w:numId w:val="14"/>
        </w:numPr>
        <w:pBdr>
          <w:top w:val="nil"/>
          <w:left w:val="nil"/>
          <w:bottom w:val="nil"/>
          <w:right w:val="nil"/>
          <w:between w:val="nil"/>
          <w:bar w:val="nil"/>
        </w:pBdr>
        <w:tabs>
          <w:tab w:val="num" w:pos="360"/>
        </w:tabs>
        <w:ind w:left="360" w:hanging="360"/>
      </w:pPr>
      <w:r>
        <w:t xml:space="preserve">Explain to young people that over the next two sessions they will be critically analysing and responding to a short film or film short called </w:t>
      </w:r>
      <w:r w:rsidR="00D7293F" w:rsidRPr="00D7293F">
        <w:rPr>
          <w:i/>
        </w:rPr>
        <w:t>The Unknown Soldier</w:t>
      </w:r>
      <w:r>
        <w:t xml:space="preserve">. </w:t>
      </w:r>
    </w:p>
    <w:p w14:paraId="401FB610" w14:textId="77777777" w:rsidR="00105485" w:rsidRDefault="00105485" w:rsidP="00105485">
      <w:pPr>
        <w:pStyle w:val="Body"/>
      </w:pPr>
    </w:p>
    <w:p w14:paraId="3F871EC1" w14:textId="6A68483B" w:rsidR="00105485" w:rsidRDefault="00105485" w:rsidP="00956D9B">
      <w:pPr>
        <w:pStyle w:val="Body"/>
        <w:ind w:left="357"/>
      </w:pPr>
      <w:r>
        <w:t>Show young people the film and use either</w:t>
      </w:r>
      <w:r w:rsidR="00D7293F">
        <w:t xml:space="preserve"> </w:t>
      </w:r>
      <w:hyperlink r:id="rId13" w:history="1">
        <w:r w:rsidR="00956D9B" w:rsidRPr="00AB5FE7">
          <w:rPr>
            <w:rStyle w:val="Hyperlink"/>
          </w:rPr>
          <w:t>supporting a</w:t>
        </w:r>
        <w:r w:rsidRPr="00AB5FE7">
          <w:rPr>
            <w:rStyle w:val="Hyperlink"/>
          </w:rPr>
          <w:t>ctivity 2</w:t>
        </w:r>
      </w:hyperlink>
      <w:r w:rsidRPr="00AB5FE7">
        <w:t xml:space="preserve">: Character building or </w:t>
      </w:r>
      <w:hyperlink r:id="rId14" w:history="1">
        <w:r w:rsidR="00956D9B" w:rsidRPr="00AB5FE7">
          <w:rPr>
            <w:rStyle w:val="Hyperlink"/>
          </w:rPr>
          <w:t>a</w:t>
        </w:r>
        <w:r w:rsidRPr="00AB5FE7">
          <w:rPr>
            <w:rStyle w:val="Hyperlink"/>
          </w:rPr>
          <w:t>ctivity 4</w:t>
        </w:r>
      </w:hyperlink>
      <w:r w:rsidRPr="00AB5FE7">
        <w:t>: Counting</w:t>
      </w:r>
      <w:r w:rsidR="00D7293F" w:rsidRPr="00AB5FE7">
        <w:t xml:space="preserve"> the cost</w:t>
      </w:r>
      <w:r>
        <w:t xml:space="preserve"> to help them engage with the film.  This should take between </w:t>
      </w:r>
      <w:r>
        <w:rPr>
          <w:lang w:val="fr-FR"/>
        </w:rPr>
        <w:t>20-30 minutes.</w:t>
      </w:r>
    </w:p>
    <w:p w14:paraId="3DB3A5CF" w14:textId="77777777" w:rsidR="00105485" w:rsidRDefault="00105485" w:rsidP="00105485">
      <w:pPr>
        <w:pStyle w:val="Body"/>
      </w:pPr>
    </w:p>
    <w:p w14:paraId="2A57C86B" w14:textId="48092E18" w:rsidR="00105485" w:rsidRDefault="00105485" w:rsidP="00956D9B">
      <w:pPr>
        <w:pStyle w:val="ListParagraph"/>
        <w:numPr>
          <w:ilvl w:val="0"/>
          <w:numId w:val="14"/>
        </w:numPr>
        <w:pBdr>
          <w:top w:val="nil"/>
          <w:left w:val="nil"/>
          <w:bottom w:val="nil"/>
          <w:right w:val="nil"/>
          <w:between w:val="nil"/>
          <w:bar w:val="nil"/>
        </w:pBdr>
        <w:tabs>
          <w:tab w:val="num" w:pos="360"/>
        </w:tabs>
        <w:ind w:left="360" w:hanging="360"/>
      </w:pPr>
      <w:r>
        <w:t xml:space="preserve">Ask learners how relevant they feel the film is to understanding conflicts today. Allow for open responses to this and record key points from their discussions on a flipchart or whiteboard for later use. </w:t>
      </w:r>
      <w:r w:rsidR="005F25BD" w:rsidRPr="005F25BD">
        <w:rPr>
          <w:color w:val="7F7F7F"/>
          <w:sz w:val="20"/>
          <w:szCs w:val="20"/>
        </w:rPr>
        <w:t>[</w:t>
      </w:r>
      <w:r w:rsidRPr="00F8012D">
        <w:rPr>
          <w:color w:val="7F7F7F"/>
          <w:sz w:val="20"/>
          <w:szCs w:val="20"/>
        </w:rPr>
        <w:t>To aid their thinking if they struggle, they might consider what the conditions are like, what the emotions of the soldiers might be, the sounds and sights they experience – do they think there are similarities or differences compared with WWI and today?</w:t>
      </w:r>
      <w:r w:rsidR="005F25BD">
        <w:rPr>
          <w:color w:val="7F7F7F"/>
          <w:sz w:val="20"/>
          <w:szCs w:val="20"/>
        </w:rPr>
        <w:t>]</w:t>
      </w:r>
      <w:r>
        <w:br/>
      </w:r>
    </w:p>
    <w:p w14:paraId="032DE0A6" w14:textId="5245FDC3" w:rsidR="00105485" w:rsidRDefault="00105485" w:rsidP="00956D9B">
      <w:pPr>
        <w:pStyle w:val="ListParagraph"/>
        <w:ind w:left="360"/>
      </w:pPr>
      <w:r>
        <w:t xml:space="preserve">As conversation naturally slows, push the discussions a little further by asking ‘how are today’s international armed conflicts different to WWI?’ </w:t>
      </w:r>
      <w:r>
        <w:rPr>
          <w:color w:val="7F7F7F"/>
          <w:sz w:val="20"/>
          <w:szCs w:val="20"/>
        </w:rPr>
        <w:t>[</w:t>
      </w:r>
      <w:r w:rsidR="004104BA">
        <w:rPr>
          <w:color w:val="7F7F7F"/>
          <w:sz w:val="20"/>
          <w:szCs w:val="20"/>
        </w:rPr>
        <w:t>I</w:t>
      </w:r>
      <w:r>
        <w:rPr>
          <w:color w:val="7F7F7F"/>
          <w:sz w:val="20"/>
          <w:szCs w:val="20"/>
        </w:rPr>
        <w:t xml:space="preserve">ssues that may come up include the use of technology, the weapons used, the </w:t>
      </w:r>
      <w:r w:rsidR="004104BA">
        <w:rPr>
          <w:color w:val="7F7F7F"/>
          <w:sz w:val="20"/>
          <w:szCs w:val="20"/>
        </w:rPr>
        <w:t xml:space="preserve">locations of conflict, the </w:t>
      </w:r>
      <w:r>
        <w:rPr>
          <w:color w:val="7F7F7F"/>
          <w:sz w:val="20"/>
          <w:szCs w:val="20"/>
        </w:rPr>
        <w:t>methods of warfare (i.e. not in trenches), the impact on soldiers</w:t>
      </w:r>
      <w:r w:rsidR="001C595B">
        <w:rPr>
          <w:color w:val="7F7F7F"/>
          <w:sz w:val="20"/>
          <w:szCs w:val="20"/>
        </w:rPr>
        <w:t xml:space="preserve"> and </w:t>
      </w:r>
      <w:r>
        <w:rPr>
          <w:color w:val="7F7F7F"/>
          <w:sz w:val="20"/>
          <w:szCs w:val="20"/>
        </w:rPr>
        <w:t>civilians, the nature and number of casualties etc.]</w:t>
      </w:r>
    </w:p>
    <w:p w14:paraId="120FE792" w14:textId="77777777" w:rsidR="00105485" w:rsidRDefault="00105485" w:rsidP="00105485">
      <w:pPr>
        <w:pStyle w:val="ListParagraph"/>
        <w:ind w:left="360"/>
      </w:pPr>
    </w:p>
    <w:p w14:paraId="73523AC3" w14:textId="37FF36F2" w:rsidR="00956D9B" w:rsidRDefault="00105485" w:rsidP="00B356CF">
      <w:pPr>
        <w:pStyle w:val="ListParagraph"/>
        <w:numPr>
          <w:ilvl w:val="0"/>
          <w:numId w:val="14"/>
        </w:numPr>
        <w:pBdr>
          <w:top w:val="nil"/>
          <w:left w:val="nil"/>
          <w:bottom w:val="nil"/>
          <w:right w:val="nil"/>
          <w:between w:val="nil"/>
          <w:bar w:val="nil"/>
        </w:pBdr>
        <w:tabs>
          <w:tab w:val="num" w:pos="360"/>
        </w:tabs>
        <w:ind w:left="360" w:hanging="360"/>
      </w:pPr>
      <w:r w:rsidRPr="004104BA">
        <w:t>Introduce to young people the idea that whether during WWI or in modern warfare, international armed conflict has a humanitarian impact</w:t>
      </w:r>
      <w:r w:rsidR="001C595B">
        <w:t xml:space="preserve"> – i</w:t>
      </w:r>
      <w:r w:rsidRPr="004104BA">
        <w:t xml:space="preserve">t affects people.  </w:t>
      </w:r>
    </w:p>
    <w:p w14:paraId="45172CEA" w14:textId="77777777" w:rsidR="00956D9B" w:rsidRDefault="00956D9B" w:rsidP="00956D9B">
      <w:pPr>
        <w:pStyle w:val="ListParagraph"/>
        <w:pBdr>
          <w:top w:val="nil"/>
          <w:left w:val="nil"/>
          <w:bottom w:val="nil"/>
          <w:right w:val="nil"/>
          <w:between w:val="nil"/>
          <w:bar w:val="nil"/>
        </w:pBdr>
        <w:ind w:left="360"/>
      </w:pPr>
    </w:p>
    <w:p w14:paraId="0733866A" w14:textId="3833FDC6" w:rsidR="00105485" w:rsidRPr="004104BA" w:rsidRDefault="00105485" w:rsidP="00956D9B">
      <w:pPr>
        <w:pStyle w:val="ListParagraph"/>
        <w:pBdr>
          <w:top w:val="nil"/>
          <w:left w:val="nil"/>
          <w:bottom w:val="nil"/>
          <w:right w:val="nil"/>
          <w:between w:val="nil"/>
          <w:bar w:val="nil"/>
        </w:pBdr>
        <w:ind w:left="360"/>
      </w:pPr>
      <w:r w:rsidRPr="004104BA">
        <w:t>Ask learners to form small groups</w:t>
      </w:r>
      <w:r w:rsidR="004104BA">
        <w:t xml:space="preserve"> </w:t>
      </w:r>
      <w:r w:rsidRPr="004104BA">
        <w:t xml:space="preserve">and ask them </w:t>
      </w:r>
      <w:r w:rsidR="001C595B">
        <w:t>to discuss what they think the</w:t>
      </w:r>
      <w:r w:rsidRPr="004104BA">
        <w:t xml:space="preserve"> humanitarian impacts</w:t>
      </w:r>
      <w:r w:rsidR="001C595B">
        <w:t xml:space="preserve"> of armed conflict</w:t>
      </w:r>
      <w:r w:rsidRPr="004104BA">
        <w:t xml:space="preserve"> might be.  </w:t>
      </w:r>
    </w:p>
    <w:p w14:paraId="5EB847BA" w14:textId="77777777" w:rsidR="00105485" w:rsidRDefault="00105485" w:rsidP="00105485">
      <w:pPr>
        <w:pStyle w:val="ListParagraph"/>
        <w:ind w:left="360"/>
      </w:pPr>
    </w:p>
    <w:p w14:paraId="5EA4A5C0" w14:textId="77777777" w:rsidR="00105485" w:rsidRPr="00956D9B" w:rsidRDefault="00105485" w:rsidP="00105485">
      <w:pPr>
        <w:pStyle w:val="ListParagraph"/>
        <w:ind w:left="360"/>
      </w:pPr>
      <w:r w:rsidRPr="00956D9B">
        <w:t>Give groups around five minutes to start a discussion, and then bring the whole group back together, inviting each group to contribute one example of a humanitarian impact.  You could record their ideas for future reference.</w:t>
      </w:r>
    </w:p>
    <w:p w14:paraId="6D77A844" w14:textId="77777777" w:rsidR="00105485" w:rsidRPr="00956D9B" w:rsidRDefault="00105485" w:rsidP="00105485">
      <w:pPr>
        <w:pStyle w:val="ListParagraph"/>
        <w:ind w:left="360"/>
      </w:pPr>
    </w:p>
    <w:p w14:paraId="773CDDB5" w14:textId="2C68437E" w:rsidR="00B356CF" w:rsidRPr="00956D9B" w:rsidRDefault="00105485" w:rsidP="00B356CF">
      <w:pPr>
        <w:pStyle w:val="ListParagraph"/>
        <w:ind w:left="360"/>
      </w:pPr>
      <w:r w:rsidRPr="00956D9B">
        <w:t>To close the sharing of ideas ask young people</w:t>
      </w:r>
      <w:r w:rsidR="004104BA" w:rsidRPr="00956D9B">
        <w:t>:</w:t>
      </w:r>
      <w:r w:rsidRPr="00956D9B">
        <w:t xml:space="preserve"> </w:t>
      </w:r>
      <w:r w:rsidR="00B356CF" w:rsidRPr="00956D9B">
        <w:t xml:space="preserve">‘In your opinion, is the humanitarian impact of international armed conflict more or less now than in the time of WWI?’  Use a position line to explore their response to the question: </w:t>
      </w:r>
    </w:p>
    <w:p w14:paraId="7512620F" w14:textId="77777777" w:rsidR="00B356CF" w:rsidRPr="00956D9B" w:rsidRDefault="00B356CF" w:rsidP="00B356CF">
      <w:pPr>
        <w:pStyle w:val="ListParagraph"/>
        <w:ind w:left="360"/>
      </w:pPr>
    </w:p>
    <w:p w14:paraId="469C676B" w14:textId="6BE293D0" w:rsidR="00956D9B" w:rsidRPr="00956D9B" w:rsidRDefault="00B356CF" w:rsidP="00956D9B">
      <w:pPr>
        <w:pStyle w:val="ListParagraph"/>
        <w:numPr>
          <w:ilvl w:val="0"/>
          <w:numId w:val="49"/>
        </w:numPr>
      </w:pPr>
      <w:r w:rsidRPr="00956D9B">
        <w:t>First give them a minute to think about the question</w:t>
      </w:r>
      <w:r w:rsidR="00D636E0">
        <w:t>.</w:t>
      </w:r>
    </w:p>
    <w:p w14:paraId="000730EC" w14:textId="77777777" w:rsidR="00956D9B" w:rsidRPr="00956D9B" w:rsidRDefault="00956D9B" w:rsidP="00956D9B">
      <w:pPr>
        <w:pStyle w:val="ListParagraph"/>
      </w:pPr>
    </w:p>
    <w:p w14:paraId="3E54277E" w14:textId="79384DA2" w:rsidR="00B356CF" w:rsidRPr="00956D9B" w:rsidRDefault="00B356CF" w:rsidP="00956D9B">
      <w:pPr>
        <w:pStyle w:val="ListParagraph"/>
        <w:numPr>
          <w:ilvl w:val="0"/>
          <w:numId w:val="49"/>
        </w:numPr>
      </w:pPr>
      <w:r w:rsidRPr="00956D9B">
        <w:t>Next explain that there is an imaginary line across the room with ‘less impact’ at one end of the line and ‘more impact’ at the other.  Ensure that ‘humanitarian impact’ as a concept is widely understood. Explain that they are free to position themselves at any point on the line based on their own feelings/understanding.</w:t>
      </w:r>
    </w:p>
    <w:p w14:paraId="3D7BE5DD" w14:textId="77777777" w:rsidR="00B356CF" w:rsidRDefault="00B356CF" w:rsidP="00B356CF">
      <w:pPr>
        <w:pStyle w:val="ListParagraph"/>
        <w:ind w:left="360"/>
      </w:pPr>
    </w:p>
    <w:p w14:paraId="552E2800" w14:textId="77777777" w:rsidR="00B356CF" w:rsidRPr="00956D9B" w:rsidRDefault="00B356CF" w:rsidP="00956D9B">
      <w:pPr>
        <w:pStyle w:val="ListParagraph"/>
        <w:numPr>
          <w:ilvl w:val="0"/>
          <w:numId w:val="49"/>
        </w:numPr>
      </w:pPr>
      <w:r w:rsidRPr="00956D9B">
        <w:t>Repeat the question ‘is the humanitarian impact of international armed conflict more or less now than in the time of WWI?’ and invite learners to move to their chosen position.</w:t>
      </w:r>
    </w:p>
    <w:p w14:paraId="66C1643C" w14:textId="77777777" w:rsidR="00B356CF" w:rsidRDefault="00B356CF" w:rsidP="00B356CF">
      <w:pPr>
        <w:pStyle w:val="ListParagraph"/>
        <w:ind w:left="360"/>
      </w:pPr>
    </w:p>
    <w:p w14:paraId="242F42A4" w14:textId="7C11661A" w:rsidR="00B356CF" w:rsidRPr="00956D9B" w:rsidRDefault="00B356CF" w:rsidP="00956D9B">
      <w:pPr>
        <w:pStyle w:val="ListParagraph"/>
        <w:numPr>
          <w:ilvl w:val="0"/>
          <w:numId w:val="49"/>
        </w:numPr>
        <w:rPr>
          <w:color w:val="7F7F7F"/>
        </w:rPr>
      </w:pPr>
      <w:r>
        <w:t>Walk the line and invite insights from learners as to why they chose their position</w:t>
      </w:r>
      <w:r w:rsidR="001C595B">
        <w:t>.</w:t>
      </w:r>
      <w:r>
        <w:t xml:space="preserve"> </w:t>
      </w:r>
      <w:r w:rsidRPr="00956D9B">
        <w:rPr>
          <w:color w:val="7F7F7F"/>
          <w:sz w:val="20"/>
          <w:szCs w:val="20"/>
        </w:rPr>
        <w:t>[</w:t>
      </w:r>
      <w:r w:rsidR="001C595B">
        <w:rPr>
          <w:color w:val="7F7F7F"/>
          <w:sz w:val="20"/>
          <w:szCs w:val="20"/>
        </w:rPr>
        <w:t>I</w:t>
      </w:r>
      <w:r w:rsidRPr="00956D9B">
        <w:rPr>
          <w:color w:val="7F7F7F"/>
          <w:sz w:val="20"/>
          <w:szCs w:val="20"/>
        </w:rPr>
        <w:t>t is important that learners realise there are not right and wrong answers here – more about their own feelings and interpretations].</w:t>
      </w:r>
    </w:p>
    <w:p w14:paraId="441C562F" w14:textId="77777777" w:rsidR="00B356CF" w:rsidRDefault="00B356CF" w:rsidP="00B356CF">
      <w:pPr>
        <w:pStyle w:val="ListParagraph"/>
        <w:ind w:left="1116"/>
        <w:rPr>
          <w:color w:val="7F7F7F"/>
        </w:rPr>
      </w:pPr>
    </w:p>
    <w:p w14:paraId="0E23234B" w14:textId="77777777" w:rsidR="00B356CF" w:rsidRPr="00956D9B" w:rsidRDefault="00B356CF" w:rsidP="00956D9B">
      <w:pPr>
        <w:pStyle w:val="ListParagraph"/>
        <w:numPr>
          <w:ilvl w:val="0"/>
          <w:numId w:val="49"/>
        </w:numPr>
      </w:pPr>
      <w:r w:rsidRPr="00956D9B">
        <w:t>Explain that the following activities will inform learners’ opinions further, and they will be asked to reconsider their viewpoints and whether they have changed.</w:t>
      </w:r>
    </w:p>
    <w:p w14:paraId="28D7A50F" w14:textId="77777777" w:rsidR="00105485" w:rsidRDefault="00105485" w:rsidP="00105485">
      <w:pPr>
        <w:pStyle w:val="ListParagraph"/>
        <w:ind w:left="360"/>
      </w:pPr>
    </w:p>
    <w:p w14:paraId="73E3F9CD" w14:textId="6CE22FFF" w:rsidR="00105485" w:rsidRDefault="00105485" w:rsidP="00B356CF">
      <w:pPr>
        <w:pStyle w:val="ListParagraph"/>
        <w:numPr>
          <w:ilvl w:val="0"/>
          <w:numId w:val="14"/>
        </w:numPr>
        <w:pBdr>
          <w:top w:val="nil"/>
          <w:left w:val="nil"/>
          <w:bottom w:val="nil"/>
          <w:right w:val="nil"/>
          <w:between w:val="nil"/>
          <w:bar w:val="nil"/>
        </w:pBdr>
        <w:tabs>
          <w:tab w:val="num" w:pos="360"/>
        </w:tabs>
        <w:ind w:left="360" w:hanging="360"/>
      </w:pPr>
      <w:r>
        <w:t xml:space="preserve">Introduce to learners the idea of rules and laws to govern how conflicts are fought.  Show them the </w:t>
      </w:r>
      <w:hyperlink r:id="rId15" w:history="1">
        <w:r w:rsidRPr="004104BA">
          <w:rPr>
            <w:rStyle w:val="Hyperlink"/>
          </w:rPr>
          <w:t>short animation</w:t>
        </w:r>
      </w:hyperlink>
      <w:r>
        <w:t xml:space="preserve"> that introduces the ‘Rules of War’.</w:t>
      </w:r>
    </w:p>
    <w:p w14:paraId="0BF32703" w14:textId="77777777" w:rsidR="00105485" w:rsidRDefault="00105485" w:rsidP="00105485">
      <w:pPr>
        <w:pStyle w:val="ListParagraph"/>
        <w:ind w:left="360"/>
      </w:pPr>
    </w:p>
    <w:p w14:paraId="0A2C432F" w14:textId="1E74C3A9" w:rsidR="00105485" w:rsidRDefault="00105485" w:rsidP="00105485">
      <w:pPr>
        <w:pStyle w:val="ListParagraph"/>
        <w:ind w:left="360"/>
      </w:pPr>
      <w:r>
        <w:t xml:space="preserve">In small groups give each group of learners a set of </w:t>
      </w:r>
      <w:r w:rsidRPr="001C595B">
        <w:t>‘key principles’ cards</w:t>
      </w:r>
      <w:r>
        <w:t xml:space="preserve"> that have been pre-cut from the </w:t>
      </w:r>
      <w:hyperlink r:id="rId16" w:history="1">
        <w:r w:rsidRPr="00AD7BC9">
          <w:rPr>
            <w:rStyle w:val="Hyperlink"/>
          </w:rPr>
          <w:t>template</w:t>
        </w:r>
      </w:hyperlink>
      <w:r w:rsidRPr="00AD7BC9">
        <w:t xml:space="preserve"> </w:t>
      </w:r>
      <w:r w:rsidR="001C595B" w:rsidRPr="00AD7BC9">
        <w:t>provided</w:t>
      </w:r>
      <w:r>
        <w:t xml:space="preserve">.  Ask learners to match the principle with the explanation </w:t>
      </w:r>
      <w:r>
        <w:rPr>
          <w:color w:val="7F7F7F"/>
          <w:sz w:val="20"/>
          <w:szCs w:val="20"/>
        </w:rPr>
        <w:t>[the purpose here is to check their understanding of the key principles drawn from the film].</w:t>
      </w:r>
      <w:r>
        <w:t xml:space="preserve">  The correct matching is as follows:</w:t>
      </w:r>
    </w:p>
    <w:p w14:paraId="5F1A122D" w14:textId="77777777" w:rsidR="00105485" w:rsidRDefault="00105485" w:rsidP="00105485">
      <w:pPr>
        <w:pStyle w:val="ListParagraph"/>
        <w:ind w:left="360"/>
      </w:pPr>
    </w:p>
    <w:p w14:paraId="063839B8" w14:textId="77777777" w:rsidR="00105485" w:rsidRDefault="00105485" w:rsidP="00105485">
      <w:pPr>
        <w:pStyle w:val="ListParagraph"/>
        <w:ind w:left="360"/>
      </w:pPr>
    </w:p>
    <w:tbl>
      <w:tblPr>
        <w:tblW w:w="985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227"/>
        <w:gridCol w:w="6628"/>
      </w:tblGrid>
      <w:tr w:rsidR="00BF7204" w14:paraId="4925C635" w14:textId="77777777" w:rsidTr="00BF7204">
        <w:trPr>
          <w:trHeight w:val="723"/>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AF480" w14:textId="77777777" w:rsidR="00BF7204" w:rsidRDefault="00BF7204" w:rsidP="00D7293F">
            <w:pPr>
              <w:pStyle w:val="ListParagraph"/>
              <w:ind w:left="0"/>
            </w:pPr>
            <w:r>
              <w:t>Distinction</w:t>
            </w:r>
          </w:p>
        </w:tc>
        <w:tc>
          <w:tcPr>
            <w:tcW w:w="6628" w:type="dxa"/>
            <w:tcBorders>
              <w:top w:val="single" w:sz="4" w:space="0" w:color="000000"/>
              <w:left w:val="single" w:sz="4" w:space="0" w:color="000000"/>
              <w:bottom w:val="single" w:sz="4" w:space="0" w:color="000000"/>
              <w:right w:val="single" w:sz="4" w:space="0" w:color="000000"/>
            </w:tcBorders>
          </w:tcPr>
          <w:p w14:paraId="7B58E2B1" w14:textId="1643B4CB" w:rsidR="00BF7204" w:rsidRPr="004104BA" w:rsidRDefault="00BF7204" w:rsidP="004104BA">
            <w:pPr>
              <w:pStyle w:val="ListParagraph"/>
              <w:ind w:left="0"/>
            </w:pPr>
            <w:r w:rsidRPr="004104BA">
              <w:t>People fighting in an armed conflict must distinguish between civilians and combatants and between civilian objects</w:t>
            </w:r>
            <w:r>
              <w:t xml:space="preserve"> (e.g. schools, houses)</w:t>
            </w:r>
            <w:r w:rsidRPr="004104BA">
              <w:t xml:space="preserve"> and military objectives</w:t>
            </w:r>
            <w:r>
              <w:t xml:space="preserve"> (e.g. buildings and positions where enemy combatants and their arms are located)</w:t>
            </w:r>
            <w:r w:rsidRPr="004104BA">
              <w:t>.</w:t>
            </w:r>
          </w:p>
        </w:tc>
      </w:tr>
      <w:tr w:rsidR="00BF7204" w14:paraId="5D790F6E" w14:textId="77777777" w:rsidTr="00BF7204">
        <w:trPr>
          <w:trHeight w:val="123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31B1C0" w14:textId="77777777" w:rsidR="00BF7204" w:rsidRDefault="00BF7204" w:rsidP="00D7293F">
            <w:pPr>
              <w:pStyle w:val="ListParagraph"/>
              <w:ind w:left="0"/>
            </w:pPr>
            <w:r>
              <w:t>Proportionality</w:t>
            </w:r>
          </w:p>
        </w:tc>
        <w:tc>
          <w:tcPr>
            <w:tcW w:w="6628" w:type="dxa"/>
            <w:tcBorders>
              <w:top w:val="single" w:sz="4" w:space="0" w:color="000000"/>
              <w:left w:val="single" w:sz="4" w:space="0" w:color="000000"/>
              <w:bottom w:val="single" w:sz="4" w:space="0" w:color="000000"/>
              <w:right w:val="single" w:sz="4" w:space="0" w:color="000000"/>
            </w:tcBorders>
          </w:tcPr>
          <w:p w14:paraId="6B1D50F4" w14:textId="3E7B8D7D" w:rsidR="00BF7204" w:rsidRPr="004104BA" w:rsidRDefault="00BF7204" w:rsidP="00D7293F">
            <w:pPr>
              <w:pStyle w:val="ListParagraph"/>
              <w:ind w:left="0"/>
            </w:pPr>
            <w:r w:rsidRPr="004104BA">
              <w:t>It is against the law to launch an attack which would also cause excessive (too much) loss of civilian life, injuries and damage to property when considering the real and direct military advantage that the attack might achieve.</w:t>
            </w:r>
          </w:p>
        </w:tc>
      </w:tr>
      <w:tr w:rsidR="00BF7204" w14:paraId="537C5364" w14:textId="77777777" w:rsidTr="00BF7204">
        <w:trPr>
          <w:trHeight w:val="483"/>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1E534" w14:textId="77777777" w:rsidR="00BF7204" w:rsidRDefault="00BF7204" w:rsidP="00D7293F">
            <w:pPr>
              <w:pStyle w:val="ListParagraph"/>
              <w:ind w:left="0"/>
            </w:pPr>
            <w:r>
              <w:t>Humane treatment</w:t>
            </w:r>
          </w:p>
        </w:tc>
        <w:tc>
          <w:tcPr>
            <w:tcW w:w="6628" w:type="dxa"/>
            <w:tcBorders>
              <w:top w:val="single" w:sz="4" w:space="0" w:color="000000"/>
              <w:left w:val="single" w:sz="4" w:space="0" w:color="000000"/>
              <w:bottom w:val="single" w:sz="4" w:space="0" w:color="000000"/>
              <w:right w:val="single" w:sz="4" w:space="0" w:color="000000"/>
            </w:tcBorders>
          </w:tcPr>
          <w:p w14:paraId="44467FF0" w14:textId="24EFC1AA" w:rsidR="00BF7204" w:rsidRPr="004104BA" w:rsidRDefault="00BF7204" w:rsidP="00D7293F">
            <w:pPr>
              <w:pStyle w:val="ListParagraph"/>
              <w:ind w:left="0"/>
            </w:pPr>
            <w:r w:rsidRPr="004104BA">
              <w:t xml:space="preserve">Everyone should be treated humanely and not be discriminated against. </w:t>
            </w:r>
          </w:p>
        </w:tc>
      </w:tr>
      <w:tr w:rsidR="00BF7204" w14:paraId="58447454" w14:textId="77777777" w:rsidTr="00BF7204">
        <w:trPr>
          <w:trHeight w:val="723"/>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80C73" w14:textId="77777777" w:rsidR="00BF7204" w:rsidRDefault="00BF7204" w:rsidP="00D7293F">
            <w:pPr>
              <w:pStyle w:val="ListParagraph"/>
              <w:ind w:left="0"/>
            </w:pPr>
            <w:r>
              <w:t>Military necessity</w:t>
            </w:r>
          </w:p>
        </w:tc>
        <w:tc>
          <w:tcPr>
            <w:tcW w:w="6628" w:type="dxa"/>
            <w:tcBorders>
              <w:top w:val="single" w:sz="4" w:space="0" w:color="000000"/>
              <w:left w:val="single" w:sz="4" w:space="0" w:color="000000"/>
              <w:bottom w:val="single" w:sz="4" w:space="0" w:color="000000"/>
              <w:right w:val="single" w:sz="4" w:space="0" w:color="000000"/>
            </w:tcBorders>
          </w:tcPr>
          <w:p w14:paraId="24EF0B11" w14:textId="1CE554A7" w:rsidR="00BF7204" w:rsidRPr="004104BA" w:rsidRDefault="00BF7204" w:rsidP="00D7293F">
            <w:pPr>
              <w:pStyle w:val="ListParagraph"/>
              <w:ind w:left="0"/>
            </w:pPr>
            <w:r w:rsidRPr="004104BA">
              <w:t>Forces should only engage in those acts necessary to achieve a real military objective e.g. only target those facilities which, if destroyed, will lead to submission</w:t>
            </w:r>
            <w:r>
              <w:t xml:space="preserve"> (as a step to ending the conflict)</w:t>
            </w:r>
            <w:r w:rsidRPr="004104BA">
              <w:t xml:space="preserve"> as quickly as possible.</w:t>
            </w:r>
          </w:p>
        </w:tc>
      </w:tr>
    </w:tbl>
    <w:p w14:paraId="552FAECE" w14:textId="77777777" w:rsidR="00105485" w:rsidRDefault="00105485" w:rsidP="00105485">
      <w:pPr>
        <w:pStyle w:val="ListParagraph"/>
        <w:ind w:left="0" w:firstLine="360"/>
      </w:pPr>
    </w:p>
    <w:p w14:paraId="2151EB15" w14:textId="6C7E54B7" w:rsidR="00105485" w:rsidRDefault="00105485" w:rsidP="00105485">
      <w:pPr>
        <w:pStyle w:val="ListParagraph"/>
        <w:ind w:left="360"/>
      </w:pPr>
    </w:p>
    <w:p w14:paraId="2A8D3D61" w14:textId="77777777" w:rsidR="00BD73C7" w:rsidRDefault="00105485" w:rsidP="00105485">
      <w:pPr>
        <w:pStyle w:val="ListParagraph"/>
        <w:ind w:left="360"/>
      </w:pPr>
      <w:r w:rsidRPr="00BD73C7">
        <w:t xml:space="preserve">Explain to learners that these ‘rules of war’ (also known as International Humanitarian Law or IHL) are based on the Geneva Conventions. </w:t>
      </w:r>
    </w:p>
    <w:p w14:paraId="36D38ABD" w14:textId="77777777" w:rsidR="00BD73C7" w:rsidRDefault="00BD73C7" w:rsidP="00105485">
      <w:pPr>
        <w:pStyle w:val="ListParagraph"/>
        <w:ind w:left="360"/>
      </w:pPr>
    </w:p>
    <w:p w14:paraId="5EB43ABA" w14:textId="2498A907" w:rsidR="00105485" w:rsidRPr="00BD73C7" w:rsidRDefault="001C595B" w:rsidP="00105485">
      <w:pPr>
        <w:pStyle w:val="ListParagraph"/>
        <w:ind w:left="360"/>
      </w:pPr>
      <w:r>
        <w:t xml:space="preserve">Use the </w:t>
      </w:r>
      <w:hyperlink r:id="rId17" w:history="1">
        <w:r w:rsidRPr="00AD7BC9">
          <w:rPr>
            <w:rStyle w:val="Hyperlink"/>
          </w:rPr>
          <w:t>PowerPoint presentation</w:t>
        </w:r>
      </w:hyperlink>
      <w:r>
        <w:t xml:space="preserve"> to explain that</w:t>
      </w:r>
      <w:r w:rsidR="00105485" w:rsidRPr="00BD73C7">
        <w:t>:</w:t>
      </w:r>
    </w:p>
    <w:p w14:paraId="13177761" w14:textId="77777777" w:rsidR="006C5A3A" w:rsidRPr="00BD73C7" w:rsidRDefault="006C5A3A" w:rsidP="006C5A3A">
      <w:pPr>
        <w:pStyle w:val="ListParagraph"/>
        <w:numPr>
          <w:ilvl w:val="0"/>
          <w:numId w:val="18"/>
        </w:numPr>
        <w:pBdr>
          <w:top w:val="nil"/>
          <w:left w:val="nil"/>
          <w:bottom w:val="nil"/>
          <w:right w:val="nil"/>
          <w:between w:val="nil"/>
          <w:bar w:val="nil"/>
        </w:pBdr>
        <w:tabs>
          <w:tab w:val="num" w:pos="720"/>
        </w:tabs>
        <w:ind w:hanging="360"/>
      </w:pPr>
      <w:r w:rsidRPr="00BD73C7">
        <w:t xml:space="preserve">This is the name for a collection of written agreements that began in 1865 in Geneva, Switzerland when a man called Henri Dunant who </w:t>
      </w:r>
      <w:r>
        <w:t xml:space="preserve">also </w:t>
      </w:r>
      <w:r w:rsidRPr="00BD73C7">
        <w:t xml:space="preserve">founded the Red Cross brought countries together to create some shared rules that would make warfare more humane and allow those injured or caught up in the conflict to benefit from humanitarian assistance. </w:t>
      </w:r>
    </w:p>
    <w:p w14:paraId="064B7672" w14:textId="77777777" w:rsidR="006C5A3A" w:rsidRPr="00BD73C7" w:rsidRDefault="006C5A3A" w:rsidP="006C5A3A">
      <w:pPr>
        <w:pStyle w:val="ListParagraph"/>
        <w:numPr>
          <w:ilvl w:val="0"/>
          <w:numId w:val="19"/>
        </w:numPr>
        <w:pBdr>
          <w:top w:val="nil"/>
          <w:left w:val="nil"/>
          <w:bottom w:val="nil"/>
          <w:right w:val="nil"/>
          <w:between w:val="nil"/>
          <w:bar w:val="nil"/>
        </w:pBdr>
        <w:tabs>
          <w:tab w:val="num" w:pos="720"/>
        </w:tabs>
        <w:ind w:hanging="360"/>
      </w:pPr>
      <w:r w:rsidRPr="00BD73C7">
        <w:t>Countries now sign up to these agreements to ensure that if conflicts happen there are protections for those not involved (e.g. civilians) or no longer part of the fighting (e.g. wounded soldiers).</w:t>
      </w:r>
    </w:p>
    <w:p w14:paraId="180B9B5B" w14:textId="77777777" w:rsidR="006C5A3A" w:rsidRPr="00BD73C7" w:rsidRDefault="006C5A3A" w:rsidP="006C5A3A">
      <w:pPr>
        <w:pStyle w:val="ListParagraph"/>
        <w:numPr>
          <w:ilvl w:val="0"/>
          <w:numId w:val="20"/>
        </w:numPr>
        <w:pBdr>
          <w:top w:val="nil"/>
          <w:left w:val="nil"/>
          <w:bottom w:val="nil"/>
          <w:right w:val="nil"/>
          <w:between w:val="nil"/>
          <w:bar w:val="nil"/>
        </w:pBdr>
        <w:tabs>
          <w:tab w:val="num" w:pos="720"/>
        </w:tabs>
        <w:ind w:hanging="360"/>
      </w:pPr>
      <w:r w:rsidRPr="00BD73C7">
        <w:t xml:space="preserve">The first Red Cross societies were established around this time to provide </w:t>
      </w:r>
      <w:r>
        <w:t>medical</w:t>
      </w:r>
      <w:r w:rsidRPr="00BD73C7">
        <w:t xml:space="preserve"> assistance</w:t>
      </w:r>
      <w:r>
        <w:t xml:space="preserve"> to those wounded on the battlefield</w:t>
      </w:r>
      <w:r w:rsidRPr="00BD73C7">
        <w:t xml:space="preserve">.  </w:t>
      </w:r>
    </w:p>
    <w:p w14:paraId="10539E6B" w14:textId="77777777" w:rsidR="006C5A3A" w:rsidRPr="00BD73C7" w:rsidRDefault="006C5A3A" w:rsidP="006C5A3A">
      <w:pPr>
        <w:pStyle w:val="ListParagraph"/>
        <w:numPr>
          <w:ilvl w:val="0"/>
          <w:numId w:val="21"/>
        </w:numPr>
        <w:pBdr>
          <w:top w:val="nil"/>
          <w:left w:val="nil"/>
          <w:bottom w:val="nil"/>
          <w:right w:val="nil"/>
          <w:between w:val="nil"/>
          <w:bar w:val="nil"/>
        </w:pBdr>
        <w:tabs>
          <w:tab w:val="num" w:pos="720"/>
        </w:tabs>
        <w:ind w:hanging="360"/>
      </w:pPr>
      <w:r w:rsidRPr="00BD73C7">
        <w:t xml:space="preserve">The </w:t>
      </w:r>
      <w:proofErr w:type="gramStart"/>
      <w:r>
        <w:t>red cross</w:t>
      </w:r>
      <w:proofErr w:type="gramEnd"/>
      <w:r>
        <w:t xml:space="preserve"> emblem</w:t>
      </w:r>
      <w:r w:rsidRPr="00BD73C7">
        <w:t xml:space="preserve"> was adopted as a sign of this assistance and has since been joined by the </w:t>
      </w:r>
      <w:r>
        <w:t>r</w:t>
      </w:r>
      <w:r w:rsidRPr="00BD73C7">
        <w:t xml:space="preserve">ed </w:t>
      </w:r>
      <w:r>
        <w:t>c</w:t>
      </w:r>
      <w:r w:rsidRPr="00BD73C7">
        <w:t xml:space="preserve">rescent or the </w:t>
      </w:r>
      <w:r>
        <w:t>r</w:t>
      </w:r>
      <w:r w:rsidRPr="00BD73C7">
        <w:t xml:space="preserve">ed </w:t>
      </w:r>
      <w:r>
        <w:t>c</w:t>
      </w:r>
      <w:r w:rsidRPr="00BD73C7">
        <w:t xml:space="preserve">rystal.  </w:t>
      </w:r>
      <w:r>
        <w:t xml:space="preserve">When worn or displayed in armed conflict, by military medical staff or </w:t>
      </w:r>
      <w:proofErr w:type="gramStart"/>
      <w:r>
        <w:t>red cross</w:t>
      </w:r>
      <w:proofErr w:type="gramEnd"/>
      <w:r>
        <w:t xml:space="preserve"> and red crescent organisations, they</w:t>
      </w:r>
      <w:r w:rsidRPr="00BD73C7">
        <w:t xml:space="preserve"> indicate a neutral party providing humanitarian support to those caught up in conflict.</w:t>
      </w:r>
    </w:p>
    <w:p w14:paraId="18DFE670" w14:textId="77777777" w:rsidR="00B51362" w:rsidRDefault="006C5A3A" w:rsidP="00B51362">
      <w:pPr>
        <w:pStyle w:val="ListParagraph"/>
        <w:numPr>
          <w:ilvl w:val="0"/>
          <w:numId w:val="22"/>
        </w:numPr>
        <w:pBdr>
          <w:top w:val="nil"/>
          <w:left w:val="nil"/>
          <w:bottom w:val="nil"/>
          <w:right w:val="nil"/>
          <w:between w:val="nil"/>
          <w:bar w:val="nil"/>
        </w:pBdr>
        <w:tabs>
          <w:tab w:val="num" w:pos="720"/>
        </w:tabs>
        <w:ind w:hanging="360"/>
      </w:pPr>
      <w:r w:rsidRPr="00BD73C7">
        <w:t xml:space="preserve">The International Committee of the Red Cross (ICRC) </w:t>
      </w:r>
      <w:r>
        <w:t>have specific mandates arising from and related to the</w:t>
      </w:r>
      <w:r w:rsidRPr="00BD73C7">
        <w:t xml:space="preserve"> Geneva Conventions</w:t>
      </w:r>
      <w:r>
        <w:t>. The ICRC</w:t>
      </w:r>
      <w:r w:rsidRPr="00BD73C7">
        <w:t xml:space="preserve"> work with </w:t>
      </w:r>
      <w:r>
        <w:t>N</w:t>
      </w:r>
      <w:r w:rsidRPr="00BD73C7">
        <w:t xml:space="preserve">ational </w:t>
      </w:r>
      <w:r>
        <w:t>Red Cross and Red Crescent S</w:t>
      </w:r>
      <w:r w:rsidRPr="00BD73C7">
        <w:t>ocieties to raise awareness of them and uphold their principles.</w:t>
      </w:r>
    </w:p>
    <w:p w14:paraId="3B8C276A" w14:textId="3DA9578A" w:rsidR="00B51362" w:rsidRPr="00BD73C7" w:rsidRDefault="00B51362" w:rsidP="00B51362">
      <w:pPr>
        <w:pStyle w:val="ListParagraph"/>
        <w:numPr>
          <w:ilvl w:val="0"/>
          <w:numId w:val="22"/>
        </w:numPr>
        <w:pBdr>
          <w:top w:val="nil"/>
          <w:left w:val="nil"/>
          <w:bottom w:val="nil"/>
          <w:right w:val="nil"/>
          <w:between w:val="nil"/>
          <w:bar w:val="nil"/>
        </w:pBdr>
        <w:tabs>
          <w:tab w:val="num" w:pos="720"/>
        </w:tabs>
        <w:ind w:hanging="360"/>
      </w:pPr>
      <w:r>
        <w:lastRenderedPageBreak/>
        <w:t>The Red Cross</w:t>
      </w:r>
      <w:r w:rsidR="002276C9">
        <w:t xml:space="preserve"> and Red Crescent Movement</w:t>
      </w:r>
      <w:r>
        <w:t xml:space="preserve"> </w:t>
      </w:r>
      <w:proofErr w:type="gramStart"/>
      <w:r>
        <w:t>is</w:t>
      </w:r>
      <w:proofErr w:type="gramEnd"/>
      <w:r>
        <w:t xml:space="preserve"> impartial: it makes no discrimination as to nationality, race, religious beliefs, class or political opinions. It endeavours to relieve the suffering of individuals, being guided solely by their needs, and to give priority to the most urgent cases of distress.</w:t>
      </w:r>
    </w:p>
    <w:p w14:paraId="1CAE4AA1" w14:textId="77777777" w:rsidR="00105485" w:rsidRPr="00BD73C7" w:rsidRDefault="00105485" w:rsidP="00105485">
      <w:pPr>
        <w:pStyle w:val="ListParagraph"/>
        <w:ind w:left="360"/>
      </w:pPr>
    </w:p>
    <w:p w14:paraId="6571B570" w14:textId="77777777" w:rsidR="00105485" w:rsidRPr="00BD73C7" w:rsidRDefault="00105485" w:rsidP="00105485">
      <w:pPr>
        <w:pStyle w:val="ListParagraph"/>
        <w:ind w:left="360"/>
      </w:pPr>
    </w:p>
    <w:p w14:paraId="2AF7BEA5" w14:textId="77777777" w:rsidR="00BD73C7" w:rsidRDefault="00105485" w:rsidP="00B356CF">
      <w:pPr>
        <w:pStyle w:val="ListParagraph"/>
        <w:numPr>
          <w:ilvl w:val="0"/>
          <w:numId w:val="14"/>
        </w:numPr>
        <w:pBdr>
          <w:top w:val="nil"/>
          <w:left w:val="nil"/>
          <w:bottom w:val="nil"/>
          <w:right w:val="nil"/>
          <w:between w:val="nil"/>
          <w:bar w:val="nil"/>
        </w:pBdr>
        <w:tabs>
          <w:tab w:val="num" w:pos="360"/>
        </w:tabs>
        <w:ind w:left="360" w:hanging="360"/>
      </w:pPr>
      <w:r w:rsidRPr="00BD73C7">
        <w:t>Explain that now learners have take</w:t>
      </w:r>
      <w:r w:rsidR="00BD73C7">
        <w:t xml:space="preserve">n on new information about IHL </w:t>
      </w:r>
      <w:r w:rsidRPr="00BD73C7">
        <w:t xml:space="preserve">they will again vote with their feet. </w:t>
      </w:r>
    </w:p>
    <w:p w14:paraId="70CF4670" w14:textId="77777777" w:rsidR="00BD73C7" w:rsidRDefault="00BD73C7" w:rsidP="00BD73C7">
      <w:pPr>
        <w:pStyle w:val="ListParagraph"/>
        <w:pBdr>
          <w:top w:val="nil"/>
          <w:left w:val="nil"/>
          <w:bottom w:val="nil"/>
          <w:right w:val="nil"/>
          <w:between w:val="nil"/>
          <w:bar w:val="nil"/>
        </w:pBdr>
        <w:ind w:left="360"/>
      </w:pPr>
    </w:p>
    <w:p w14:paraId="1A1FF283" w14:textId="2331F247" w:rsidR="00BD73C7" w:rsidRDefault="00105485" w:rsidP="00BD73C7">
      <w:pPr>
        <w:pStyle w:val="ListParagraph"/>
        <w:pBdr>
          <w:top w:val="nil"/>
          <w:left w:val="nil"/>
          <w:bottom w:val="nil"/>
          <w:right w:val="nil"/>
          <w:between w:val="nil"/>
          <w:bar w:val="nil"/>
        </w:pBdr>
        <w:ind w:left="360"/>
      </w:pPr>
      <w:r w:rsidRPr="00BD73C7">
        <w:t>Remind them</w:t>
      </w:r>
      <w:r w:rsidR="00BD73C7">
        <w:t xml:space="preserve"> of the imaginary line they stood on to show their thought</w:t>
      </w:r>
      <w:r w:rsidR="00B356CF">
        <w:t>s about the humanitarian impact of conflict.</w:t>
      </w:r>
    </w:p>
    <w:p w14:paraId="69BAFA61" w14:textId="77777777" w:rsidR="00BD73C7" w:rsidRDefault="00BD73C7" w:rsidP="00BD73C7">
      <w:pPr>
        <w:pStyle w:val="ListParagraph"/>
        <w:pBdr>
          <w:top w:val="nil"/>
          <w:left w:val="nil"/>
          <w:bottom w:val="nil"/>
          <w:right w:val="nil"/>
          <w:between w:val="nil"/>
          <w:bar w:val="nil"/>
        </w:pBdr>
        <w:ind w:left="360"/>
      </w:pPr>
    </w:p>
    <w:p w14:paraId="3B5D0AC8" w14:textId="6D17F8E4" w:rsidR="00701A5E" w:rsidRDefault="00BD73C7" w:rsidP="00701A5E">
      <w:pPr>
        <w:pStyle w:val="ListParagraph"/>
        <w:pBdr>
          <w:top w:val="nil"/>
          <w:left w:val="nil"/>
          <w:bottom w:val="nil"/>
          <w:right w:val="nil"/>
          <w:between w:val="nil"/>
          <w:bar w:val="nil"/>
        </w:pBdr>
        <w:ind w:left="360"/>
      </w:pPr>
      <w:r>
        <w:t>A</w:t>
      </w:r>
      <w:r w:rsidR="00105485" w:rsidRPr="00BD73C7">
        <w:t xml:space="preserve">sk them to again find a position that shows their opinion. This </w:t>
      </w:r>
      <w:r>
        <w:t xml:space="preserve">may </w:t>
      </w:r>
      <w:r w:rsidR="00105485" w:rsidRPr="00BD73C7">
        <w:t>be the same, or different. Thinking</w:t>
      </w:r>
      <w:r>
        <w:t xml:space="preserve"> back to the film, </w:t>
      </w:r>
      <w:r w:rsidR="00D7293F" w:rsidRPr="00BD73C7">
        <w:rPr>
          <w:i/>
        </w:rPr>
        <w:t>The Unknown Soldier</w:t>
      </w:r>
      <w:r w:rsidR="00701A5E">
        <w:rPr>
          <w:i/>
        </w:rPr>
        <w:t xml:space="preserve"> </w:t>
      </w:r>
      <w:r w:rsidR="00701A5E">
        <w:t>and what they have learned about the development of international humanitarian law</w:t>
      </w:r>
      <w:r>
        <w:t>, ask young people:</w:t>
      </w:r>
      <w:r w:rsidR="00105485" w:rsidRPr="00BD73C7">
        <w:t xml:space="preserve"> </w:t>
      </w:r>
      <w:r w:rsidR="00105485" w:rsidRPr="00BD73C7">
        <w:br/>
      </w:r>
    </w:p>
    <w:p w14:paraId="169D5FB7" w14:textId="7B737FCE" w:rsidR="00B356CF" w:rsidRDefault="00105485" w:rsidP="00701A5E">
      <w:pPr>
        <w:pStyle w:val="ListParagraph"/>
        <w:numPr>
          <w:ilvl w:val="0"/>
          <w:numId w:val="50"/>
        </w:numPr>
        <w:pBdr>
          <w:top w:val="nil"/>
          <w:left w:val="nil"/>
          <w:bottom w:val="nil"/>
          <w:right w:val="nil"/>
          <w:between w:val="nil"/>
          <w:bar w:val="nil"/>
        </w:pBdr>
      </w:pPr>
      <w:r w:rsidRPr="00BD73C7">
        <w:t xml:space="preserve">Was the treatment of the soldiers in the trenches humane?  </w:t>
      </w:r>
    </w:p>
    <w:p w14:paraId="25D17301" w14:textId="2E6DB52A" w:rsidR="00BD73C7" w:rsidRDefault="00B356CF" w:rsidP="00701A5E">
      <w:pPr>
        <w:pStyle w:val="ListParagraph"/>
        <w:numPr>
          <w:ilvl w:val="0"/>
          <w:numId w:val="50"/>
        </w:numPr>
        <w:pBdr>
          <w:top w:val="nil"/>
          <w:left w:val="nil"/>
          <w:bottom w:val="nil"/>
          <w:right w:val="nil"/>
          <w:between w:val="nil"/>
          <w:bar w:val="nil"/>
        </w:pBdr>
      </w:pPr>
      <w:r w:rsidRPr="00B356CF">
        <w:t>Was the humanitarian impact of conflict greater during WWI than it is today?</w:t>
      </w:r>
    </w:p>
    <w:p w14:paraId="05B799AE" w14:textId="77777777" w:rsidR="00701A5E" w:rsidRDefault="00701A5E" w:rsidP="00701A5E">
      <w:pPr>
        <w:pBdr>
          <w:top w:val="nil"/>
          <w:left w:val="nil"/>
          <w:bottom w:val="nil"/>
          <w:right w:val="nil"/>
          <w:between w:val="nil"/>
          <w:bar w:val="nil"/>
        </w:pBdr>
        <w:ind w:firstLine="360"/>
      </w:pPr>
    </w:p>
    <w:p w14:paraId="4FB73C55" w14:textId="796875F9" w:rsidR="00105485" w:rsidRDefault="00105485" w:rsidP="00701A5E">
      <w:pPr>
        <w:pBdr>
          <w:top w:val="nil"/>
          <w:left w:val="nil"/>
          <w:bottom w:val="nil"/>
          <w:right w:val="nil"/>
          <w:between w:val="nil"/>
          <w:bar w:val="nil"/>
        </w:pBdr>
        <w:ind w:firstLine="360"/>
      </w:pPr>
      <w:r w:rsidRPr="00BD73C7">
        <w:t>Support learners to reflect on how their views have developed or shifted.</w:t>
      </w:r>
    </w:p>
    <w:p w14:paraId="43926B09" w14:textId="77777777" w:rsidR="00105485" w:rsidRDefault="00105485" w:rsidP="00105485">
      <w:pPr>
        <w:pStyle w:val="ListParagraph"/>
        <w:ind w:left="360"/>
      </w:pPr>
    </w:p>
    <w:p w14:paraId="63211029" w14:textId="77777777" w:rsidR="00105485" w:rsidRDefault="00105485" w:rsidP="00105485">
      <w:pPr>
        <w:pStyle w:val="ListParagraph"/>
        <w:ind w:left="360"/>
      </w:pPr>
    </w:p>
    <w:p w14:paraId="0160997F" w14:textId="77777777" w:rsidR="00701A5E" w:rsidRDefault="00701A5E">
      <w:pPr>
        <w:rPr>
          <w:rFonts w:eastAsiaTheme="majorEastAsia" w:cstheme="majorBidi"/>
          <w:b/>
          <w:bCs/>
          <w:color w:val="000000" w:themeColor="text1"/>
          <w:lang w:val="en-US"/>
        </w:rPr>
      </w:pPr>
      <w:r>
        <w:rPr>
          <w:lang w:val="en-US"/>
        </w:rPr>
        <w:br w:type="page"/>
      </w:r>
    </w:p>
    <w:p w14:paraId="0675D136" w14:textId="11EB0D0E" w:rsidR="00105485" w:rsidRDefault="00105485" w:rsidP="00105485">
      <w:pPr>
        <w:pStyle w:val="Heading2"/>
      </w:pPr>
      <w:r>
        <w:rPr>
          <w:lang w:val="en-US"/>
        </w:rPr>
        <w:lastRenderedPageBreak/>
        <w:t xml:space="preserve">Session </w:t>
      </w:r>
      <w:r w:rsidR="00BD73C7">
        <w:rPr>
          <w:lang w:val="en-US"/>
        </w:rPr>
        <w:t>two</w:t>
      </w:r>
      <w:r>
        <w:rPr>
          <w:lang w:val="en-US"/>
        </w:rPr>
        <w:t xml:space="preserve">: </w:t>
      </w:r>
      <w:r w:rsidR="009F56B5">
        <w:rPr>
          <w:lang w:val="en-US"/>
        </w:rPr>
        <w:t>Rules of war</w:t>
      </w:r>
    </w:p>
    <w:p w14:paraId="70E7AFB3" w14:textId="58586D3F" w:rsidR="00105485" w:rsidRDefault="00105485" w:rsidP="009F56B5"/>
    <w:p w14:paraId="7CF13D19" w14:textId="7C3ADCFC" w:rsidR="00105485" w:rsidRDefault="00105485" w:rsidP="00323A96">
      <w:pPr>
        <w:pStyle w:val="ListParagraph"/>
        <w:numPr>
          <w:ilvl w:val="0"/>
          <w:numId w:val="24"/>
        </w:numPr>
        <w:pBdr>
          <w:top w:val="nil"/>
          <w:left w:val="nil"/>
          <w:bottom w:val="nil"/>
          <w:right w:val="nil"/>
          <w:between w:val="nil"/>
          <w:bar w:val="nil"/>
        </w:pBdr>
        <w:tabs>
          <w:tab w:val="num" w:pos="360"/>
        </w:tabs>
        <w:ind w:left="360" w:hanging="360"/>
      </w:pPr>
      <w:r>
        <w:t xml:space="preserve">Explain to learners that this session will build on their learning inspired by the film </w:t>
      </w:r>
      <w:r w:rsidR="00D7293F" w:rsidRPr="00D7293F">
        <w:rPr>
          <w:i/>
        </w:rPr>
        <w:t>The Unknown Soldier</w:t>
      </w:r>
      <w:r>
        <w:t xml:space="preserve"> and will focus in particular on the idea of rules.  Begin with a broad discussion of rules and law using the followin</w:t>
      </w:r>
      <w:r w:rsidR="00323A96">
        <w:t>g prompts to support discussion.</w:t>
      </w:r>
    </w:p>
    <w:p w14:paraId="403B8993" w14:textId="77777777" w:rsidR="00323A96" w:rsidRDefault="00323A96" w:rsidP="00323A96">
      <w:pPr>
        <w:pStyle w:val="ListParagraph"/>
        <w:pBdr>
          <w:top w:val="nil"/>
          <w:left w:val="nil"/>
          <w:bottom w:val="nil"/>
          <w:right w:val="nil"/>
          <w:between w:val="nil"/>
          <w:bar w:val="nil"/>
        </w:pBdr>
        <w:ind w:left="360"/>
      </w:pPr>
    </w:p>
    <w:p w14:paraId="13135FC0" w14:textId="77777777" w:rsidR="00323A96" w:rsidRDefault="00323A96" w:rsidP="00323A96">
      <w:pPr>
        <w:pStyle w:val="ListParagraph"/>
        <w:numPr>
          <w:ilvl w:val="0"/>
          <w:numId w:val="25"/>
        </w:numPr>
        <w:pBdr>
          <w:top w:val="nil"/>
          <w:left w:val="nil"/>
          <w:bottom w:val="nil"/>
          <w:right w:val="nil"/>
          <w:between w:val="nil"/>
          <w:bar w:val="nil"/>
        </w:pBdr>
        <w:tabs>
          <w:tab w:val="num" w:pos="720"/>
        </w:tabs>
        <w:ind w:hanging="360"/>
      </w:pPr>
      <w:r>
        <w:t>Why do we need rules/law?</w:t>
      </w:r>
    </w:p>
    <w:p w14:paraId="694D0644" w14:textId="77777777" w:rsidR="00323A96" w:rsidRDefault="00323A96" w:rsidP="00323A96">
      <w:pPr>
        <w:pStyle w:val="ListParagraph"/>
        <w:ind w:left="0"/>
      </w:pPr>
    </w:p>
    <w:p w14:paraId="4AF63D6A" w14:textId="77777777" w:rsidR="00323A96" w:rsidRDefault="00323A96" w:rsidP="00323A96">
      <w:pPr>
        <w:pStyle w:val="ListParagraph"/>
        <w:numPr>
          <w:ilvl w:val="0"/>
          <w:numId w:val="26"/>
        </w:numPr>
        <w:pBdr>
          <w:top w:val="nil"/>
          <w:left w:val="nil"/>
          <w:bottom w:val="nil"/>
          <w:right w:val="nil"/>
          <w:between w:val="nil"/>
          <w:bar w:val="nil"/>
        </w:pBdr>
        <w:tabs>
          <w:tab w:val="num" w:pos="720"/>
        </w:tabs>
        <w:ind w:hanging="360"/>
      </w:pPr>
      <w:r>
        <w:t>What rules/laws do we have in our own lives? (you could consider these at scales from local to global)</w:t>
      </w:r>
    </w:p>
    <w:p w14:paraId="639ED5C3" w14:textId="77777777" w:rsidR="00323A96" w:rsidRDefault="00323A96" w:rsidP="00323A96">
      <w:pPr>
        <w:pStyle w:val="ListParagraph"/>
        <w:ind w:left="0"/>
      </w:pPr>
    </w:p>
    <w:p w14:paraId="5F7B73E7" w14:textId="77777777" w:rsidR="00323A96" w:rsidRDefault="00323A96" w:rsidP="00323A96">
      <w:pPr>
        <w:pStyle w:val="ListParagraph"/>
        <w:numPr>
          <w:ilvl w:val="0"/>
          <w:numId w:val="27"/>
        </w:numPr>
        <w:pBdr>
          <w:top w:val="nil"/>
          <w:left w:val="nil"/>
          <w:bottom w:val="nil"/>
          <w:right w:val="nil"/>
          <w:between w:val="nil"/>
          <w:bar w:val="nil"/>
        </w:pBdr>
        <w:tabs>
          <w:tab w:val="num" w:pos="720"/>
        </w:tabs>
        <w:ind w:hanging="360"/>
      </w:pPr>
      <w:r>
        <w:t>How are rules/laws made?</w:t>
      </w:r>
    </w:p>
    <w:p w14:paraId="1E1A4B7F" w14:textId="77777777" w:rsidR="00323A96" w:rsidRDefault="00323A96" w:rsidP="00323A96">
      <w:pPr>
        <w:pStyle w:val="ListParagraph"/>
        <w:ind w:left="0"/>
      </w:pPr>
    </w:p>
    <w:p w14:paraId="71CF1429" w14:textId="77777777" w:rsidR="00323A96" w:rsidRDefault="00323A96" w:rsidP="00323A96">
      <w:pPr>
        <w:pStyle w:val="ListParagraph"/>
        <w:numPr>
          <w:ilvl w:val="0"/>
          <w:numId w:val="28"/>
        </w:numPr>
        <w:pBdr>
          <w:top w:val="nil"/>
          <w:left w:val="nil"/>
          <w:bottom w:val="nil"/>
          <w:right w:val="nil"/>
          <w:between w:val="nil"/>
          <w:bar w:val="nil"/>
        </w:pBdr>
        <w:tabs>
          <w:tab w:val="num" w:pos="720"/>
        </w:tabs>
        <w:ind w:hanging="360"/>
      </w:pPr>
      <w:r>
        <w:t>Who is responsible for keeping the rules/law?</w:t>
      </w:r>
    </w:p>
    <w:p w14:paraId="30455E9C" w14:textId="77777777" w:rsidR="00323A96" w:rsidRDefault="00323A96" w:rsidP="00323A96">
      <w:pPr>
        <w:pStyle w:val="ListParagraph"/>
        <w:ind w:left="0"/>
      </w:pPr>
    </w:p>
    <w:p w14:paraId="704B47EF" w14:textId="77777777" w:rsidR="00323A96" w:rsidRDefault="00323A96" w:rsidP="00323A96">
      <w:pPr>
        <w:pStyle w:val="ListParagraph"/>
        <w:numPr>
          <w:ilvl w:val="0"/>
          <w:numId w:val="29"/>
        </w:numPr>
        <w:pBdr>
          <w:top w:val="nil"/>
          <w:left w:val="nil"/>
          <w:bottom w:val="nil"/>
          <w:right w:val="nil"/>
          <w:between w:val="nil"/>
          <w:bar w:val="nil"/>
        </w:pBdr>
        <w:tabs>
          <w:tab w:val="num" w:pos="720"/>
        </w:tabs>
        <w:ind w:hanging="360"/>
      </w:pPr>
      <w:r>
        <w:t>What happens if rules/laws are broken?</w:t>
      </w:r>
    </w:p>
    <w:p w14:paraId="13137DAF" w14:textId="77777777" w:rsidR="00323A96" w:rsidRDefault="00323A96" w:rsidP="00323A96">
      <w:pPr>
        <w:pStyle w:val="ListParagraph"/>
        <w:ind w:left="0"/>
      </w:pPr>
    </w:p>
    <w:p w14:paraId="6DC95EBD" w14:textId="77777777" w:rsidR="00323A96" w:rsidRDefault="00323A96" w:rsidP="00323A96">
      <w:pPr>
        <w:pStyle w:val="ListParagraph"/>
        <w:numPr>
          <w:ilvl w:val="0"/>
          <w:numId w:val="30"/>
        </w:numPr>
        <w:pBdr>
          <w:top w:val="nil"/>
          <w:left w:val="nil"/>
          <w:bottom w:val="nil"/>
          <w:right w:val="nil"/>
          <w:between w:val="nil"/>
          <w:bar w:val="nil"/>
        </w:pBdr>
        <w:tabs>
          <w:tab w:val="num" w:pos="720"/>
        </w:tabs>
        <w:ind w:hanging="360"/>
      </w:pPr>
      <w:r>
        <w:t>Do rules/laws ever change? And if so, why?</w:t>
      </w:r>
    </w:p>
    <w:p w14:paraId="61447364" w14:textId="77777777" w:rsidR="00323A96" w:rsidRDefault="00323A96" w:rsidP="00323A96">
      <w:pPr>
        <w:pStyle w:val="Body"/>
      </w:pPr>
    </w:p>
    <w:p w14:paraId="1A0BB18D" w14:textId="77777777" w:rsidR="00323A96" w:rsidRDefault="00323A96" w:rsidP="00323A96">
      <w:pPr>
        <w:pStyle w:val="ListParagraph"/>
        <w:numPr>
          <w:ilvl w:val="0"/>
          <w:numId w:val="31"/>
        </w:numPr>
        <w:pBdr>
          <w:top w:val="nil"/>
          <w:left w:val="nil"/>
          <w:bottom w:val="nil"/>
          <w:right w:val="nil"/>
          <w:between w:val="nil"/>
          <w:bar w:val="nil"/>
        </w:pBdr>
        <w:tabs>
          <w:tab w:val="num" w:pos="720"/>
        </w:tabs>
        <w:ind w:hanging="360"/>
      </w:pPr>
      <w:r>
        <w:t>Why might humanitarianism be an important concept in rules/laws?</w:t>
      </w:r>
      <w:r w:rsidRPr="00323A96">
        <w:t xml:space="preserve"> </w:t>
      </w:r>
    </w:p>
    <w:p w14:paraId="4DA7291E" w14:textId="77777777" w:rsidR="00323A96" w:rsidRDefault="00323A96" w:rsidP="00323A96">
      <w:pPr>
        <w:pBdr>
          <w:top w:val="nil"/>
          <w:left w:val="nil"/>
          <w:bottom w:val="nil"/>
          <w:right w:val="nil"/>
          <w:between w:val="nil"/>
          <w:bar w:val="nil"/>
        </w:pBdr>
        <w:ind w:left="360"/>
      </w:pPr>
    </w:p>
    <w:p w14:paraId="20E134E6" w14:textId="6E4D776A" w:rsidR="00323A96" w:rsidRDefault="00323A96" w:rsidP="00323A96">
      <w:pPr>
        <w:pBdr>
          <w:top w:val="nil"/>
          <w:left w:val="nil"/>
          <w:bottom w:val="nil"/>
          <w:right w:val="nil"/>
          <w:between w:val="nil"/>
          <w:bar w:val="nil"/>
        </w:pBdr>
        <w:ind w:left="360"/>
      </w:pPr>
      <w:r>
        <w:t>A variation on a discussion could be to use each of the questions/prompts below as a stimulus for smaller groups to work on preparing a response.  Learners could then present their ideas back to the whole group to build up a collective understanding around rules</w:t>
      </w:r>
      <w:r w:rsidR="00D636E0">
        <w:t>.</w:t>
      </w:r>
    </w:p>
    <w:p w14:paraId="3FC33669" w14:textId="77777777" w:rsidR="00323A96" w:rsidRDefault="00323A96" w:rsidP="00323A96">
      <w:pPr>
        <w:pStyle w:val="ListParagraph"/>
        <w:pBdr>
          <w:top w:val="nil"/>
          <w:left w:val="nil"/>
          <w:bottom w:val="nil"/>
          <w:right w:val="nil"/>
          <w:between w:val="nil"/>
          <w:bar w:val="nil"/>
        </w:pBdr>
        <w:ind w:left="360"/>
      </w:pPr>
    </w:p>
    <w:p w14:paraId="3F0B22D3" w14:textId="77777777" w:rsidR="00323A96" w:rsidRDefault="00323A96" w:rsidP="00323A96">
      <w:pPr>
        <w:pStyle w:val="ListParagraph"/>
        <w:pBdr>
          <w:top w:val="nil"/>
          <w:left w:val="nil"/>
          <w:bottom w:val="nil"/>
          <w:right w:val="nil"/>
          <w:between w:val="nil"/>
          <w:bar w:val="nil"/>
        </w:pBdr>
        <w:ind w:left="360"/>
      </w:pPr>
    </w:p>
    <w:p w14:paraId="5A2815EE" w14:textId="0F7E5FF2" w:rsidR="00105485" w:rsidRDefault="00105485" w:rsidP="00323A96">
      <w:pPr>
        <w:pStyle w:val="ListParagraph"/>
        <w:numPr>
          <w:ilvl w:val="0"/>
          <w:numId w:val="24"/>
        </w:numPr>
        <w:pBdr>
          <w:top w:val="nil"/>
          <w:left w:val="nil"/>
          <w:bottom w:val="nil"/>
          <w:right w:val="nil"/>
          <w:between w:val="nil"/>
          <w:bar w:val="nil"/>
        </w:pBdr>
        <w:tabs>
          <w:tab w:val="num" w:pos="360"/>
        </w:tabs>
        <w:ind w:left="360" w:hanging="360"/>
      </w:pPr>
      <w:r>
        <w:t xml:space="preserve">Show the film, </w:t>
      </w:r>
      <w:r w:rsidR="00D7293F" w:rsidRPr="00323A96">
        <w:rPr>
          <w:i/>
        </w:rPr>
        <w:t>The Unknown Soldier</w:t>
      </w:r>
      <w:r>
        <w:t xml:space="preserve"> again and explain to learners that they are going to take on the role of being a rule keeper and to explore a series of ‘what happened next’ scenarios in relation to the film and to IHL </w:t>
      </w:r>
      <w:r w:rsidRPr="00323A96">
        <w:rPr>
          <w:color w:val="7F7F7F" w:themeColor="text1" w:themeTint="80"/>
          <w:sz w:val="20"/>
        </w:rPr>
        <w:t>[you may need to remind learners of their IHL learning from the previous session]</w:t>
      </w:r>
      <w:r>
        <w:t>.</w:t>
      </w:r>
    </w:p>
    <w:p w14:paraId="4EDE2B98" w14:textId="77777777" w:rsidR="00105485" w:rsidRDefault="00105485" w:rsidP="00105485">
      <w:pPr>
        <w:pStyle w:val="ListParagraph"/>
        <w:ind w:left="360"/>
      </w:pPr>
    </w:p>
    <w:p w14:paraId="3C3B41C8" w14:textId="5C06284A" w:rsidR="00105485" w:rsidRDefault="00105485" w:rsidP="00105485">
      <w:pPr>
        <w:pStyle w:val="ListParagraph"/>
        <w:ind w:left="360"/>
      </w:pPr>
      <w:r>
        <w:t xml:space="preserve">After the film has finished, organise learners into small groups (4-6 per group) and give them a </w:t>
      </w:r>
      <w:hyperlink r:id="rId18" w:history="1">
        <w:r w:rsidRPr="00AD7BC9">
          <w:rPr>
            <w:rStyle w:val="Hyperlink"/>
          </w:rPr>
          <w:t>set of the scenarios</w:t>
        </w:r>
      </w:hyperlink>
      <w:r w:rsidR="00701A5E">
        <w:t xml:space="preserve">. </w:t>
      </w:r>
      <w:r>
        <w:t xml:space="preserve">Explain that they should read each scenario and decide what action within IHL should be taken next and which principle (from step 4 in session 1) it relates to </w:t>
      </w:r>
      <w:r w:rsidRPr="00626DE5">
        <w:rPr>
          <w:color w:val="7F7F7F" w:themeColor="text1" w:themeTint="80"/>
          <w:sz w:val="20"/>
        </w:rPr>
        <w:t>[you can reuse the ‘key principles’ cards from session one to support learners].</w:t>
      </w:r>
    </w:p>
    <w:p w14:paraId="48576E25" w14:textId="77777777" w:rsidR="00105485" w:rsidRDefault="00105485" w:rsidP="00105485">
      <w:pPr>
        <w:pStyle w:val="ListParagraph"/>
        <w:ind w:left="360"/>
      </w:pPr>
    </w:p>
    <w:p w14:paraId="5D296F23" w14:textId="7C759907" w:rsidR="00105485" w:rsidRDefault="00105485" w:rsidP="00105485">
      <w:pPr>
        <w:pStyle w:val="ListParagraph"/>
        <w:ind w:left="360"/>
      </w:pPr>
      <w:r>
        <w:t>Once they have had sufficient time to address each scenario</w:t>
      </w:r>
      <w:r w:rsidR="00D636E0">
        <w:t>,</w:t>
      </w:r>
      <w:r>
        <w:t xml:space="preserve"> work through each one in turn as a whole group</w:t>
      </w:r>
      <w:r w:rsidR="00D636E0">
        <w:t>. A</w:t>
      </w:r>
      <w:r>
        <w:t>sk groups to respond before sharing the official response as outlined below.</w:t>
      </w:r>
    </w:p>
    <w:p w14:paraId="1999688F" w14:textId="55496BA3" w:rsidR="00701A5E" w:rsidRDefault="00701A5E">
      <w:r>
        <w:br w:type="page"/>
      </w:r>
    </w:p>
    <w:p w14:paraId="7CB3330D" w14:textId="77777777" w:rsidR="00105485" w:rsidRDefault="00105485" w:rsidP="00105485">
      <w:pPr>
        <w:pStyle w:val="ListParagraph"/>
        <w:ind w:left="360"/>
      </w:pPr>
    </w:p>
    <w:tbl>
      <w:tblPr>
        <w:tblW w:w="985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361"/>
        <w:gridCol w:w="3260"/>
        <w:gridCol w:w="2234"/>
      </w:tblGrid>
      <w:tr w:rsidR="00105485" w14:paraId="407998DE" w14:textId="77777777" w:rsidTr="00D7293F">
        <w:trPr>
          <w:trHeight w:val="243"/>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CFD6F" w14:textId="77777777" w:rsidR="00105485" w:rsidRDefault="00105485" w:rsidP="00D7293F">
            <w:pPr>
              <w:pStyle w:val="ListParagraph"/>
              <w:ind w:left="0"/>
            </w:pPr>
            <w:r>
              <w:t>Scenario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349BC" w14:textId="77777777" w:rsidR="00105485" w:rsidRDefault="00105485" w:rsidP="00D7293F">
            <w:pPr>
              <w:pStyle w:val="ListParagraph"/>
              <w:ind w:left="0"/>
            </w:pPr>
            <w:r>
              <w:t>What should happen next</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0BD42" w14:textId="77777777" w:rsidR="00105485" w:rsidRDefault="00105485" w:rsidP="00D7293F">
            <w:pPr>
              <w:pStyle w:val="ListParagraph"/>
              <w:ind w:left="0"/>
            </w:pPr>
            <w:r>
              <w:t>Related principle</w:t>
            </w:r>
          </w:p>
        </w:tc>
      </w:tr>
      <w:tr w:rsidR="00105485" w14:paraId="456DA105" w14:textId="77777777" w:rsidTr="00D7293F">
        <w:trPr>
          <w:trHeight w:val="1443"/>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A5B49" w14:textId="0136660B" w:rsidR="00105485" w:rsidRDefault="00105485" w:rsidP="009F56B5">
            <w:pPr>
              <w:pStyle w:val="ListParagraph"/>
              <w:ind w:left="0"/>
            </w:pPr>
            <w:r>
              <w:t>Scenario 1: Soldier X makes it over the top and is</w:t>
            </w:r>
            <w:r w:rsidR="009F56B5">
              <w:t xml:space="preserve"> approaching the enemy trenches. H</w:t>
            </w:r>
            <w:r>
              <w:t>e notices an enemy comba</w:t>
            </w:r>
            <w:r w:rsidR="009F56B5">
              <w:t>tant in front of him</w:t>
            </w:r>
            <w:r>
              <w:t xml:space="preserve"> but the combatant is clearly injured and unable to use their weapon.</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BCC2CF" w14:textId="77777777" w:rsidR="00105485" w:rsidRDefault="00105485" w:rsidP="00D7293F">
            <w:pPr>
              <w:pStyle w:val="ListParagraph"/>
              <w:ind w:left="0"/>
            </w:pPr>
            <w:r>
              <w:t>Soldier X should not engage the enemy combatant as they are no longer able to fight and do not pose a threat.</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A3706" w14:textId="77777777" w:rsidR="00105485" w:rsidRDefault="00105485" w:rsidP="00D7293F">
            <w:pPr>
              <w:pStyle w:val="ListParagraph"/>
              <w:ind w:left="0"/>
            </w:pPr>
            <w:r>
              <w:t>Distinction</w:t>
            </w:r>
          </w:p>
        </w:tc>
      </w:tr>
      <w:tr w:rsidR="00105485" w14:paraId="544513BD" w14:textId="77777777" w:rsidTr="00D7293F">
        <w:trPr>
          <w:trHeight w:val="2883"/>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70D5E" w14:textId="77777777" w:rsidR="00105485" w:rsidRDefault="00105485" w:rsidP="00D7293F">
            <w:pPr>
              <w:pStyle w:val="ListParagraph"/>
              <w:ind w:left="0"/>
            </w:pPr>
            <w:r>
              <w:t>Scenario 2: You are a Red Cross volunteer caring for the wounded in the British trenches.  You are dealing with the dying and wounded when two soldiers tumble into the trenches in front of you.  One of them, wearing a British uniform, has a deep cut which looks as though it is from a bayonet, but is not immediately life threatening.  The other wearing a German uniform has a more serious injury from shell fragments and is having trouble breathing.</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588CBE" w14:textId="77777777" w:rsidR="00105485" w:rsidRDefault="00105485" w:rsidP="00D7293F">
            <w:pPr>
              <w:pStyle w:val="ListParagraph"/>
              <w:ind w:left="0"/>
            </w:pPr>
            <w:r>
              <w:t>Prioritise treating the German solider whose injuries are more serious (greater immediate need).</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C1456" w14:textId="23BBBC2A" w:rsidR="00105485" w:rsidRDefault="00105485" w:rsidP="006C5A3A">
            <w:pPr>
              <w:pStyle w:val="ListParagraph"/>
              <w:ind w:left="0"/>
            </w:pPr>
            <w:r>
              <w:t xml:space="preserve">Humane treatment and </w:t>
            </w:r>
            <w:r w:rsidR="006C5A3A">
              <w:t>impartiality</w:t>
            </w:r>
          </w:p>
        </w:tc>
      </w:tr>
      <w:tr w:rsidR="00105485" w14:paraId="47B0DE8A" w14:textId="77777777" w:rsidTr="00D7293F">
        <w:trPr>
          <w:trHeight w:val="2163"/>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31418" w14:textId="77777777" w:rsidR="00105485" w:rsidRDefault="00105485" w:rsidP="00D7293F">
            <w:pPr>
              <w:pStyle w:val="ListParagraph"/>
              <w:ind w:left="0"/>
            </w:pPr>
            <w:r>
              <w:t>Scenario 3: As you and your soldiers successfully gain ground you pursue a group of enemy combatants into a nearby village some distance from the battlefront.  As you approach, they take refuge in a house, but as they burst through the door to take shelter you can clearly see there are civilians huddled together in the front room already.</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F6E623" w14:textId="77777777" w:rsidR="00105485" w:rsidRDefault="00105485" w:rsidP="00D7293F">
            <w:pPr>
              <w:pStyle w:val="ListParagraph"/>
              <w:ind w:left="0"/>
            </w:pPr>
            <w:r>
              <w:t>You should not attack as there are civilians present and the military objective/advantage is not clear enough.</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E7ABA5" w14:textId="77777777" w:rsidR="00105485" w:rsidRDefault="00105485" w:rsidP="00D7293F">
            <w:pPr>
              <w:pStyle w:val="ListParagraph"/>
              <w:ind w:left="0"/>
            </w:pPr>
            <w:r>
              <w:t>Proportionality and Distinction</w:t>
            </w:r>
          </w:p>
        </w:tc>
      </w:tr>
      <w:tr w:rsidR="00105485" w14:paraId="5EBC5BC0" w14:textId="77777777" w:rsidTr="00D7293F">
        <w:trPr>
          <w:trHeight w:val="2403"/>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5628E0" w14:textId="48D1D900" w:rsidR="00105485" w:rsidRDefault="00105485" w:rsidP="009F56B5">
            <w:pPr>
              <w:pStyle w:val="ListParagraph"/>
              <w:ind w:left="0"/>
            </w:pPr>
            <w:r>
              <w:t xml:space="preserve">Scenario 4: You have made it over the top, but the noise, smoke and rain is making it almost impossible to find your way forwards.  You are tripping over fallen bodies and slipping in the thick mud.  You hear a noise ahead and prepare to engage but catch a glimpse of a Red Cross and what looks like someone carrying a wounded </w:t>
            </w:r>
            <w:r w:rsidR="009F56B5" w:rsidRPr="009F56B5">
              <w:t>soldier.</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B03EC" w14:textId="68D56B8E" w:rsidR="00105485" w:rsidRDefault="006C5A3A" w:rsidP="00D7293F">
            <w:pPr>
              <w:pStyle w:val="ListParagraph"/>
              <w:ind w:left="0"/>
            </w:pPr>
            <w:r>
              <w:t>Do not engage – the red cross emblem indicates neutrality and protection and should not be attacked. Also, the wounded solider is no longer a combatant because he is wounded.</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8259CF" w14:textId="77777777" w:rsidR="00105485" w:rsidRDefault="00105485" w:rsidP="00D7293F">
            <w:pPr>
              <w:pStyle w:val="ListParagraph"/>
              <w:ind w:left="0"/>
            </w:pPr>
            <w:r>
              <w:t>Distinction</w:t>
            </w:r>
          </w:p>
        </w:tc>
      </w:tr>
      <w:tr w:rsidR="00105485" w14:paraId="637502B5" w14:textId="77777777" w:rsidTr="00D7293F">
        <w:trPr>
          <w:trHeight w:val="1683"/>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8B0D5" w14:textId="77777777" w:rsidR="00105485" w:rsidRDefault="00105485" w:rsidP="00D7293F">
            <w:pPr>
              <w:pStyle w:val="ListParagraph"/>
              <w:ind w:left="0"/>
            </w:pPr>
            <w:r>
              <w:t>Scenario 5: You have made good progress towards enemy lines but suddenly find yourself separated and surrounded by enemy combatants.  You quickly realise you are outnumbered and surrender by dropping your weapon and raising your hands.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44E4A5" w14:textId="77777777" w:rsidR="00105485" w:rsidRDefault="00105485" w:rsidP="00D7293F">
            <w:pPr>
              <w:pStyle w:val="ListParagraph"/>
              <w:ind w:left="0"/>
            </w:pPr>
            <w:r>
              <w:t>You should not be harmed as you have removed yourself from conflict and are no longer a threat or able to fight. You may be taken prisoner but you should be treated humanely by your captors.</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048527" w14:textId="77777777" w:rsidR="00105485" w:rsidRDefault="00105485" w:rsidP="00D7293F">
            <w:pPr>
              <w:pStyle w:val="ListParagraph"/>
              <w:ind w:left="0"/>
            </w:pPr>
            <w:r>
              <w:t>Distinction, Humane treatment</w:t>
            </w:r>
          </w:p>
        </w:tc>
      </w:tr>
    </w:tbl>
    <w:p w14:paraId="05730F36" w14:textId="2310E668" w:rsidR="009F56B5" w:rsidRPr="009F56B5" w:rsidRDefault="009F56B5" w:rsidP="009F56B5">
      <w:pPr>
        <w:pStyle w:val="Heading2"/>
        <w:rPr>
          <w:lang w:val="en-US"/>
        </w:rPr>
      </w:pPr>
      <w:r w:rsidRPr="009F56B5">
        <w:rPr>
          <w:lang w:val="en-US"/>
        </w:rPr>
        <w:lastRenderedPageBreak/>
        <w:t xml:space="preserve">Session three: </w:t>
      </w:r>
      <w:r>
        <w:rPr>
          <w:lang w:val="en-US"/>
        </w:rPr>
        <w:t>Conflict, citizenship and humanitarianism</w:t>
      </w:r>
    </w:p>
    <w:p w14:paraId="2FBB6363" w14:textId="77777777" w:rsidR="009F56B5" w:rsidRDefault="009F56B5" w:rsidP="009F56B5">
      <w:pPr>
        <w:pBdr>
          <w:top w:val="nil"/>
          <w:left w:val="nil"/>
          <w:bottom w:val="nil"/>
          <w:right w:val="nil"/>
          <w:between w:val="nil"/>
          <w:bar w:val="nil"/>
        </w:pBdr>
      </w:pPr>
    </w:p>
    <w:p w14:paraId="1F2C8F90" w14:textId="6F4D5DD6" w:rsidR="009F56B5" w:rsidRDefault="00701A5E" w:rsidP="00B356CF">
      <w:pPr>
        <w:pStyle w:val="ListParagraph"/>
        <w:numPr>
          <w:ilvl w:val="0"/>
          <w:numId w:val="43"/>
        </w:numPr>
        <w:pBdr>
          <w:top w:val="nil"/>
          <w:left w:val="nil"/>
          <w:bottom w:val="nil"/>
          <w:right w:val="nil"/>
          <w:between w:val="nil"/>
          <w:bar w:val="nil"/>
        </w:pBdr>
      </w:pPr>
      <w:r>
        <w:t>International humanitarian law (</w:t>
      </w:r>
      <w:r w:rsidR="00105485">
        <w:t>IHL</w:t>
      </w:r>
      <w:r>
        <w:t>)</w:t>
      </w:r>
      <w:r w:rsidR="00105485">
        <w:t xml:space="preserve"> is underpinned by values such as compassion, justice, equality, respect and integrity – values that are often associated with citizenship too. </w:t>
      </w:r>
    </w:p>
    <w:p w14:paraId="214FFFAC" w14:textId="77777777" w:rsidR="009F56B5" w:rsidRDefault="009F56B5" w:rsidP="009F56B5">
      <w:pPr>
        <w:pStyle w:val="ListParagraph"/>
        <w:pBdr>
          <w:top w:val="nil"/>
          <w:left w:val="nil"/>
          <w:bottom w:val="nil"/>
          <w:right w:val="nil"/>
          <w:between w:val="nil"/>
          <w:bar w:val="nil"/>
        </w:pBdr>
      </w:pPr>
    </w:p>
    <w:p w14:paraId="7EC2B1B3" w14:textId="487A5C13" w:rsidR="00105485" w:rsidRDefault="009F56B5" w:rsidP="009F56B5">
      <w:pPr>
        <w:pStyle w:val="ListParagraph"/>
        <w:pBdr>
          <w:top w:val="nil"/>
          <w:left w:val="nil"/>
          <w:bottom w:val="nil"/>
          <w:right w:val="nil"/>
          <w:between w:val="nil"/>
          <w:bar w:val="nil"/>
        </w:pBdr>
      </w:pPr>
      <w:r>
        <w:t>Ask learners: i</w:t>
      </w:r>
      <w:r w:rsidR="00105485">
        <w:t>s being a humanitarian therefore also being a good citizen and are good citizens good humanitarians?</w:t>
      </w:r>
    </w:p>
    <w:p w14:paraId="0E280EB3" w14:textId="77777777" w:rsidR="00105485" w:rsidRDefault="00105485" w:rsidP="00105485">
      <w:pPr>
        <w:pStyle w:val="ListParagraph"/>
        <w:ind w:left="0"/>
      </w:pPr>
    </w:p>
    <w:p w14:paraId="0615CB23" w14:textId="77777777" w:rsidR="00701A5E" w:rsidRDefault="00105485" w:rsidP="00701A5E">
      <w:pPr>
        <w:pStyle w:val="ListParagraph"/>
      </w:pPr>
      <w:r>
        <w:t xml:space="preserve">You could explore these through a Venn diagram looking at where they differ and where they overlap. </w:t>
      </w:r>
    </w:p>
    <w:p w14:paraId="7026D7F3" w14:textId="77777777" w:rsidR="00701A5E" w:rsidRDefault="00701A5E" w:rsidP="00701A5E">
      <w:pPr>
        <w:pStyle w:val="ListParagraph"/>
      </w:pPr>
    </w:p>
    <w:p w14:paraId="31C8A772" w14:textId="4BB2AC8D" w:rsidR="00105485" w:rsidRDefault="00701A5E" w:rsidP="00701A5E">
      <w:pPr>
        <w:pStyle w:val="ListParagraph"/>
      </w:pPr>
      <w:r>
        <w:t>For</w:t>
      </w:r>
      <w:r w:rsidR="00105485">
        <w:t xml:space="preserve"> further support understand</w:t>
      </w:r>
      <w:r>
        <w:t xml:space="preserve">ing the concept of ‘humanitarianism’ refer to </w:t>
      </w:r>
      <w:hyperlink r:id="rId19" w:history="1">
        <w:r w:rsidRPr="00701A5E">
          <w:rPr>
            <w:rStyle w:val="Hyperlink"/>
          </w:rPr>
          <w:t>supporting online Red Cross teaching resources</w:t>
        </w:r>
      </w:hyperlink>
      <w:r>
        <w:t>.</w:t>
      </w:r>
    </w:p>
    <w:p w14:paraId="79CC7FA6" w14:textId="77777777" w:rsidR="00105485" w:rsidRDefault="00105485" w:rsidP="00105485">
      <w:pPr>
        <w:pStyle w:val="ListParagraph"/>
        <w:ind w:left="357"/>
      </w:pPr>
    </w:p>
    <w:p w14:paraId="57642465" w14:textId="77777777" w:rsidR="00701A5E" w:rsidRDefault="00105485" w:rsidP="00701A5E">
      <w:pPr>
        <w:pStyle w:val="ListParagraph"/>
      </w:pPr>
      <w:r>
        <w:t>Pose the question</w:t>
      </w:r>
      <w:r w:rsidRPr="00701A5E">
        <w:rPr>
          <w:b/>
        </w:rPr>
        <w:t>: ‘what is our role as citizens in upholding the humanitarian principles of IHL?’</w:t>
      </w:r>
      <w:r>
        <w:t xml:space="preserve"> </w:t>
      </w:r>
    </w:p>
    <w:p w14:paraId="060A2A83" w14:textId="77777777" w:rsidR="00701A5E" w:rsidRDefault="00701A5E" w:rsidP="00701A5E">
      <w:pPr>
        <w:pStyle w:val="ListParagraph"/>
      </w:pPr>
    </w:p>
    <w:p w14:paraId="354A0F32" w14:textId="4F0D86E1" w:rsidR="00105485" w:rsidRDefault="00701A5E" w:rsidP="00701A5E">
      <w:pPr>
        <w:pStyle w:val="ListParagraph"/>
      </w:pPr>
      <w:r>
        <w:t>E</w:t>
      </w:r>
      <w:r w:rsidR="00105485">
        <w:t>ncoura</w:t>
      </w:r>
      <w:r w:rsidR="009F56B5">
        <w:t>ge learners to use their V</w:t>
      </w:r>
      <w:r w:rsidR="00105485">
        <w:t>enn diagram or discussions to help answer this.</w:t>
      </w:r>
    </w:p>
    <w:p w14:paraId="7535CFCC" w14:textId="77777777" w:rsidR="00105485" w:rsidRDefault="00105485" w:rsidP="00105485">
      <w:pPr>
        <w:pStyle w:val="ListParagraph"/>
        <w:ind w:left="357"/>
      </w:pPr>
    </w:p>
    <w:p w14:paraId="33513D53" w14:textId="6AA0CECB" w:rsidR="009F56B5" w:rsidRDefault="009F56B5" w:rsidP="00B356CF">
      <w:pPr>
        <w:pStyle w:val="ListParagraph"/>
        <w:numPr>
          <w:ilvl w:val="0"/>
          <w:numId w:val="43"/>
        </w:numPr>
      </w:pPr>
      <w:r>
        <w:t>Volunteering as a humanitarian act – then and now.</w:t>
      </w:r>
    </w:p>
    <w:p w14:paraId="7D0FE02C" w14:textId="77777777" w:rsidR="009F56B5" w:rsidRDefault="009F56B5" w:rsidP="009F56B5">
      <w:pPr>
        <w:pStyle w:val="ListParagraph"/>
      </w:pPr>
    </w:p>
    <w:p w14:paraId="6518005A" w14:textId="0BDD7FAA" w:rsidR="009F56B5" w:rsidRDefault="009F56B5" w:rsidP="009F56B5">
      <w:pPr>
        <w:pStyle w:val="ListParagraph"/>
      </w:pPr>
      <w:r w:rsidRPr="004F2EAA">
        <w:rPr>
          <w:b/>
        </w:rPr>
        <w:t>THEN:</w:t>
      </w:r>
      <w:r>
        <w:t xml:space="preserve"> </w:t>
      </w:r>
      <w:r w:rsidR="00105485">
        <w:t xml:space="preserve">One </w:t>
      </w:r>
      <w:r w:rsidR="00105485" w:rsidRPr="004F2EAA">
        <w:t xml:space="preserve">humanitarian/good citizen act </w:t>
      </w:r>
      <w:r w:rsidR="00105485">
        <w:t xml:space="preserve">that dates back to WWI is the act of volunteering in order to help those suffering from the impact of international armed conflict.  </w:t>
      </w:r>
    </w:p>
    <w:p w14:paraId="77ACF0A4" w14:textId="77777777" w:rsidR="009F56B5" w:rsidRDefault="009F56B5" w:rsidP="009F56B5">
      <w:pPr>
        <w:pStyle w:val="ListParagraph"/>
      </w:pPr>
    </w:p>
    <w:p w14:paraId="2C71AEC3" w14:textId="6632DD25" w:rsidR="00105485" w:rsidRDefault="00105485" w:rsidP="009F56B5">
      <w:pPr>
        <w:pStyle w:val="ListParagraph"/>
      </w:pPr>
      <w:r>
        <w:t>Many of the injured soldiers in WWI would have been treated by Red Cross volunteers in field hospitals on the battlefield and later in hospi</w:t>
      </w:r>
      <w:r w:rsidR="004F2EAA">
        <w:t xml:space="preserve">tals away from the front line. </w:t>
      </w:r>
      <w:hyperlink r:id="rId20" w:history="1">
        <w:r w:rsidR="004F2EAA" w:rsidRPr="004F2EAA">
          <w:rPr>
            <w:rStyle w:val="Hyperlink"/>
          </w:rPr>
          <w:t>Find out more about WWI volunteers</w:t>
        </w:r>
      </w:hyperlink>
      <w:r w:rsidR="004F2EAA">
        <w:t>.</w:t>
      </w:r>
    </w:p>
    <w:p w14:paraId="204A26D0" w14:textId="77777777" w:rsidR="00105485" w:rsidRDefault="00105485" w:rsidP="00105485">
      <w:pPr>
        <w:pStyle w:val="ListParagraph"/>
        <w:ind w:left="357"/>
      </w:pPr>
    </w:p>
    <w:p w14:paraId="57BFC756" w14:textId="18A83273" w:rsidR="00105485" w:rsidRDefault="009F56B5" w:rsidP="009F56B5">
      <w:pPr>
        <w:pStyle w:val="ListParagraph"/>
      </w:pPr>
      <w:r w:rsidRPr="004F2EAA">
        <w:rPr>
          <w:b/>
        </w:rPr>
        <w:t>NOW:</w:t>
      </w:r>
      <w:r>
        <w:t xml:space="preserve"> </w:t>
      </w:r>
      <w:r w:rsidR="006C5A3A">
        <w:t xml:space="preserve">Volunteers with Red Cross and Red Crescent organisations continue to offer support to </w:t>
      </w:r>
      <w:r w:rsidR="006C5A3A" w:rsidRPr="004F2EAA">
        <w:t xml:space="preserve">those affected by modern </w:t>
      </w:r>
      <w:r w:rsidR="006C5A3A">
        <w:t xml:space="preserve">day armed conflicts today, </w:t>
      </w:r>
      <w:r w:rsidR="00105485">
        <w:t>whet</w:t>
      </w:r>
      <w:r>
        <w:t xml:space="preserve">her on the front line in Syria </w:t>
      </w:r>
      <w:r w:rsidR="00105485">
        <w:t xml:space="preserve">or more remotely by managing the humanitarian impact of the conflict, such as </w:t>
      </w:r>
      <w:r>
        <w:t xml:space="preserve">caring for </w:t>
      </w:r>
      <w:r w:rsidR="00105485">
        <w:t>the large number of refugees who have been fleeing the Syrian conflict zone.</w:t>
      </w:r>
    </w:p>
    <w:p w14:paraId="256B8464" w14:textId="77777777" w:rsidR="00825B86" w:rsidRDefault="00825B86" w:rsidP="009F56B5">
      <w:pPr>
        <w:pStyle w:val="ListParagraph"/>
      </w:pPr>
    </w:p>
    <w:p w14:paraId="6E749BC8" w14:textId="38B916FC" w:rsidR="00825B86" w:rsidRDefault="00825B86" w:rsidP="00825B86">
      <w:pPr>
        <w:ind w:left="720"/>
      </w:pPr>
      <w:r>
        <w:t xml:space="preserve">Thinking about being a volunteer in a conflict situation such as WWI or a modern day conflict such as Syria, what volunteer role from those listed below do you think you would be most suited to in terms of your skills and character? Once you have chosen a role discuss your </w:t>
      </w:r>
      <w:r w:rsidR="00D636E0">
        <w:t>reasons briefly with a partner.</w:t>
      </w:r>
    </w:p>
    <w:p w14:paraId="0A894025" w14:textId="77777777" w:rsidR="00825B86" w:rsidRDefault="00825B86" w:rsidP="00825B86"/>
    <w:p w14:paraId="4E6E81EA" w14:textId="6563AFA4" w:rsidR="00825B86" w:rsidRDefault="00825B86" w:rsidP="00825B86">
      <w:pPr>
        <w:ind w:firstLine="720"/>
      </w:pPr>
      <w:r>
        <w:t>Example volunteer roles</w:t>
      </w:r>
    </w:p>
    <w:p w14:paraId="007AC9E0" w14:textId="77777777" w:rsidR="00825B86" w:rsidRDefault="00825B86" w:rsidP="00825B86"/>
    <w:p w14:paraId="019F3E04" w14:textId="77777777" w:rsidR="00825B86" w:rsidRDefault="00825B86" w:rsidP="00825B86">
      <w:pPr>
        <w:pStyle w:val="ListParagraph"/>
        <w:numPr>
          <w:ilvl w:val="0"/>
          <w:numId w:val="52"/>
        </w:numPr>
      </w:pPr>
      <w:r>
        <w:t>Food provision (i.e. cook or baker)</w:t>
      </w:r>
    </w:p>
    <w:p w14:paraId="551AD64D" w14:textId="77777777" w:rsidR="00825B86" w:rsidRDefault="00825B86" w:rsidP="00825B86">
      <w:pPr>
        <w:pStyle w:val="ListParagraph"/>
        <w:numPr>
          <w:ilvl w:val="0"/>
          <w:numId w:val="52"/>
        </w:numPr>
      </w:pPr>
      <w:r>
        <w:t>First aider</w:t>
      </w:r>
    </w:p>
    <w:p w14:paraId="019C2BD1" w14:textId="77777777" w:rsidR="00825B86" w:rsidRDefault="00825B86" w:rsidP="00825B86">
      <w:pPr>
        <w:pStyle w:val="ListParagraph"/>
        <w:numPr>
          <w:ilvl w:val="0"/>
          <w:numId w:val="52"/>
        </w:numPr>
      </w:pPr>
      <w:r>
        <w:t>Distribution (i.e. warehousing and delivery of supplies) </w:t>
      </w:r>
    </w:p>
    <w:p w14:paraId="5F49A201" w14:textId="77777777" w:rsidR="00825B86" w:rsidRDefault="00825B86" w:rsidP="00825B86">
      <w:pPr>
        <w:pStyle w:val="ListParagraph"/>
        <w:numPr>
          <w:ilvl w:val="0"/>
          <w:numId w:val="52"/>
        </w:numPr>
      </w:pPr>
      <w:r>
        <w:t>Missing persons service (helping people to find their loved ones)</w:t>
      </w:r>
    </w:p>
    <w:p w14:paraId="26D8D93B" w14:textId="77777777" w:rsidR="00825B86" w:rsidRDefault="00825B86" w:rsidP="00825B86">
      <w:pPr>
        <w:pStyle w:val="ListParagraph"/>
        <w:numPr>
          <w:ilvl w:val="0"/>
          <w:numId w:val="52"/>
        </w:numPr>
      </w:pPr>
      <w:r>
        <w:t>Communications (assisting people to communicate with friends and family)</w:t>
      </w:r>
    </w:p>
    <w:p w14:paraId="68127BB5" w14:textId="77777777" w:rsidR="00825B86" w:rsidRDefault="00825B86" w:rsidP="00825B86">
      <w:pPr>
        <w:pStyle w:val="ListParagraph"/>
        <w:numPr>
          <w:ilvl w:val="0"/>
          <w:numId w:val="52"/>
        </w:numPr>
      </w:pPr>
      <w:r>
        <w:t>Emotional support (i.e. helping those who have suffered loss or trauma)</w:t>
      </w:r>
    </w:p>
    <w:p w14:paraId="2820AF57" w14:textId="3594AB43" w:rsidR="00825B86" w:rsidRDefault="00825B86" w:rsidP="00825B86">
      <w:pPr>
        <w:pStyle w:val="ListParagraph"/>
        <w:numPr>
          <w:ilvl w:val="0"/>
          <w:numId w:val="52"/>
        </w:numPr>
      </w:pPr>
      <w:r>
        <w:t>Meeting basic needs (i.e. building shelters, providing water, blankets etc</w:t>
      </w:r>
      <w:r w:rsidR="00D94A97">
        <w:t>.</w:t>
      </w:r>
      <w:r>
        <w:t>)</w:t>
      </w:r>
    </w:p>
    <w:p w14:paraId="08F35541" w14:textId="5540E4C1" w:rsidR="00825B86" w:rsidRDefault="00825B86" w:rsidP="00825B86">
      <w:pPr>
        <w:pStyle w:val="ListParagraph"/>
        <w:numPr>
          <w:ilvl w:val="0"/>
          <w:numId w:val="52"/>
        </w:numPr>
      </w:pPr>
      <w:r>
        <w:t>Driver (supplies, ambulance, transport etc</w:t>
      </w:r>
      <w:r w:rsidR="00D94A97">
        <w:t>.</w:t>
      </w:r>
      <w:r>
        <w:t>)</w:t>
      </w:r>
    </w:p>
    <w:p w14:paraId="7A1A5E60" w14:textId="77777777" w:rsidR="00825B86" w:rsidRDefault="00825B86" w:rsidP="00825B86"/>
    <w:p w14:paraId="60A378D1" w14:textId="0BF79652" w:rsidR="00825B86" w:rsidRDefault="00825B86" w:rsidP="00825B86">
      <w:pPr>
        <w:ind w:left="720"/>
      </w:pPr>
      <w:r>
        <w:lastRenderedPageBreak/>
        <w:t>Are there some aspects of volunteering that are common to all or most of these different roles?</w:t>
      </w:r>
      <w:r w:rsidR="00A37BEF">
        <w:t xml:space="preserve"> Why do people volunteer? What might motivate them? </w:t>
      </w:r>
    </w:p>
    <w:p w14:paraId="7A5ED226" w14:textId="77777777" w:rsidR="00825B86" w:rsidRDefault="00825B86" w:rsidP="00825B86"/>
    <w:p w14:paraId="22B0EF0C" w14:textId="176CF91E" w:rsidR="00825B86" w:rsidRDefault="00825B86" w:rsidP="00825B86">
      <w:pPr>
        <w:ind w:left="720"/>
      </w:pPr>
      <w:r>
        <w:t>To find out more about volunteering in modern-day conflict situations</w:t>
      </w:r>
      <w:r w:rsidR="00D636E0">
        <w:t>,</w:t>
      </w:r>
      <w:r>
        <w:t xml:space="preserve"> such as </w:t>
      </w:r>
      <w:r w:rsidR="00D636E0">
        <w:t xml:space="preserve">in </w:t>
      </w:r>
      <w:r>
        <w:t>Syria</w:t>
      </w:r>
      <w:r w:rsidR="00D636E0">
        <w:t>,</w:t>
      </w:r>
      <w:r>
        <w:t xml:space="preserve"> browse these pictures of volunteer roles and their motivations for volunteering</w:t>
      </w:r>
    </w:p>
    <w:p w14:paraId="78CF60EB" w14:textId="77777777" w:rsidR="00825B86" w:rsidRDefault="00B477E4" w:rsidP="00825B86">
      <w:pPr>
        <w:ind w:firstLine="720"/>
      </w:pPr>
      <w:hyperlink r:id="rId21" w:history="1">
        <w:r w:rsidR="00825B86">
          <w:rPr>
            <w:rStyle w:val="Hyperlink"/>
          </w:rPr>
          <w:t>http://www.ifrc.org/en/news-and-media/news-stories/middle-east-and-north-africa/syria/</w:t>
        </w:r>
      </w:hyperlink>
    </w:p>
    <w:p w14:paraId="5165C13A" w14:textId="77777777" w:rsidR="00825B86" w:rsidRDefault="00825B86" w:rsidP="009F56B5">
      <w:pPr>
        <w:pStyle w:val="ListParagraph"/>
      </w:pPr>
    </w:p>
    <w:p w14:paraId="734F1CE9" w14:textId="636C9970" w:rsidR="00105485" w:rsidRDefault="00323A96" w:rsidP="00105485">
      <w:pPr>
        <w:pStyle w:val="ListParagraph"/>
        <w:ind w:left="0"/>
      </w:pPr>
      <w:r>
        <w:t xml:space="preserve"> </w:t>
      </w:r>
    </w:p>
    <w:p w14:paraId="6C51CA1E" w14:textId="255C3F0E" w:rsidR="009F56B5" w:rsidRDefault="00667CED" w:rsidP="00B356CF">
      <w:pPr>
        <w:pStyle w:val="ListParagraph"/>
        <w:numPr>
          <w:ilvl w:val="0"/>
          <w:numId w:val="43"/>
        </w:numPr>
      </w:pPr>
      <w:r>
        <w:t>A</w:t>
      </w:r>
      <w:r w:rsidR="009F56B5">
        <w:t xml:space="preserve">nother </w:t>
      </w:r>
      <w:r>
        <w:t>act of citizenship</w:t>
      </w:r>
      <w:r w:rsidR="00105485">
        <w:t xml:space="preserve"> is that of raising awareness of the humanitarian impacts of armed conflict.  </w:t>
      </w:r>
    </w:p>
    <w:p w14:paraId="2BA58AF4" w14:textId="77777777" w:rsidR="009F56B5" w:rsidRDefault="009F56B5" w:rsidP="009F56B5">
      <w:pPr>
        <w:pStyle w:val="ListParagraph"/>
      </w:pPr>
    </w:p>
    <w:p w14:paraId="3D14FB59" w14:textId="18C3D3EB" w:rsidR="00105485" w:rsidRDefault="00105485" w:rsidP="009F56B5">
      <w:pPr>
        <w:pStyle w:val="ListParagraph"/>
      </w:pPr>
      <w:r>
        <w:t xml:space="preserve">The film, </w:t>
      </w:r>
      <w:r w:rsidR="00D7293F" w:rsidRPr="00D7293F">
        <w:rPr>
          <w:i/>
        </w:rPr>
        <w:t>The Unknown Soldier</w:t>
      </w:r>
      <w:r>
        <w:t>, is one such example of this.  The filmmaker said of his choice to make the film:</w:t>
      </w:r>
    </w:p>
    <w:p w14:paraId="51D359F4" w14:textId="77777777" w:rsidR="00323A96" w:rsidRDefault="00105485" w:rsidP="004F2EAA">
      <w:pPr>
        <w:pStyle w:val="ListParagraph"/>
        <w:rPr>
          <w:i/>
          <w:iCs/>
        </w:rPr>
      </w:pPr>
      <w:r>
        <w:br/>
      </w:r>
      <w:proofErr w:type="gramStart"/>
      <w:r>
        <w:rPr>
          <w:i/>
          <w:iCs/>
        </w:rPr>
        <w:t xml:space="preserve">“ </w:t>
      </w:r>
      <w:r w:rsidRPr="008A684C">
        <w:rPr>
          <w:i/>
          <w:iCs/>
        </w:rPr>
        <w:t>Research</w:t>
      </w:r>
      <w:proofErr w:type="gramEnd"/>
      <w:r w:rsidRPr="008A684C">
        <w:rPr>
          <w:i/>
          <w:iCs/>
        </w:rPr>
        <w:t xml:space="preserve"> had shown that many young people failed to identify with WWI. It was an event that happened three or more generations ago and doesn’t easily lend itself to the moral story of good versus evil that World War II does. </w:t>
      </w:r>
    </w:p>
    <w:p w14:paraId="02AAE9E2" w14:textId="77777777" w:rsidR="00323A96" w:rsidRDefault="00323A96" w:rsidP="004F2EAA">
      <w:pPr>
        <w:pStyle w:val="ListParagraph"/>
        <w:rPr>
          <w:i/>
          <w:iCs/>
        </w:rPr>
      </w:pPr>
    </w:p>
    <w:p w14:paraId="1BFF82BF" w14:textId="77777777" w:rsidR="00323A96" w:rsidRDefault="00323A96" w:rsidP="004F2EAA">
      <w:pPr>
        <w:pStyle w:val="ListParagraph"/>
        <w:rPr>
          <w:i/>
          <w:iCs/>
        </w:rPr>
      </w:pPr>
      <w:r>
        <w:rPr>
          <w:i/>
          <w:iCs/>
        </w:rPr>
        <w:t>“</w:t>
      </w:r>
      <w:r w:rsidR="00105485" w:rsidRPr="008A684C">
        <w:rPr>
          <w:i/>
          <w:iCs/>
        </w:rPr>
        <w:t>We wanted to create a film that made the war, the experiences of the soldiers, the horrendous conditions and ‘choices’ they were faced with seem more relevant to young people today</w:t>
      </w:r>
      <w:r w:rsidR="00105485">
        <w:rPr>
          <w:i/>
          <w:iCs/>
        </w:rPr>
        <w:t xml:space="preserve"> … </w:t>
      </w:r>
    </w:p>
    <w:p w14:paraId="4A9DB84F" w14:textId="77777777" w:rsidR="00D636E0" w:rsidRDefault="00D636E0" w:rsidP="004F2EAA">
      <w:pPr>
        <w:pStyle w:val="ListParagraph"/>
        <w:rPr>
          <w:i/>
          <w:iCs/>
        </w:rPr>
      </w:pPr>
    </w:p>
    <w:p w14:paraId="68FB63F7" w14:textId="7C203A5E" w:rsidR="00105485" w:rsidRPr="00796424" w:rsidRDefault="00323A96" w:rsidP="004F2EAA">
      <w:pPr>
        <w:pStyle w:val="ListParagraph"/>
        <w:rPr>
          <w:i/>
          <w:iCs/>
        </w:rPr>
      </w:pPr>
      <w:r>
        <w:rPr>
          <w:i/>
          <w:iCs/>
        </w:rPr>
        <w:t>“</w:t>
      </w:r>
      <w:proofErr w:type="gramStart"/>
      <w:r w:rsidR="00105485" w:rsidRPr="00796424">
        <w:rPr>
          <w:i/>
          <w:iCs/>
        </w:rPr>
        <w:t>if</w:t>
      </w:r>
      <w:proofErr w:type="gramEnd"/>
      <w:r w:rsidR="00105485" w:rsidRPr="00796424">
        <w:rPr>
          <w:i/>
          <w:iCs/>
        </w:rPr>
        <w:t xml:space="preserve"> most of the viewers had been born 100 years earlier they almost certainly would have been i</w:t>
      </w:r>
      <w:r w:rsidR="00105485">
        <w:rPr>
          <w:i/>
          <w:iCs/>
        </w:rPr>
        <w:t>nvolved in the war in some way.”</w:t>
      </w:r>
      <w:r w:rsidR="00105485" w:rsidRPr="00796424">
        <w:rPr>
          <w:i/>
          <w:iCs/>
        </w:rPr>
        <w:t xml:space="preserve"> </w:t>
      </w:r>
    </w:p>
    <w:p w14:paraId="0F36E462" w14:textId="77777777" w:rsidR="00105485" w:rsidRDefault="00105485" w:rsidP="00105485">
      <w:pPr>
        <w:pStyle w:val="ListParagraph"/>
        <w:ind w:left="357"/>
        <w:rPr>
          <w:i/>
          <w:iCs/>
        </w:rPr>
      </w:pPr>
    </w:p>
    <w:p w14:paraId="56DFAA83" w14:textId="77777777" w:rsidR="00323A96" w:rsidRDefault="00667CED" w:rsidP="00323A96">
      <w:r>
        <w:t xml:space="preserve">Ask learners: </w:t>
      </w:r>
    </w:p>
    <w:p w14:paraId="74C05154" w14:textId="77777777" w:rsidR="00323A96" w:rsidRDefault="00323A96" w:rsidP="00323A96"/>
    <w:p w14:paraId="04A55CA4" w14:textId="10FCF3C3" w:rsidR="00323A96" w:rsidRDefault="00105485" w:rsidP="00323A96">
      <w:pPr>
        <w:pStyle w:val="ListParagraph"/>
        <w:numPr>
          <w:ilvl w:val="0"/>
          <w:numId w:val="51"/>
        </w:numPr>
      </w:pPr>
      <w:r>
        <w:t xml:space="preserve">How effective do you think the film was as an act of citizenship?  </w:t>
      </w:r>
    </w:p>
    <w:p w14:paraId="47E43B6C" w14:textId="7E2FA3A1" w:rsidR="00105485" w:rsidRDefault="00105485" w:rsidP="00323A96">
      <w:pPr>
        <w:pStyle w:val="ListParagraph"/>
        <w:numPr>
          <w:ilvl w:val="0"/>
          <w:numId w:val="51"/>
        </w:numPr>
      </w:pPr>
      <w:r>
        <w:t>What about its effectiveness in raising awareness of humanitarianism?</w:t>
      </w:r>
    </w:p>
    <w:p w14:paraId="19C88470" w14:textId="77777777" w:rsidR="00105485" w:rsidRDefault="00105485" w:rsidP="00105485">
      <w:pPr>
        <w:pStyle w:val="ListParagraph"/>
        <w:ind w:left="357"/>
      </w:pPr>
    </w:p>
    <w:p w14:paraId="3C8D8D3C" w14:textId="77777777" w:rsidR="00105485" w:rsidRDefault="00105485" w:rsidP="00105485">
      <w:pPr>
        <w:pStyle w:val="ListParagraph"/>
        <w:ind w:left="0"/>
      </w:pPr>
    </w:p>
    <w:p w14:paraId="2A36785A" w14:textId="01ACCDF8" w:rsidR="009F56B5" w:rsidRDefault="00105485" w:rsidP="00B356CF">
      <w:pPr>
        <w:pStyle w:val="ListParagraph"/>
        <w:numPr>
          <w:ilvl w:val="0"/>
          <w:numId w:val="42"/>
        </w:numPr>
        <w:pBdr>
          <w:top w:val="nil"/>
          <w:left w:val="nil"/>
          <w:bottom w:val="nil"/>
          <w:right w:val="nil"/>
          <w:between w:val="nil"/>
          <w:bar w:val="nil"/>
        </w:pBdr>
        <w:ind w:left="360" w:hanging="360"/>
      </w:pPr>
      <w:r>
        <w:t xml:space="preserve">Ask learners to use the film as inspiration to work in small groups to come up with their own act of citizenship that combines being a good citizen with being humanitarian.  </w:t>
      </w:r>
    </w:p>
    <w:p w14:paraId="3E65BFDE" w14:textId="77777777" w:rsidR="009F56B5" w:rsidRDefault="009F56B5" w:rsidP="00323A96">
      <w:pPr>
        <w:pStyle w:val="ListParagraph"/>
        <w:pBdr>
          <w:top w:val="nil"/>
          <w:left w:val="nil"/>
          <w:bottom w:val="nil"/>
          <w:right w:val="nil"/>
          <w:between w:val="nil"/>
          <w:bar w:val="nil"/>
        </w:pBdr>
        <w:ind w:left="360"/>
      </w:pPr>
    </w:p>
    <w:p w14:paraId="1D701AC1" w14:textId="06B3E506" w:rsidR="00105485" w:rsidRDefault="00105485" w:rsidP="00323A96">
      <w:pPr>
        <w:pStyle w:val="ListParagraph"/>
        <w:pBdr>
          <w:top w:val="nil"/>
          <w:left w:val="nil"/>
          <w:bottom w:val="nil"/>
          <w:right w:val="nil"/>
          <w:between w:val="nil"/>
          <w:bar w:val="nil"/>
        </w:pBdr>
        <w:ind w:left="360"/>
      </w:pPr>
      <w:r>
        <w:t>This could link directly to WWI or if learners prefer they could apply their learning to a more current international armed conflict.</w:t>
      </w:r>
    </w:p>
    <w:p w14:paraId="70BF1D6D" w14:textId="77777777" w:rsidR="00105485" w:rsidRDefault="00105485" w:rsidP="00105485">
      <w:pPr>
        <w:pStyle w:val="ListParagraph"/>
        <w:ind w:left="360"/>
      </w:pPr>
    </w:p>
    <w:p w14:paraId="6ED8CB17" w14:textId="77777777" w:rsidR="00105485" w:rsidRDefault="00105485" w:rsidP="00105485">
      <w:pPr>
        <w:pStyle w:val="ListParagraph"/>
        <w:ind w:left="360"/>
      </w:pPr>
      <w:r w:rsidRPr="009F56B5">
        <w:t xml:space="preserve">Learners can work individually or in small groups to think of way to express their learning, or they could use the suggestions below - their </w:t>
      </w:r>
      <w:r>
        <w:t>act could be in the form of:</w:t>
      </w:r>
    </w:p>
    <w:p w14:paraId="0DF43229" w14:textId="77777777" w:rsidR="00105485" w:rsidRDefault="00105485" w:rsidP="00105485">
      <w:pPr>
        <w:pStyle w:val="ListParagraph"/>
        <w:ind w:left="357"/>
      </w:pPr>
    </w:p>
    <w:p w14:paraId="6C350BA9" w14:textId="4BFFA8AF" w:rsidR="00105485" w:rsidRDefault="00105485" w:rsidP="00B356CF">
      <w:pPr>
        <w:pStyle w:val="ListParagraph"/>
        <w:numPr>
          <w:ilvl w:val="0"/>
          <w:numId w:val="35"/>
        </w:numPr>
        <w:pBdr>
          <w:top w:val="nil"/>
          <w:left w:val="nil"/>
          <w:bottom w:val="nil"/>
          <w:right w:val="nil"/>
          <w:between w:val="nil"/>
          <w:bar w:val="nil"/>
        </w:pBdr>
        <w:tabs>
          <w:tab w:val="num" w:pos="717"/>
        </w:tabs>
        <w:ind w:left="717" w:hanging="360"/>
      </w:pPr>
      <w:proofErr w:type="gramStart"/>
      <w:r>
        <w:t>a</w:t>
      </w:r>
      <w:proofErr w:type="gramEnd"/>
      <w:r>
        <w:t xml:space="preserve"> creative piece – a play, a poem, a song, a painting etc</w:t>
      </w:r>
      <w:r w:rsidR="00667CED">
        <w:t>.</w:t>
      </w:r>
    </w:p>
    <w:p w14:paraId="4A0D3826" w14:textId="77777777" w:rsidR="00105485" w:rsidRDefault="00105485" w:rsidP="00105485">
      <w:pPr>
        <w:pStyle w:val="ListParagraph"/>
        <w:ind w:left="0"/>
      </w:pPr>
    </w:p>
    <w:p w14:paraId="782FD70D" w14:textId="776D805F" w:rsidR="00105485" w:rsidRDefault="00667CED" w:rsidP="00B356CF">
      <w:pPr>
        <w:pStyle w:val="ListParagraph"/>
        <w:numPr>
          <w:ilvl w:val="0"/>
          <w:numId w:val="36"/>
        </w:numPr>
        <w:pBdr>
          <w:top w:val="nil"/>
          <w:left w:val="nil"/>
          <w:bottom w:val="nil"/>
          <w:right w:val="nil"/>
          <w:between w:val="nil"/>
          <w:bar w:val="nil"/>
        </w:pBdr>
        <w:tabs>
          <w:tab w:val="num" w:pos="717"/>
        </w:tabs>
        <w:ind w:left="717" w:hanging="360"/>
      </w:pPr>
      <w:proofErr w:type="gramStart"/>
      <w:r>
        <w:t>an</w:t>
      </w:r>
      <w:proofErr w:type="gramEnd"/>
      <w:r>
        <w:t xml:space="preserve"> </w:t>
      </w:r>
      <w:r w:rsidR="00105485">
        <w:t>a</w:t>
      </w:r>
      <w:r>
        <w:t xml:space="preserve">wareness-raising piece – </w:t>
      </w:r>
      <w:r w:rsidR="00105485">
        <w:t>posters to raise issues, leaflet to inform other young people</w:t>
      </w:r>
      <w:r>
        <w:t>.</w:t>
      </w:r>
    </w:p>
    <w:p w14:paraId="5E5A1857" w14:textId="77777777" w:rsidR="00105485" w:rsidRDefault="00105485" w:rsidP="00105485">
      <w:pPr>
        <w:pStyle w:val="ListParagraph"/>
        <w:ind w:left="0"/>
      </w:pPr>
    </w:p>
    <w:p w14:paraId="41649CF1" w14:textId="2B508B60" w:rsidR="00105485" w:rsidRDefault="00105485" w:rsidP="00B356CF">
      <w:pPr>
        <w:pStyle w:val="ListParagraph"/>
        <w:numPr>
          <w:ilvl w:val="0"/>
          <w:numId w:val="37"/>
        </w:numPr>
        <w:pBdr>
          <w:top w:val="nil"/>
          <w:left w:val="nil"/>
          <w:bottom w:val="nil"/>
          <w:right w:val="nil"/>
          <w:between w:val="nil"/>
          <w:bar w:val="nil"/>
        </w:pBdr>
        <w:tabs>
          <w:tab w:val="num" w:pos="717"/>
        </w:tabs>
        <w:ind w:left="717" w:hanging="360"/>
      </w:pPr>
      <w:proofErr w:type="gramStart"/>
      <w:r>
        <w:t>an</w:t>
      </w:r>
      <w:proofErr w:type="gramEnd"/>
      <w:r>
        <w:t xml:space="preserve"> action – becoming a volunteer, committing to find out more, designing a workshop for younger learners in the school</w:t>
      </w:r>
      <w:r w:rsidR="00667CED">
        <w:t>.</w:t>
      </w:r>
    </w:p>
    <w:p w14:paraId="7E02DBA2" w14:textId="77777777" w:rsidR="00AD2D63" w:rsidRPr="00B614BE" w:rsidRDefault="00AD2D63" w:rsidP="00B614BE"/>
    <w:sectPr w:rsidR="00AD2D63" w:rsidRPr="00B614BE" w:rsidSect="00823E72">
      <w:headerReference w:type="even" r:id="rId22"/>
      <w:headerReference w:type="default" r:id="rId23"/>
      <w:footerReference w:type="even" r:id="rId24"/>
      <w:footerReference w:type="default" r:id="rId25"/>
      <w:headerReference w:type="first" r:id="rId26"/>
      <w:footerReference w:type="first" r:id="rId27"/>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C8A58" w14:textId="77777777" w:rsidR="005E7423" w:rsidRDefault="005E7423" w:rsidP="00830B76">
      <w:r>
        <w:separator/>
      </w:r>
    </w:p>
  </w:endnote>
  <w:endnote w:type="continuationSeparator" w:id="0">
    <w:p w14:paraId="72DD481F" w14:textId="77777777" w:rsidR="005E7423" w:rsidRDefault="005E7423"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pitch w:val="default"/>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75971" w14:textId="77777777" w:rsidR="005E7423" w:rsidRDefault="005E7423"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8F1C2B" w14:textId="77777777" w:rsidR="005E7423" w:rsidRDefault="005E7423" w:rsidP="00830B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11D11" w14:textId="40552C62" w:rsidR="005E7423" w:rsidRDefault="005E7423"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14:anchorId="111CD27C" wp14:editId="0B525379">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 xmlns:a="http://schemas.openxmlformats.org/drawingml/2006/main">
                <a:graphicData uri="http://schemas.microsoft.com/office/word/2010/wordprocessingShape">
                  <wps:wsp>
                    <wps:cNvSpPr txBox="1"/>
                    <wps:spPr>
                      <a:xfrm>
                        <a:off x="0" y="0"/>
                        <a:ext cx="281940" cy="29591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77C9C299" w14:textId="77777777" w:rsidR="005E7423" w:rsidRPr="00823E72" w:rsidRDefault="005E7423"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B477E4">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" filled="f" stroked="f">
              <v:textbox style="mso-fit-shape-to-text:t">
                <w:txbxContent>
                  <w:p w14:paraId="77C9C299" w14:textId="77777777" w:rsidR="005E7423" w:rsidRPr="00823E72" w:rsidRDefault="005E7423"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B477E4">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3DBF392B" wp14:editId="0A93CE7D">
              <wp:simplePos x="0" y="0"/>
              <wp:positionH relativeFrom="column">
                <wp:posOffset>342900</wp:posOffset>
              </wp:positionH>
              <wp:positionV relativeFrom="paragraph">
                <wp:posOffset>-700405</wp:posOffset>
              </wp:positionV>
              <wp:extent cx="0" cy="800100"/>
              <wp:effectExtent l="0" t="0" r="25400" b="12700"/>
              <wp:wrapNone/>
              <wp:docPr id="3" name="Straight Connector 3"/>
              <wp:cNvGraphicFramePr/>
              <a:graphic xmlns:a="http://schemas.openxmlformats.org/drawingml/2006/main">
                <a:graphicData uri="http://schemas.microsoft.com/office/word/2010/wordprocessingShape">
                  <wps:wsp>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mo="http://schemas.microsoft.com/office/mac/office/2008/main" xmlns:mv="urn:schemas-microsoft-com:mac:vml">
          <w:pict>
            <v:line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pt,-55.1pt" to="27pt,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" strokecolor="white [3212]"/>
          </w:pict>
        </mc:Fallback>
      </mc:AlternateContent>
    </w:r>
    <w:r>
      <w:rPr>
        <w:noProof/>
      </w:rPr>
      <mc:AlternateContent>
        <mc:Choice Requires="wps">
          <w:drawing>
            <wp:anchor distT="0" distB="0" distL="114300" distR="114300" simplePos="0" relativeHeight="251660286" behindDoc="0" locked="0" layoutInCell="1" allowOverlap="1" wp14:anchorId="4B172ABC" wp14:editId="3B4B7318">
              <wp:simplePos x="0" y="0"/>
              <wp:positionH relativeFrom="column">
                <wp:posOffset>-800100</wp:posOffset>
              </wp:positionH>
              <wp:positionV relativeFrom="paragraph">
                <wp:posOffset>-901700</wp:posOffset>
              </wp:positionV>
              <wp:extent cx="7658100" cy="1229995"/>
              <wp:effectExtent l="0" t="0" r="12700" b="0"/>
              <wp:wrapNone/>
              <wp:docPr id="7" name="Rectangle 7"/>
              <wp:cNvGraphicFramePr/>
              <a:graphic xmlns:a="http://schemas.openxmlformats.org/drawingml/2006/main">
                <a:graphicData uri="http://schemas.microsoft.com/office/word/2010/wordprocessingShape">
                  <wps:wsp>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rect id="Rectangle 7" o:spid="_x0000_s1026" style="position:absolute;margin-left:-62.95pt;margin-top:-70.95pt;width:603pt;height:96.85pt;z-index:25166028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" fillcolor="#ce1620" stroked="f"/>
          </w:pict>
        </mc:Fallback>
      </mc:AlternateContent>
    </w:r>
    <w:r>
      <w:rPr>
        <w:noProof/>
      </w:rPr>
      <mc:AlternateContent>
        <mc:Choice Requires="wps">
          <w:drawing>
            <wp:anchor distT="0" distB="0" distL="114300" distR="114300" simplePos="0" relativeHeight="251661311" behindDoc="0" locked="0" layoutInCell="1" allowOverlap="1" wp14:anchorId="54122E6C" wp14:editId="1E94872B">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581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86C037" w14:textId="77777777" w:rsidR="005E7423" w:rsidRDefault="005E7423" w:rsidP="00823E72">
                          <w:pPr>
                            <w:pStyle w:val="Footer"/>
                            <w:ind w:left="567"/>
                            <w:rPr>
                              <w:color w:val="FFFFFF" w:themeColor="background1"/>
                              <w:sz w:val="18"/>
                              <w:szCs w:val="18"/>
                              <w:lang w:val="en-US"/>
                            </w:rPr>
                          </w:pPr>
                        </w:p>
                        <w:p w14:paraId="35C15DE7" w14:textId="2847C496" w:rsidR="005E7423" w:rsidRPr="00823E72" w:rsidRDefault="005E7423"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14:paraId="563C49BF" w14:textId="77777777" w:rsidR="005E7423" w:rsidRPr="00823E72" w:rsidRDefault="005E7423"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14:paraId="61E614A1" w14:textId="77777777" w:rsidR="005E7423" w:rsidRPr="00823E72" w:rsidRDefault="005E7423"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14:paraId="2CA30D76" w14:textId="77777777" w:rsidR="005E7423" w:rsidRPr="00823E72" w:rsidRDefault="005E7423" w:rsidP="00823E72">
                          <w:pPr>
                            <w:ind w:left="567"/>
                            <w:rPr>
                              <w:color w:val="FFFFFF" w:themeColor="background1"/>
                            </w:rPr>
                          </w:pPr>
                        </w:p>
                        <w:p w14:paraId="0A382F5D" w14:textId="77777777" w:rsidR="005E7423" w:rsidRDefault="005E7423"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" filled="f" stroked="f">
              <v:textbox>
                <w:txbxContent>
                  <w:p w14:paraId="5786C037" w14:textId="77777777" w:rsidR="004F2EAA" w:rsidRDefault="004F2EAA" w:rsidP="00823E72">
                    <w:pPr>
                      <w:pStyle w:val="Footer"/>
                      <w:ind w:left="567"/>
                      <w:rPr>
                        <w:color w:val="FFFFFF" w:themeColor="background1"/>
                        <w:sz w:val="18"/>
                        <w:szCs w:val="18"/>
                        <w:lang w:val="en-US"/>
                      </w:rPr>
                    </w:pPr>
                  </w:p>
                  <w:p w14:paraId="35C15DE7" w14:textId="2847C496" w:rsidR="004F2EAA" w:rsidRPr="00823E72" w:rsidRDefault="004F2EAA"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14:paraId="563C49BF" w14:textId="77777777" w:rsidR="004F2EAA" w:rsidRPr="00823E72" w:rsidRDefault="004F2EAA"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14:paraId="61E614A1" w14:textId="77777777" w:rsidR="004F2EAA" w:rsidRPr="00823E72" w:rsidRDefault="004F2EAA"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14:paraId="2CA30D76" w14:textId="77777777" w:rsidR="004F2EAA" w:rsidRPr="00823E72" w:rsidRDefault="004F2EAA" w:rsidP="00823E72">
                    <w:pPr>
                      <w:ind w:left="567"/>
                      <w:rPr>
                        <w:color w:val="FFFFFF" w:themeColor="background1"/>
                      </w:rPr>
                    </w:pPr>
                  </w:p>
                  <w:p w14:paraId="0A382F5D" w14:textId="77777777" w:rsidR="004F2EAA" w:rsidRDefault="004F2EAA" w:rsidP="00823E72">
                    <w:pPr>
                      <w:ind w:left="56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96B53" w14:textId="77777777" w:rsidR="005E7423" w:rsidRDefault="005E7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D3391" w14:textId="77777777" w:rsidR="005E7423" w:rsidRDefault="005E7423" w:rsidP="00830B76">
      <w:r>
        <w:separator/>
      </w:r>
    </w:p>
  </w:footnote>
  <w:footnote w:type="continuationSeparator" w:id="0">
    <w:p w14:paraId="5B94A290" w14:textId="77777777" w:rsidR="005E7423" w:rsidRDefault="005E7423" w:rsidP="00830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ECB4E" w14:textId="3038FB46" w:rsidR="005E7423" w:rsidRDefault="005E7423">
    <w:pPr>
      <w:pStyle w:val="Header"/>
    </w:pPr>
    <w:r>
      <w:rPr>
        <w:noProof/>
      </w:rPr>
      <w:drawing>
        <wp:anchor distT="0" distB="0" distL="114300" distR="114300" simplePos="0" relativeHeight="251662336" behindDoc="1" locked="0" layoutInCell="1" allowOverlap="1" wp14:anchorId="4C37D66F" wp14:editId="1581D0EE">
          <wp:simplePos x="0" y="0"/>
          <wp:positionH relativeFrom="margin">
            <wp:align>center</wp:align>
          </wp:positionH>
          <wp:positionV relativeFrom="margin">
            <wp:align>center</wp:align>
          </wp:positionV>
          <wp:extent cx="7778750" cy="10801985"/>
          <wp:effectExtent l="0" t="0" r="0" b="0"/>
          <wp:wrapNone/>
          <wp:docPr id="8" name="Picture 8"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9C924" w14:textId="0788F3CA" w:rsidR="005E7423" w:rsidRPr="00823E72" w:rsidRDefault="005E7423" w:rsidP="00823E72">
    <w:pPr>
      <w:pStyle w:val="Header"/>
      <w:tabs>
        <w:tab w:val="clear" w:pos="4320"/>
        <w:tab w:val="clear" w:pos="8640"/>
        <w:tab w:val="left" w:pos="4820"/>
      </w:tabs>
      <w:ind w:left="-1134"/>
    </w:pPr>
    <w:r>
      <w:rPr>
        <w:noProof/>
      </w:rPr>
      <w:drawing>
        <wp:inline distT="0" distB="0" distL="0" distR="0" wp14:anchorId="0BFC3272" wp14:editId="22CA05CB">
          <wp:extent cx="6120765" cy="895173"/>
          <wp:effectExtent l="0" t="0" r="0" b="635"/>
          <wp:docPr id="4" name="Picture 4" descr="\\redcross.org.uk\public\UsersDesktop-MFH\Hdavis\Desktop\Lesson plan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cross.org.uk\public\UsersDesktop-MFH\Hdavis\Desktop\Lesson plan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5173"/>
                  </a:xfrm>
                  <a:prstGeom prst="rect">
                    <a:avLst/>
                  </a:prstGeom>
                  <a:noFill/>
                  <a:ln>
                    <a:noFill/>
                  </a:ln>
                </pic:spPr>
              </pic:pic>
            </a:graphicData>
          </a:graphic>
        </wp:inline>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A9589" w14:textId="3E09063E" w:rsidR="005E7423" w:rsidRDefault="005E7423">
    <w:pPr>
      <w:pStyle w:val="Header"/>
    </w:pPr>
    <w:r>
      <w:rPr>
        <w:noProof/>
      </w:rPr>
      <w:drawing>
        <wp:anchor distT="0" distB="0" distL="114300" distR="114300" simplePos="0" relativeHeight="251663360" behindDoc="1" locked="0" layoutInCell="1" allowOverlap="1" wp14:anchorId="0E3D237F" wp14:editId="40B36A7D">
          <wp:simplePos x="0" y="0"/>
          <wp:positionH relativeFrom="margin">
            <wp:align>center</wp:align>
          </wp:positionH>
          <wp:positionV relativeFrom="margin">
            <wp:align>center</wp:align>
          </wp:positionV>
          <wp:extent cx="7778750" cy="10801985"/>
          <wp:effectExtent l="0" t="0" r="0" b="0"/>
          <wp:wrapNone/>
          <wp:docPr id="5" name="Picture 5"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866F9"/>
    <w:multiLevelType w:val="multilevel"/>
    <w:tmpl w:val="414A2BB8"/>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1">
    <w:nsid w:val="090E1B23"/>
    <w:multiLevelType w:val="hybridMultilevel"/>
    <w:tmpl w:val="9B3C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484B09"/>
    <w:multiLevelType w:val="multilevel"/>
    <w:tmpl w:val="C9FC6976"/>
    <w:lvl w:ilvl="0">
      <w:numFmt w:val="bullet"/>
      <w:lvlText w:val="•"/>
      <w:lvlJc w:val="left"/>
      <w:rPr>
        <w:color w:val="auto"/>
        <w:position w:val="0"/>
      </w:rPr>
    </w:lvl>
    <w:lvl w:ilvl="1">
      <w:start w:val="1"/>
      <w:numFmt w:val="bullet"/>
      <w:lvlText w:val="•"/>
      <w:lvlJc w:val="left"/>
      <w:pPr>
        <w:tabs>
          <w:tab w:val="num" w:pos="-1"/>
        </w:tabs>
        <w:ind w:left="-1"/>
      </w:pPr>
      <w:rPr>
        <w:color w:val="9A55BE"/>
        <w:position w:val="0"/>
      </w:rPr>
    </w:lvl>
    <w:lvl w:ilvl="2">
      <w:start w:val="1"/>
      <w:numFmt w:val="bullet"/>
      <w:lvlText w:val="•"/>
      <w:lvlJc w:val="left"/>
      <w:pPr>
        <w:tabs>
          <w:tab w:val="num" w:pos="-1"/>
        </w:tabs>
        <w:ind w:left="-1"/>
      </w:pPr>
      <w:rPr>
        <w:color w:val="9A55BE"/>
        <w:position w:val="0"/>
      </w:rPr>
    </w:lvl>
    <w:lvl w:ilvl="3">
      <w:start w:val="1"/>
      <w:numFmt w:val="bullet"/>
      <w:lvlText w:val="•"/>
      <w:lvlJc w:val="left"/>
      <w:pPr>
        <w:tabs>
          <w:tab w:val="num" w:pos="-1"/>
        </w:tabs>
        <w:ind w:left="-1"/>
      </w:pPr>
      <w:rPr>
        <w:color w:val="9A55BE"/>
        <w:position w:val="0"/>
      </w:rPr>
    </w:lvl>
    <w:lvl w:ilvl="4">
      <w:start w:val="1"/>
      <w:numFmt w:val="bullet"/>
      <w:lvlText w:val="•"/>
      <w:lvlJc w:val="left"/>
      <w:pPr>
        <w:tabs>
          <w:tab w:val="num" w:pos="-1"/>
        </w:tabs>
        <w:ind w:left="-1"/>
      </w:pPr>
      <w:rPr>
        <w:color w:val="9A55BE"/>
        <w:position w:val="0"/>
      </w:rPr>
    </w:lvl>
    <w:lvl w:ilvl="5">
      <w:start w:val="1"/>
      <w:numFmt w:val="bullet"/>
      <w:lvlText w:val="•"/>
      <w:lvlJc w:val="left"/>
      <w:pPr>
        <w:tabs>
          <w:tab w:val="num" w:pos="-1"/>
        </w:tabs>
        <w:ind w:left="-1"/>
      </w:pPr>
      <w:rPr>
        <w:color w:val="9A55BE"/>
        <w:position w:val="0"/>
      </w:rPr>
    </w:lvl>
    <w:lvl w:ilvl="6">
      <w:start w:val="1"/>
      <w:numFmt w:val="bullet"/>
      <w:lvlText w:val="•"/>
      <w:lvlJc w:val="left"/>
      <w:pPr>
        <w:tabs>
          <w:tab w:val="num" w:pos="-1"/>
        </w:tabs>
        <w:ind w:left="-1"/>
      </w:pPr>
      <w:rPr>
        <w:color w:val="9A55BE"/>
        <w:position w:val="0"/>
      </w:rPr>
    </w:lvl>
    <w:lvl w:ilvl="7">
      <w:start w:val="1"/>
      <w:numFmt w:val="bullet"/>
      <w:lvlText w:val="•"/>
      <w:lvlJc w:val="left"/>
      <w:pPr>
        <w:tabs>
          <w:tab w:val="num" w:pos="-1"/>
        </w:tabs>
        <w:ind w:left="-1"/>
      </w:pPr>
      <w:rPr>
        <w:color w:val="9A55BE"/>
        <w:position w:val="0"/>
      </w:rPr>
    </w:lvl>
    <w:lvl w:ilvl="8">
      <w:start w:val="1"/>
      <w:numFmt w:val="bullet"/>
      <w:lvlText w:val="•"/>
      <w:lvlJc w:val="left"/>
      <w:pPr>
        <w:tabs>
          <w:tab w:val="num" w:pos="-1"/>
        </w:tabs>
        <w:ind w:left="-1"/>
      </w:pPr>
      <w:rPr>
        <w:color w:val="9A55BE"/>
        <w:position w:val="0"/>
      </w:rPr>
    </w:lvl>
  </w:abstractNum>
  <w:abstractNum w:abstractNumId="3">
    <w:nsid w:val="0F9338D2"/>
    <w:multiLevelType w:val="multilevel"/>
    <w:tmpl w:val="F9026C58"/>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4">
    <w:nsid w:val="12FB67AF"/>
    <w:multiLevelType w:val="multilevel"/>
    <w:tmpl w:val="DA045452"/>
    <w:lvl w:ilvl="0">
      <w:numFmt w:val="bullet"/>
      <w:lvlText w:val="•"/>
      <w:lvlJc w:val="left"/>
      <w:rPr>
        <w:position w:val="0"/>
        <w:u w:color="000000"/>
        <w:rtl w:val="0"/>
      </w:rPr>
    </w:lvl>
    <w:lvl w:ilvl="1">
      <w:start w:val="1"/>
      <w:numFmt w:val="bullet"/>
      <w:lvlText w:val="•"/>
      <w:lvlJc w:val="left"/>
      <w:pPr>
        <w:tabs>
          <w:tab w:val="num" w:pos="-1"/>
        </w:tabs>
        <w:ind w:left="-1"/>
      </w:pPr>
      <w:rPr>
        <w:position w:val="0"/>
        <w:u w:color="000000"/>
        <w:rtl w:val="0"/>
      </w:rPr>
    </w:lvl>
    <w:lvl w:ilvl="2">
      <w:start w:val="1"/>
      <w:numFmt w:val="bullet"/>
      <w:lvlText w:val="•"/>
      <w:lvlJc w:val="left"/>
      <w:pPr>
        <w:tabs>
          <w:tab w:val="num" w:pos="-1"/>
        </w:tabs>
        <w:ind w:left="-1"/>
      </w:pPr>
      <w:rPr>
        <w:position w:val="0"/>
        <w:u w:color="000000"/>
        <w:rtl w:val="0"/>
      </w:rPr>
    </w:lvl>
    <w:lvl w:ilvl="3">
      <w:start w:val="1"/>
      <w:numFmt w:val="bullet"/>
      <w:lvlText w:val="•"/>
      <w:lvlJc w:val="left"/>
      <w:pPr>
        <w:tabs>
          <w:tab w:val="num" w:pos="-1"/>
        </w:tabs>
        <w:ind w:left="-1"/>
      </w:pPr>
      <w:rPr>
        <w:position w:val="0"/>
        <w:u w:color="000000"/>
        <w:rtl w:val="0"/>
      </w:rPr>
    </w:lvl>
    <w:lvl w:ilvl="4">
      <w:start w:val="1"/>
      <w:numFmt w:val="bullet"/>
      <w:lvlText w:val="•"/>
      <w:lvlJc w:val="left"/>
      <w:pPr>
        <w:tabs>
          <w:tab w:val="num" w:pos="-1"/>
        </w:tabs>
        <w:ind w:left="-1"/>
      </w:pPr>
      <w:rPr>
        <w:position w:val="0"/>
        <w:u w:color="000000"/>
        <w:rtl w:val="0"/>
      </w:rPr>
    </w:lvl>
    <w:lvl w:ilvl="5">
      <w:start w:val="1"/>
      <w:numFmt w:val="bullet"/>
      <w:lvlText w:val="•"/>
      <w:lvlJc w:val="left"/>
      <w:pPr>
        <w:tabs>
          <w:tab w:val="num" w:pos="-1"/>
        </w:tabs>
        <w:ind w:left="-1"/>
      </w:pPr>
      <w:rPr>
        <w:position w:val="0"/>
        <w:u w:color="000000"/>
        <w:rtl w:val="0"/>
      </w:rPr>
    </w:lvl>
    <w:lvl w:ilvl="6">
      <w:start w:val="1"/>
      <w:numFmt w:val="bullet"/>
      <w:lvlText w:val="•"/>
      <w:lvlJc w:val="left"/>
      <w:pPr>
        <w:tabs>
          <w:tab w:val="num" w:pos="-1"/>
        </w:tabs>
        <w:ind w:left="-1"/>
      </w:pPr>
      <w:rPr>
        <w:position w:val="0"/>
        <w:u w:color="000000"/>
        <w:rtl w:val="0"/>
      </w:rPr>
    </w:lvl>
    <w:lvl w:ilvl="7">
      <w:start w:val="1"/>
      <w:numFmt w:val="bullet"/>
      <w:lvlText w:val="•"/>
      <w:lvlJc w:val="left"/>
      <w:pPr>
        <w:tabs>
          <w:tab w:val="num" w:pos="-1"/>
        </w:tabs>
        <w:ind w:left="-1"/>
      </w:pPr>
      <w:rPr>
        <w:position w:val="0"/>
        <w:u w:color="000000"/>
        <w:rtl w:val="0"/>
      </w:rPr>
    </w:lvl>
    <w:lvl w:ilvl="8">
      <w:start w:val="1"/>
      <w:numFmt w:val="bullet"/>
      <w:lvlText w:val="•"/>
      <w:lvlJc w:val="left"/>
      <w:pPr>
        <w:tabs>
          <w:tab w:val="num" w:pos="-1"/>
        </w:tabs>
        <w:ind w:left="-1"/>
      </w:pPr>
      <w:rPr>
        <w:position w:val="0"/>
        <w:u w:color="000000"/>
        <w:rtl w:val="0"/>
      </w:rPr>
    </w:lvl>
  </w:abstractNum>
  <w:abstractNum w:abstractNumId="5">
    <w:nsid w:val="1682375A"/>
    <w:multiLevelType w:val="multilevel"/>
    <w:tmpl w:val="8CD66338"/>
    <w:styleLink w:val="List21"/>
    <w:lvl w:ilvl="0">
      <w:numFmt w:val="bullet"/>
      <w:lvlText w:val="•"/>
      <w:lvlJc w:val="left"/>
      <w:rPr>
        <w:color w:val="1F1F1F"/>
        <w:position w:val="0"/>
        <w:u w:color="1F1F1F"/>
        <w:lang w:val="en-US"/>
      </w:rPr>
    </w:lvl>
    <w:lvl w:ilvl="1">
      <w:start w:val="1"/>
      <w:numFmt w:val="bullet"/>
      <w:lvlText w:val="o"/>
      <w:lvlJc w:val="left"/>
      <w:rPr>
        <w:color w:val="1F1F1F"/>
        <w:position w:val="0"/>
        <w:u w:color="1F1F1F"/>
        <w:lang w:val="en-US"/>
      </w:rPr>
    </w:lvl>
    <w:lvl w:ilvl="2">
      <w:start w:val="1"/>
      <w:numFmt w:val="bullet"/>
      <w:lvlText w:val="▪"/>
      <w:lvlJc w:val="left"/>
      <w:rPr>
        <w:color w:val="1F1F1F"/>
        <w:position w:val="0"/>
        <w:u w:color="1F1F1F"/>
        <w:lang w:val="en-US"/>
      </w:rPr>
    </w:lvl>
    <w:lvl w:ilvl="3">
      <w:start w:val="1"/>
      <w:numFmt w:val="bullet"/>
      <w:lvlText w:val="•"/>
      <w:lvlJc w:val="left"/>
      <w:rPr>
        <w:color w:val="1F1F1F"/>
        <w:position w:val="0"/>
        <w:u w:color="1F1F1F"/>
        <w:lang w:val="en-US"/>
      </w:rPr>
    </w:lvl>
    <w:lvl w:ilvl="4">
      <w:start w:val="1"/>
      <w:numFmt w:val="bullet"/>
      <w:lvlText w:val="o"/>
      <w:lvlJc w:val="left"/>
      <w:rPr>
        <w:color w:val="1F1F1F"/>
        <w:position w:val="0"/>
        <w:u w:color="1F1F1F"/>
        <w:lang w:val="en-US"/>
      </w:rPr>
    </w:lvl>
    <w:lvl w:ilvl="5">
      <w:start w:val="1"/>
      <w:numFmt w:val="bullet"/>
      <w:lvlText w:val="▪"/>
      <w:lvlJc w:val="left"/>
      <w:rPr>
        <w:color w:val="1F1F1F"/>
        <w:position w:val="0"/>
        <w:u w:color="1F1F1F"/>
        <w:lang w:val="en-US"/>
      </w:rPr>
    </w:lvl>
    <w:lvl w:ilvl="6">
      <w:start w:val="1"/>
      <w:numFmt w:val="bullet"/>
      <w:lvlText w:val="•"/>
      <w:lvlJc w:val="left"/>
      <w:rPr>
        <w:color w:val="1F1F1F"/>
        <w:position w:val="0"/>
        <w:u w:color="1F1F1F"/>
        <w:lang w:val="en-US"/>
      </w:rPr>
    </w:lvl>
    <w:lvl w:ilvl="7">
      <w:start w:val="1"/>
      <w:numFmt w:val="bullet"/>
      <w:lvlText w:val="o"/>
      <w:lvlJc w:val="left"/>
      <w:rPr>
        <w:color w:val="1F1F1F"/>
        <w:position w:val="0"/>
        <w:u w:color="1F1F1F"/>
        <w:lang w:val="en-US"/>
      </w:rPr>
    </w:lvl>
    <w:lvl w:ilvl="8">
      <w:start w:val="1"/>
      <w:numFmt w:val="bullet"/>
      <w:lvlText w:val="▪"/>
      <w:lvlJc w:val="left"/>
      <w:rPr>
        <w:color w:val="1F1F1F"/>
        <w:position w:val="0"/>
        <w:u w:color="1F1F1F"/>
        <w:lang w:val="en-US"/>
      </w:rPr>
    </w:lvl>
  </w:abstractNum>
  <w:abstractNum w:abstractNumId="6">
    <w:nsid w:val="196C7602"/>
    <w:multiLevelType w:val="multilevel"/>
    <w:tmpl w:val="D960C2E8"/>
    <w:lvl w:ilvl="0">
      <w:numFmt w:val="bullet"/>
      <w:lvlText w:val="•"/>
      <w:lvlJc w:val="left"/>
      <w:rPr>
        <w:color w:val="auto"/>
        <w:position w:val="0"/>
      </w:rPr>
    </w:lvl>
    <w:lvl w:ilvl="1">
      <w:start w:val="1"/>
      <w:numFmt w:val="bullet"/>
      <w:lvlText w:val="•"/>
      <w:lvlJc w:val="left"/>
      <w:pPr>
        <w:tabs>
          <w:tab w:val="num" w:pos="-1"/>
        </w:tabs>
        <w:ind w:left="-1"/>
      </w:pPr>
      <w:rPr>
        <w:color w:val="9A55BE"/>
        <w:position w:val="0"/>
      </w:rPr>
    </w:lvl>
    <w:lvl w:ilvl="2">
      <w:start w:val="1"/>
      <w:numFmt w:val="bullet"/>
      <w:lvlText w:val="•"/>
      <w:lvlJc w:val="left"/>
      <w:pPr>
        <w:tabs>
          <w:tab w:val="num" w:pos="-1"/>
        </w:tabs>
        <w:ind w:left="-1"/>
      </w:pPr>
      <w:rPr>
        <w:color w:val="9A55BE"/>
        <w:position w:val="0"/>
      </w:rPr>
    </w:lvl>
    <w:lvl w:ilvl="3">
      <w:start w:val="1"/>
      <w:numFmt w:val="bullet"/>
      <w:lvlText w:val="•"/>
      <w:lvlJc w:val="left"/>
      <w:pPr>
        <w:tabs>
          <w:tab w:val="num" w:pos="-1"/>
        </w:tabs>
        <w:ind w:left="-1"/>
      </w:pPr>
      <w:rPr>
        <w:color w:val="9A55BE"/>
        <w:position w:val="0"/>
      </w:rPr>
    </w:lvl>
    <w:lvl w:ilvl="4">
      <w:start w:val="1"/>
      <w:numFmt w:val="bullet"/>
      <w:lvlText w:val="•"/>
      <w:lvlJc w:val="left"/>
      <w:pPr>
        <w:tabs>
          <w:tab w:val="num" w:pos="-1"/>
        </w:tabs>
        <w:ind w:left="-1"/>
      </w:pPr>
      <w:rPr>
        <w:color w:val="9A55BE"/>
        <w:position w:val="0"/>
      </w:rPr>
    </w:lvl>
    <w:lvl w:ilvl="5">
      <w:start w:val="1"/>
      <w:numFmt w:val="bullet"/>
      <w:lvlText w:val="•"/>
      <w:lvlJc w:val="left"/>
      <w:pPr>
        <w:tabs>
          <w:tab w:val="num" w:pos="-1"/>
        </w:tabs>
        <w:ind w:left="-1"/>
      </w:pPr>
      <w:rPr>
        <w:color w:val="9A55BE"/>
        <w:position w:val="0"/>
      </w:rPr>
    </w:lvl>
    <w:lvl w:ilvl="6">
      <w:start w:val="1"/>
      <w:numFmt w:val="bullet"/>
      <w:lvlText w:val="•"/>
      <w:lvlJc w:val="left"/>
      <w:pPr>
        <w:tabs>
          <w:tab w:val="num" w:pos="-1"/>
        </w:tabs>
        <w:ind w:left="-1"/>
      </w:pPr>
      <w:rPr>
        <w:color w:val="9A55BE"/>
        <w:position w:val="0"/>
      </w:rPr>
    </w:lvl>
    <w:lvl w:ilvl="7">
      <w:start w:val="1"/>
      <w:numFmt w:val="bullet"/>
      <w:lvlText w:val="•"/>
      <w:lvlJc w:val="left"/>
      <w:pPr>
        <w:tabs>
          <w:tab w:val="num" w:pos="-1"/>
        </w:tabs>
        <w:ind w:left="-1"/>
      </w:pPr>
      <w:rPr>
        <w:color w:val="9A55BE"/>
        <w:position w:val="0"/>
      </w:rPr>
    </w:lvl>
    <w:lvl w:ilvl="8">
      <w:start w:val="1"/>
      <w:numFmt w:val="bullet"/>
      <w:lvlText w:val="•"/>
      <w:lvlJc w:val="left"/>
      <w:pPr>
        <w:tabs>
          <w:tab w:val="num" w:pos="-1"/>
        </w:tabs>
        <w:ind w:left="-1"/>
      </w:pPr>
      <w:rPr>
        <w:color w:val="9A55BE"/>
        <w:position w:val="0"/>
      </w:rPr>
    </w:lvl>
  </w:abstractNum>
  <w:abstractNum w:abstractNumId="7">
    <w:nsid w:val="19F73DDB"/>
    <w:multiLevelType w:val="multilevel"/>
    <w:tmpl w:val="640E0C1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8">
    <w:nsid w:val="1A1713A2"/>
    <w:multiLevelType w:val="multilevel"/>
    <w:tmpl w:val="DB9CA256"/>
    <w:styleLink w:val="List51"/>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9">
    <w:nsid w:val="1AB12B38"/>
    <w:multiLevelType w:val="hybridMultilevel"/>
    <w:tmpl w:val="86AE2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FB1FA6"/>
    <w:multiLevelType w:val="multilevel"/>
    <w:tmpl w:val="9698D50A"/>
    <w:lvl w:ilvl="0">
      <w:numFmt w:val="bullet"/>
      <w:lvlText w:val="•"/>
      <w:lvlJc w:val="left"/>
      <w:rPr>
        <w:position w:val="0"/>
        <w:u w:color="000000"/>
        <w:rtl w:val="0"/>
      </w:rPr>
    </w:lvl>
    <w:lvl w:ilvl="1">
      <w:start w:val="1"/>
      <w:numFmt w:val="bullet"/>
      <w:lvlText w:val="•"/>
      <w:lvlJc w:val="left"/>
      <w:pPr>
        <w:tabs>
          <w:tab w:val="num" w:pos="-1"/>
        </w:tabs>
        <w:ind w:left="-1"/>
      </w:pPr>
      <w:rPr>
        <w:position w:val="0"/>
        <w:u w:color="000000"/>
        <w:rtl w:val="0"/>
      </w:rPr>
    </w:lvl>
    <w:lvl w:ilvl="2">
      <w:start w:val="1"/>
      <w:numFmt w:val="bullet"/>
      <w:lvlText w:val="•"/>
      <w:lvlJc w:val="left"/>
      <w:pPr>
        <w:tabs>
          <w:tab w:val="num" w:pos="-1"/>
        </w:tabs>
        <w:ind w:left="-1"/>
      </w:pPr>
      <w:rPr>
        <w:position w:val="0"/>
        <w:u w:color="000000"/>
        <w:rtl w:val="0"/>
      </w:rPr>
    </w:lvl>
    <w:lvl w:ilvl="3">
      <w:start w:val="1"/>
      <w:numFmt w:val="bullet"/>
      <w:lvlText w:val="•"/>
      <w:lvlJc w:val="left"/>
      <w:pPr>
        <w:tabs>
          <w:tab w:val="num" w:pos="-1"/>
        </w:tabs>
        <w:ind w:left="-1"/>
      </w:pPr>
      <w:rPr>
        <w:position w:val="0"/>
        <w:u w:color="000000"/>
        <w:rtl w:val="0"/>
      </w:rPr>
    </w:lvl>
    <w:lvl w:ilvl="4">
      <w:start w:val="1"/>
      <w:numFmt w:val="bullet"/>
      <w:lvlText w:val="•"/>
      <w:lvlJc w:val="left"/>
      <w:pPr>
        <w:tabs>
          <w:tab w:val="num" w:pos="-1"/>
        </w:tabs>
        <w:ind w:left="-1"/>
      </w:pPr>
      <w:rPr>
        <w:position w:val="0"/>
        <w:u w:color="000000"/>
        <w:rtl w:val="0"/>
      </w:rPr>
    </w:lvl>
    <w:lvl w:ilvl="5">
      <w:start w:val="1"/>
      <w:numFmt w:val="bullet"/>
      <w:lvlText w:val="•"/>
      <w:lvlJc w:val="left"/>
      <w:pPr>
        <w:tabs>
          <w:tab w:val="num" w:pos="-1"/>
        </w:tabs>
        <w:ind w:left="-1"/>
      </w:pPr>
      <w:rPr>
        <w:position w:val="0"/>
        <w:u w:color="000000"/>
        <w:rtl w:val="0"/>
      </w:rPr>
    </w:lvl>
    <w:lvl w:ilvl="6">
      <w:start w:val="1"/>
      <w:numFmt w:val="bullet"/>
      <w:lvlText w:val="•"/>
      <w:lvlJc w:val="left"/>
      <w:pPr>
        <w:tabs>
          <w:tab w:val="num" w:pos="-1"/>
        </w:tabs>
        <w:ind w:left="-1"/>
      </w:pPr>
      <w:rPr>
        <w:position w:val="0"/>
        <w:u w:color="000000"/>
        <w:rtl w:val="0"/>
      </w:rPr>
    </w:lvl>
    <w:lvl w:ilvl="7">
      <w:start w:val="1"/>
      <w:numFmt w:val="bullet"/>
      <w:lvlText w:val="•"/>
      <w:lvlJc w:val="left"/>
      <w:pPr>
        <w:tabs>
          <w:tab w:val="num" w:pos="-1"/>
        </w:tabs>
        <w:ind w:left="-1"/>
      </w:pPr>
      <w:rPr>
        <w:position w:val="0"/>
        <w:u w:color="000000"/>
        <w:rtl w:val="0"/>
      </w:rPr>
    </w:lvl>
    <w:lvl w:ilvl="8">
      <w:start w:val="1"/>
      <w:numFmt w:val="bullet"/>
      <w:lvlText w:val="•"/>
      <w:lvlJc w:val="left"/>
      <w:pPr>
        <w:tabs>
          <w:tab w:val="num" w:pos="-1"/>
        </w:tabs>
        <w:ind w:left="-1"/>
      </w:pPr>
      <w:rPr>
        <w:position w:val="0"/>
        <w:u w:color="000000"/>
        <w:rtl w:val="0"/>
      </w:rPr>
    </w:lvl>
  </w:abstractNum>
  <w:abstractNum w:abstractNumId="11">
    <w:nsid w:val="2578314D"/>
    <w:multiLevelType w:val="multilevel"/>
    <w:tmpl w:val="2B60843E"/>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12">
    <w:nsid w:val="27D01F21"/>
    <w:multiLevelType w:val="multilevel"/>
    <w:tmpl w:val="B66CE80A"/>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13">
    <w:nsid w:val="2A0D7001"/>
    <w:multiLevelType w:val="multilevel"/>
    <w:tmpl w:val="3BC8BE50"/>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14">
    <w:nsid w:val="2C417F6E"/>
    <w:multiLevelType w:val="hybridMultilevel"/>
    <w:tmpl w:val="7B341E8A"/>
    <w:lvl w:ilvl="0" w:tplc="06A8BAE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C672CE7"/>
    <w:multiLevelType w:val="multilevel"/>
    <w:tmpl w:val="A8DA2CC6"/>
    <w:lvl w:ilvl="0">
      <w:numFmt w:val="bullet"/>
      <w:lvlText w:val="•"/>
      <w:lvlJc w:val="left"/>
      <w:rPr>
        <w:color w:val="1F1F1F"/>
        <w:position w:val="0"/>
        <w:u w:color="1F1F1F"/>
        <w:lang w:val="en-US"/>
      </w:rPr>
    </w:lvl>
    <w:lvl w:ilvl="1">
      <w:start w:val="1"/>
      <w:numFmt w:val="bullet"/>
      <w:lvlText w:val="o"/>
      <w:lvlJc w:val="left"/>
      <w:rPr>
        <w:color w:val="1F1F1F"/>
        <w:position w:val="0"/>
        <w:u w:color="1F1F1F"/>
        <w:lang w:val="en-US"/>
      </w:rPr>
    </w:lvl>
    <w:lvl w:ilvl="2">
      <w:start w:val="1"/>
      <w:numFmt w:val="bullet"/>
      <w:lvlText w:val="▪"/>
      <w:lvlJc w:val="left"/>
      <w:rPr>
        <w:color w:val="1F1F1F"/>
        <w:position w:val="0"/>
        <w:u w:color="1F1F1F"/>
        <w:lang w:val="en-US"/>
      </w:rPr>
    </w:lvl>
    <w:lvl w:ilvl="3">
      <w:start w:val="1"/>
      <w:numFmt w:val="bullet"/>
      <w:lvlText w:val="•"/>
      <w:lvlJc w:val="left"/>
      <w:rPr>
        <w:color w:val="1F1F1F"/>
        <w:position w:val="0"/>
        <w:u w:color="1F1F1F"/>
        <w:lang w:val="en-US"/>
      </w:rPr>
    </w:lvl>
    <w:lvl w:ilvl="4">
      <w:start w:val="1"/>
      <w:numFmt w:val="bullet"/>
      <w:lvlText w:val="o"/>
      <w:lvlJc w:val="left"/>
      <w:rPr>
        <w:color w:val="1F1F1F"/>
        <w:position w:val="0"/>
        <w:u w:color="1F1F1F"/>
        <w:lang w:val="en-US"/>
      </w:rPr>
    </w:lvl>
    <w:lvl w:ilvl="5">
      <w:start w:val="1"/>
      <w:numFmt w:val="bullet"/>
      <w:lvlText w:val="▪"/>
      <w:lvlJc w:val="left"/>
      <w:rPr>
        <w:color w:val="1F1F1F"/>
        <w:position w:val="0"/>
        <w:u w:color="1F1F1F"/>
        <w:lang w:val="en-US"/>
      </w:rPr>
    </w:lvl>
    <w:lvl w:ilvl="6">
      <w:start w:val="1"/>
      <w:numFmt w:val="bullet"/>
      <w:lvlText w:val="•"/>
      <w:lvlJc w:val="left"/>
      <w:rPr>
        <w:color w:val="1F1F1F"/>
        <w:position w:val="0"/>
        <w:u w:color="1F1F1F"/>
        <w:lang w:val="en-US"/>
      </w:rPr>
    </w:lvl>
    <w:lvl w:ilvl="7">
      <w:start w:val="1"/>
      <w:numFmt w:val="bullet"/>
      <w:lvlText w:val="o"/>
      <w:lvlJc w:val="left"/>
      <w:rPr>
        <w:color w:val="1F1F1F"/>
        <w:position w:val="0"/>
        <w:u w:color="1F1F1F"/>
        <w:lang w:val="en-US"/>
      </w:rPr>
    </w:lvl>
    <w:lvl w:ilvl="8">
      <w:start w:val="1"/>
      <w:numFmt w:val="bullet"/>
      <w:lvlText w:val="▪"/>
      <w:lvlJc w:val="left"/>
      <w:rPr>
        <w:color w:val="1F1F1F"/>
        <w:position w:val="0"/>
        <w:u w:color="1F1F1F"/>
        <w:lang w:val="en-US"/>
      </w:rPr>
    </w:lvl>
  </w:abstractNum>
  <w:abstractNum w:abstractNumId="16">
    <w:nsid w:val="2ECB4C8A"/>
    <w:multiLevelType w:val="multilevel"/>
    <w:tmpl w:val="163443B4"/>
    <w:styleLink w:val="List15"/>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17">
    <w:nsid w:val="30A445DE"/>
    <w:multiLevelType w:val="hybridMultilevel"/>
    <w:tmpl w:val="2CBECB56"/>
    <w:lvl w:ilvl="0" w:tplc="053048CE">
      <w:start w:val="1"/>
      <w:numFmt w:val="bullet"/>
      <w:pStyle w:val="bulletlist"/>
      <w:lvlText w:val=""/>
      <w:lvlJc w:val="left"/>
      <w:pPr>
        <w:ind w:left="2061" w:hanging="360"/>
      </w:pPr>
      <w:rPr>
        <w:rFonts w:ascii="Symbol" w:hAnsi="Symbol" w:hint="default"/>
        <w:color w:val="FF000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8">
    <w:nsid w:val="352339F2"/>
    <w:multiLevelType w:val="hybridMultilevel"/>
    <w:tmpl w:val="4ACAB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8B364A4"/>
    <w:multiLevelType w:val="multilevel"/>
    <w:tmpl w:val="6442A0F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0">
    <w:nsid w:val="3C554B45"/>
    <w:multiLevelType w:val="hybridMultilevel"/>
    <w:tmpl w:val="DA163DA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42E03C1E"/>
    <w:multiLevelType w:val="hybridMultilevel"/>
    <w:tmpl w:val="3340A6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83DEF"/>
    <w:multiLevelType w:val="multilevel"/>
    <w:tmpl w:val="8D103C80"/>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23">
    <w:nsid w:val="45910C4B"/>
    <w:multiLevelType w:val="multilevel"/>
    <w:tmpl w:val="95C64248"/>
    <w:styleLink w:val="List16"/>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24">
    <w:nsid w:val="46724933"/>
    <w:multiLevelType w:val="multilevel"/>
    <w:tmpl w:val="CE10DF26"/>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25">
    <w:nsid w:val="472E784C"/>
    <w:multiLevelType w:val="hybridMultilevel"/>
    <w:tmpl w:val="A280A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75706DE"/>
    <w:multiLevelType w:val="multilevel"/>
    <w:tmpl w:val="369415FC"/>
    <w:lvl w:ilvl="0">
      <w:numFmt w:val="bullet"/>
      <w:lvlText w:val="•"/>
      <w:lvlJc w:val="left"/>
      <w:rPr>
        <w:color w:val="262626"/>
        <w:position w:val="0"/>
        <w:u w:color="262626"/>
        <w:lang w:val="en-US"/>
      </w:rPr>
    </w:lvl>
    <w:lvl w:ilvl="1">
      <w:start w:val="1"/>
      <w:numFmt w:val="bullet"/>
      <w:lvlText w:val="o"/>
      <w:lvlJc w:val="left"/>
      <w:rPr>
        <w:color w:val="262626"/>
        <w:position w:val="0"/>
        <w:u w:color="262626"/>
        <w:lang w:val="en-US"/>
      </w:rPr>
    </w:lvl>
    <w:lvl w:ilvl="2">
      <w:start w:val="1"/>
      <w:numFmt w:val="bullet"/>
      <w:lvlText w:val="▪"/>
      <w:lvlJc w:val="left"/>
      <w:rPr>
        <w:color w:val="262626"/>
        <w:position w:val="0"/>
        <w:u w:color="262626"/>
        <w:lang w:val="en-US"/>
      </w:rPr>
    </w:lvl>
    <w:lvl w:ilvl="3">
      <w:start w:val="1"/>
      <w:numFmt w:val="bullet"/>
      <w:lvlText w:val="•"/>
      <w:lvlJc w:val="left"/>
      <w:rPr>
        <w:color w:val="262626"/>
        <w:position w:val="0"/>
        <w:u w:color="262626"/>
        <w:lang w:val="en-US"/>
      </w:rPr>
    </w:lvl>
    <w:lvl w:ilvl="4">
      <w:start w:val="1"/>
      <w:numFmt w:val="bullet"/>
      <w:lvlText w:val="o"/>
      <w:lvlJc w:val="left"/>
      <w:rPr>
        <w:color w:val="262626"/>
        <w:position w:val="0"/>
        <w:u w:color="262626"/>
        <w:lang w:val="en-US"/>
      </w:rPr>
    </w:lvl>
    <w:lvl w:ilvl="5">
      <w:start w:val="1"/>
      <w:numFmt w:val="bullet"/>
      <w:lvlText w:val="▪"/>
      <w:lvlJc w:val="left"/>
      <w:rPr>
        <w:color w:val="262626"/>
        <w:position w:val="0"/>
        <w:u w:color="262626"/>
        <w:lang w:val="en-US"/>
      </w:rPr>
    </w:lvl>
    <w:lvl w:ilvl="6">
      <w:start w:val="1"/>
      <w:numFmt w:val="bullet"/>
      <w:lvlText w:val="•"/>
      <w:lvlJc w:val="left"/>
      <w:rPr>
        <w:color w:val="262626"/>
        <w:position w:val="0"/>
        <w:u w:color="262626"/>
        <w:lang w:val="en-US"/>
      </w:rPr>
    </w:lvl>
    <w:lvl w:ilvl="7">
      <w:start w:val="1"/>
      <w:numFmt w:val="bullet"/>
      <w:lvlText w:val="o"/>
      <w:lvlJc w:val="left"/>
      <w:rPr>
        <w:color w:val="262626"/>
        <w:position w:val="0"/>
        <w:u w:color="262626"/>
        <w:lang w:val="en-US"/>
      </w:rPr>
    </w:lvl>
    <w:lvl w:ilvl="8">
      <w:start w:val="1"/>
      <w:numFmt w:val="bullet"/>
      <w:lvlText w:val="▪"/>
      <w:lvlJc w:val="left"/>
      <w:rPr>
        <w:color w:val="262626"/>
        <w:position w:val="0"/>
        <w:u w:color="262626"/>
        <w:lang w:val="en-US"/>
      </w:rPr>
    </w:lvl>
  </w:abstractNum>
  <w:abstractNum w:abstractNumId="27">
    <w:nsid w:val="47EC72F8"/>
    <w:multiLevelType w:val="multilevel"/>
    <w:tmpl w:val="DC94B762"/>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28">
    <w:nsid w:val="481A431F"/>
    <w:multiLevelType w:val="multilevel"/>
    <w:tmpl w:val="9AF29F2E"/>
    <w:styleLink w:val="List13"/>
    <w:lvl w:ilvl="0">
      <w:start w:val="3"/>
      <w:numFmt w:val="decimal"/>
      <w:lvlText w:val="%1."/>
      <w:lvlJc w:val="left"/>
      <w:rPr>
        <w:position w:val="0"/>
        <w:u w:color="000000"/>
        <w:rtl w:val="0"/>
      </w:rPr>
    </w:lvl>
    <w:lvl w:ilvl="1">
      <w:start w:val="1"/>
      <w:numFmt w:val="lowerLetter"/>
      <w:lvlText w:val="%2."/>
      <w:lvlJc w:val="left"/>
      <w:rPr>
        <w:position w:val="0"/>
        <w:u w:color="000000"/>
        <w:rtl w:val="0"/>
      </w:rPr>
    </w:lvl>
    <w:lvl w:ilvl="2">
      <w:start w:val="1"/>
      <w:numFmt w:val="lowerRoman"/>
      <w:lvlText w:val="%3."/>
      <w:lvlJc w:val="left"/>
      <w:rPr>
        <w:position w:val="0"/>
        <w:u w:color="000000"/>
        <w:rtl w:val="0"/>
      </w:rPr>
    </w:lvl>
    <w:lvl w:ilvl="3">
      <w:start w:val="1"/>
      <w:numFmt w:val="decimal"/>
      <w:lvlText w:val="%4."/>
      <w:lvlJc w:val="left"/>
      <w:rPr>
        <w:position w:val="0"/>
        <w:u w:color="000000"/>
        <w:rtl w:val="0"/>
      </w:rPr>
    </w:lvl>
    <w:lvl w:ilvl="4">
      <w:start w:val="1"/>
      <w:numFmt w:val="lowerLetter"/>
      <w:lvlText w:val="%5."/>
      <w:lvlJc w:val="left"/>
      <w:rPr>
        <w:position w:val="0"/>
        <w:u w:color="000000"/>
        <w:rtl w:val="0"/>
      </w:rPr>
    </w:lvl>
    <w:lvl w:ilvl="5">
      <w:start w:val="1"/>
      <w:numFmt w:val="lowerRoman"/>
      <w:lvlText w:val="%6."/>
      <w:lvlJc w:val="left"/>
      <w:rPr>
        <w:position w:val="0"/>
        <w:u w:color="000000"/>
        <w:rtl w:val="0"/>
      </w:rPr>
    </w:lvl>
    <w:lvl w:ilvl="6">
      <w:start w:val="1"/>
      <w:numFmt w:val="decimal"/>
      <w:lvlText w:val="%7."/>
      <w:lvlJc w:val="left"/>
      <w:rPr>
        <w:position w:val="0"/>
        <w:u w:color="000000"/>
        <w:rtl w:val="0"/>
      </w:rPr>
    </w:lvl>
    <w:lvl w:ilvl="7">
      <w:start w:val="1"/>
      <w:numFmt w:val="lowerLetter"/>
      <w:lvlText w:val="%8."/>
      <w:lvlJc w:val="left"/>
      <w:rPr>
        <w:position w:val="0"/>
        <w:u w:color="000000"/>
        <w:rtl w:val="0"/>
      </w:rPr>
    </w:lvl>
    <w:lvl w:ilvl="8">
      <w:start w:val="1"/>
      <w:numFmt w:val="lowerRoman"/>
      <w:lvlText w:val="%9."/>
      <w:lvlJc w:val="left"/>
      <w:rPr>
        <w:position w:val="0"/>
        <w:u w:color="000000"/>
        <w:rtl w:val="0"/>
      </w:rPr>
    </w:lvl>
  </w:abstractNum>
  <w:abstractNum w:abstractNumId="29">
    <w:nsid w:val="4995284A"/>
    <w:multiLevelType w:val="multilevel"/>
    <w:tmpl w:val="8E06F52A"/>
    <w:styleLink w:val="List8"/>
    <w:lvl w:ilvl="0">
      <w:numFmt w:val="bullet"/>
      <w:lvlText w:val="•"/>
      <w:lvlJc w:val="left"/>
      <w:rPr>
        <w:position w:val="0"/>
        <w:u w:color="000000"/>
        <w:rtl w:val="0"/>
      </w:rPr>
    </w:lvl>
    <w:lvl w:ilvl="1">
      <w:start w:val="1"/>
      <w:numFmt w:val="bullet"/>
      <w:lvlText w:val="•"/>
      <w:lvlJc w:val="left"/>
      <w:pPr>
        <w:tabs>
          <w:tab w:val="num" w:pos="-1"/>
        </w:tabs>
        <w:ind w:left="-1"/>
      </w:pPr>
      <w:rPr>
        <w:position w:val="0"/>
        <w:u w:color="000000"/>
        <w:rtl w:val="0"/>
      </w:rPr>
    </w:lvl>
    <w:lvl w:ilvl="2">
      <w:start w:val="1"/>
      <w:numFmt w:val="bullet"/>
      <w:lvlText w:val="•"/>
      <w:lvlJc w:val="left"/>
      <w:pPr>
        <w:tabs>
          <w:tab w:val="num" w:pos="-1"/>
        </w:tabs>
        <w:ind w:left="-1"/>
      </w:pPr>
      <w:rPr>
        <w:position w:val="0"/>
        <w:u w:color="000000"/>
        <w:rtl w:val="0"/>
      </w:rPr>
    </w:lvl>
    <w:lvl w:ilvl="3">
      <w:start w:val="1"/>
      <w:numFmt w:val="bullet"/>
      <w:lvlText w:val="•"/>
      <w:lvlJc w:val="left"/>
      <w:pPr>
        <w:tabs>
          <w:tab w:val="num" w:pos="-1"/>
        </w:tabs>
        <w:ind w:left="-1"/>
      </w:pPr>
      <w:rPr>
        <w:position w:val="0"/>
        <w:u w:color="000000"/>
        <w:rtl w:val="0"/>
      </w:rPr>
    </w:lvl>
    <w:lvl w:ilvl="4">
      <w:start w:val="1"/>
      <w:numFmt w:val="bullet"/>
      <w:lvlText w:val="•"/>
      <w:lvlJc w:val="left"/>
      <w:pPr>
        <w:tabs>
          <w:tab w:val="num" w:pos="-1"/>
        </w:tabs>
        <w:ind w:left="-1"/>
      </w:pPr>
      <w:rPr>
        <w:position w:val="0"/>
        <w:u w:color="000000"/>
        <w:rtl w:val="0"/>
      </w:rPr>
    </w:lvl>
    <w:lvl w:ilvl="5">
      <w:start w:val="1"/>
      <w:numFmt w:val="bullet"/>
      <w:lvlText w:val="•"/>
      <w:lvlJc w:val="left"/>
      <w:pPr>
        <w:tabs>
          <w:tab w:val="num" w:pos="-1"/>
        </w:tabs>
        <w:ind w:left="-1"/>
      </w:pPr>
      <w:rPr>
        <w:position w:val="0"/>
        <w:u w:color="000000"/>
        <w:rtl w:val="0"/>
      </w:rPr>
    </w:lvl>
    <w:lvl w:ilvl="6">
      <w:start w:val="1"/>
      <w:numFmt w:val="bullet"/>
      <w:lvlText w:val="•"/>
      <w:lvlJc w:val="left"/>
      <w:pPr>
        <w:tabs>
          <w:tab w:val="num" w:pos="-1"/>
        </w:tabs>
        <w:ind w:left="-1"/>
      </w:pPr>
      <w:rPr>
        <w:position w:val="0"/>
        <w:u w:color="000000"/>
        <w:rtl w:val="0"/>
      </w:rPr>
    </w:lvl>
    <w:lvl w:ilvl="7">
      <w:start w:val="1"/>
      <w:numFmt w:val="bullet"/>
      <w:lvlText w:val="•"/>
      <w:lvlJc w:val="left"/>
      <w:pPr>
        <w:tabs>
          <w:tab w:val="num" w:pos="-1"/>
        </w:tabs>
        <w:ind w:left="-1"/>
      </w:pPr>
      <w:rPr>
        <w:position w:val="0"/>
        <w:u w:color="000000"/>
        <w:rtl w:val="0"/>
      </w:rPr>
    </w:lvl>
    <w:lvl w:ilvl="8">
      <w:start w:val="1"/>
      <w:numFmt w:val="bullet"/>
      <w:lvlText w:val="•"/>
      <w:lvlJc w:val="left"/>
      <w:pPr>
        <w:tabs>
          <w:tab w:val="num" w:pos="-1"/>
        </w:tabs>
        <w:ind w:left="-1"/>
      </w:pPr>
      <w:rPr>
        <w:position w:val="0"/>
        <w:u w:color="000000"/>
        <w:rtl w:val="0"/>
      </w:rPr>
    </w:lvl>
  </w:abstractNum>
  <w:abstractNum w:abstractNumId="30">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AEB5C39"/>
    <w:multiLevelType w:val="multilevel"/>
    <w:tmpl w:val="66E009BE"/>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2">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CD7147C"/>
    <w:multiLevelType w:val="multilevel"/>
    <w:tmpl w:val="27229CCC"/>
    <w:styleLink w:val="List14"/>
    <w:lvl w:ilvl="0">
      <w:start w:val="4"/>
      <w:numFmt w:val="decimal"/>
      <w:lvlText w:val="%1."/>
      <w:lvlJc w:val="left"/>
      <w:rPr>
        <w:position w:val="0"/>
        <w:u w:color="000000"/>
        <w:rtl w:val="0"/>
      </w:rPr>
    </w:lvl>
    <w:lvl w:ilvl="1">
      <w:start w:val="1"/>
      <w:numFmt w:val="lowerLetter"/>
      <w:lvlText w:val="%2."/>
      <w:lvlJc w:val="left"/>
      <w:rPr>
        <w:position w:val="0"/>
        <w:u w:color="000000"/>
        <w:rtl w:val="0"/>
      </w:rPr>
    </w:lvl>
    <w:lvl w:ilvl="2">
      <w:start w:val="1"/>
      <w:numFmt w:val="lowerRoman"/>
      <w:lvlText w:val="%3."/>
      <w:lvlJc w:val="left"/>
      <w:rPr>
        <w:position w:val="0"/>
        <w:u w:color="000000"/>
        <w:rtl w:val="0"/>
      </w:rPr>
    </w:lvl>
    <w:lvl w:ilvl="3">
      <w:start w:val="1"/>
      <w:numFmt w:val="decimal"/>
      <w:lvlText w:val="%4."/>
      <w:lvlJc w:val="left"/>
      <w:rPr>
        <w:position w:val="0"/>
        <w:u w:color="000000"/>
        <w:rtl w:val="0"/>
      </w:rPr>
    </w:lvl>
    <w:lvl w:ilvl="4">
      <w:start w:val="1"/>
      <w:numFmt w:val="lowerLetter"/>
      <w:lvlText w:val="%5."/>
      <w:lvlJc w:val="left"/>
      <w:rPr>
        <w:position w:val="0"/>
        <w:u w:color="000000"/>
        <w:rtl w:val="0"/>
      </w:rPr>
    </w:lvl>
    <w:lvl w:ilvl="5">
      <w:start w:val="1"/>
      <w:numFmt w:val="lowerRoman"/>
      <w:lvlText w:val="%6."/>
      <w:lvlJc w:val="left"/>
      <w:rPr>
        <w:position w:val="0"/>
        <w:u w:color="000000"/>
        <w:rtl w:val="0"/>
      </w:rPr>
    </w:lvl>
    <w:lvl w:ilvl="6">
      <w:start w:val="1"/>
      <w:numFmt w:val="decimal"/>
      <w:lvlText w:val="%7."/>
      <w:lvlJc w:val="left"/>
      <w:rPr>
        <w:position w:val="0"/>
        <w:u w:color="000000"/>
        <w:rtl w:val="0"/>
      </w:rPr>
    </w:lvl>
    <w:lvl w:ilvl="7">
      <w:start w:val="1"/>
      <w:numFmt w:val="lowerLetter"/>
      <w:lvlText w:val="%8."/>
      <w:lvlJc w:val="left"/>
      <w:rPr>
        <w:position w:val="0"/>
        <w:u w:color="000000"/>
        <w:rtl w:val="0"/>
      </w:rPr>
    </w:lvl>
    <w:lvl w:ilvl="8">
      <w:start w:val="1"/>
      <w:numFmt w:val="lowerRoman"/>
      <w:lvlText w:val="%9."/>
      <w:lvlJc w:val="left"/>
      <w:rPr>
        <w:position w:val="0"/>
        <w:u w:color="000000"/>
        <w:rtl w:val="0"/>
      </w:rPr>
    </w:lvl>
  </w:abstractNum>
  <w:abstractNum w:abstractNumId="34">
    <w:nsid w:val="4F571549"/>
    <w:multiLevelType w:val="multilevel"/>
    <w:tmpl w:val="767036FA"/>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35">
    <w:nsid w:val="531F15F2"/>
    <w:multiLevelType w:val="hybridMultilevel"/>
    <w:tmpl w:val="4976C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4DA7D83"/>
    <w:multiLevelType w:val="multilevel"/>
    <w:tmpl w:val="A68E1642"/>
    <w:styleLink w:val="List1"/>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7">
    <w:nsid w:val="574F4463"/>
    <w:multiLevelType w:val="hybridMultilevel"/>
    <w:tmpl w:val="854EA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8F31944"/>
    <w:multiLevelType w:val="multilevel"/>
    <w:tmpl w:val="E048EE54"/>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39">
    <w:nsid w:val="5E89077B"/>
    <w:multiLevelType w:val="multilevel"/>
    <w:tmpl w:val="7982FC5A"/>
    <w:styleLink w:val="List11"/>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40">
    <w:nsid w:val="61460020"/>
    <w:multiLevelType w:val="multilevel"/>
    <w:tmpl w:val="D268970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1">
    <w:nsid w:val="63394586"/>
    <w:multiLevelType w:val="multilevel"/>
    <w:tmpl w:val="E948F50C"/>
    <w:styleLink w:val="List41"/>
    <w:lvl w:ilvl="0">
      <w:start w:val="1"/>
      <w:numFmt w:val="decimal"/>
      <w:lvlText w:val="%1."/>
      <w:lvlJc w:val="left"/>
      <w:rPr>
        <w:position w:val="0"/>
        <w:u w:color="000000"/>
        <w:rtl w:val="0"/>
      </w:rPr>
    </w:lvl>
    <w:lvl w:ilvl="1">
      <w:start w:val="1"/>
      <w:numFmt w:val="lowerLetter"/>
      <w:lvlText w:val="%2."/>
      <w:lvlJc w:val="left"/>
      <w:rPr>
        <w:position w:val="0"/>
        <w:u w:color="000000"/>
        <w:rtl w:val="0"/>
      </w:rPr>
    </w:lvl>
    <w:lvl w:ilvl="2">
      <w:start w:val="1"/>
      <w:numFmt w:val="lowerRoman"/>
      <w:lvlText w:val="%3."/>
      <w:lvlJc w:val="left"/>
      <w:rPr>
        <w:position w:val="0"/>
        <w:u w:color="000000"/>
        <w:rtl w:val="0"/>
      </w:rPr>
    </w:lvl>
    <w:lvl w:ilvl="3">
      <w:start w:val="1"/>
      <w:numFmt w:val="decimal"/>
      <w:lvlText w:val="%4."/>
      <w:lvlJc w:val="left"/>
      <w:rPr>
        <w:position w:val="0"/>
        <w:u w:color="000000"/>
        <w:rtl w:val="0"/>
      </w:rPr>
    </w:lvl>
    <w:lvl w:ilvl="4">
      <w:start w:val="1"/>
      <w:numFmt w:val="lowerLetter"/>
      <w:lvlText w:val="%5."/>
      <w:lvlJc w:val="left"/>
      <w:rPr>
        <w:position w:val="0"/>
        <w:u w:color="000000"/>
        <w:rtl w:val="0"/>
      </w:rPr>
    </w:lvl>
    <w:lvl w:ilvl="5">
      <w:start w:val="1"/>
      <w:numFmt w:val="lowerRoman"/>
      <w:lvlText w:val="%6."/>
      <w:lvlJc w:val="left"/>
      <w:rPr>
        <w:position w:val="0"/>
        <w:u w:color="000000"/>
        <w:rtl w:val="0"/>
      </w:rPr>
    </w:lvl>
    <w:lvl w:ilvl="6">
      <w:start w:val="1"/>
      <w:numFmt w:val="decimal"/>
      <w:lvlText w:val="%7."/>
      <w:lvlJc w:val="left"/>
      <w:rPr>
        <w:position w:val="0"/>
        <w:u w:color="000000"/>
        <w:rtl w:val="0"/>
      </w:rPr>
    </w:lvl>
    <w:lvl w:ilvl="7">
      <w:start w:val="1"/>
      <w:numFmt w:val="lowerLetter"/>
      <w:lvlText w:val="%8."/>
      <w:lvlJc w:val="left"/>
      <w:rPr>
        <w:position w:val="0"/>
        <w:u w:color="000000"/>
        <w:rtl w:val="0"/>
      </w:rPr>
    </w:lvl>
    <w:lvl w:ilvl="8">
      <w:start w:val="1"/>
      <w:numFmt w:val="lowerRoman"/>
      <w:lvlText w:val="%9."/>
      <w:lvlJc w:val="left"/>
      <w:rPr>
        <w:position w:val="0"/>
        <w:u w:color="000000"/>
        <w:rtl w:val="0"/>
      </w:rPr>
    </w:lvl>
  </w:abstractNum>
  <w:abstractNum w:abstractNumId="42">
    <w:nsid w:val="643B0648"/>
    <w:multiLevelType w:val="multilevel"/>
    <w:tmpl w:val="38D808C8"/>
    <w:styleLink w:val="List10"/>
    <w:lvl w:ilvl="0">
      <w:start w:val="1"/>
      <w:numFmt w:val="decimal"/>
      <w:lvlText w:val="%1."/>
      <w:lvlJc w:val="left"/>
      <w:rPr>
        <w:position w:val="0"/>
        <w:u w:color="000000"/>
        <w:rtl w:val="0"/>
      </w:rPr>
    </w:lvl>
    <w:lvl w:ilvl="1">
      <w:start w:val="1"/>
      <w:numFmt w:val="lowerLetter"/>
      <w:lvlText w:val="%2."/>
      <w:lvlJc w:val="left"/>
      <w:rPr>
        <w:position w:val="0"/>
        <w:u w:color="000000"/>
        <w:rtl w:val="0"/>
      </w:rPr>
    </w:lvl>
    <w:lvl w:ilvl="2">
      <w:start w:val="1"/>
      <w:numFmt w:val="lowerRoman"/>
      <w:lvlText w:val="%3."/>
      <w:lvlJc w:val="left"/>
      <w:rPr>
        <w:position w:val="0"/>
        <w:u w:color="000000"/>
        <w:rtl w:val="0"/>
      </w:rPr>
    </w:lvl>
    <w:lvl w:ilvl="3">
      <w:start w:val="1"/>
      <w:numFmt w:val="decimal"/>
      <w:lvlText w:val="%4."/>
      <w:lvlJc w:val="left"/>
      <w:rPr>
        <w:position w:val="0"/>
        <w:u w:color="000000"/>
        <w:rtl w:val="0"/>
      </w:rPr>
    </w:lvl>
    <w:lvl w:ilvl="4">
      <w:start w:val="1"/>
      <w:numFmt w:val="lowerLetter"/>
      <w:lvlText w:val="%5."/>
      <w:lvlJc w:val="left"/>
      <w:rPr>
        <w:position w:val="0"/>
        <w:u w:color="000000"/>
        <w:rtl w:val="0"/>
      </w:rPr>
    </w:lvl>
    <w:lvl w:ilvl="5">
      <w:start w:val="1"/>
      <w:numFmt w:val="lowerRoman"/>
      <w:lvlText w:val="%6."/>
      <w:lvlJc w:val="left"/>
      <w:rPr>
        <w:position w:val="0"/>
        <w:u w:color="000000"/>
        <w:rtl w:val="0"/>
      </w:rPr>
    </w:lvl>
    <w:lvl w:ilvl="6">
      <w:start w:val="1"/>
      <w:numFmt w:val="decimal"/>
      <w:lvlText w:val="%7."/>
      <w:lvlJc w:val="left"/>
      <w:rPr>
        <w:position w:val="0"/>
        <w:u w:color="000000"/>
        <w:rtl w:val="0"/>
      </w:rPr>
    </w:lvl>
    <w:lvl w:ilvl="7">
      <w:start w:val="1"/>
      <w:numFmt w:val="lowerLetter"/>
      <w:lvlText w:val="%8."/>
      <w:lvlJc w:val="left"/>
      <w:rPr>
        <w:position w:val="0"/>
        <w:u w:color="000000"/>
        <w:rtl w:val="0"/>
      </w:rPr>
    </w:lvl>
    <w:lvl w:ilvl="8">
      <w:start w:val="1"/>
      <w:numFmt w:val="lowerRoman"/>
      <w:lvlText w:val="%9."/>
      <w:lvlJc w:val="left"/>
      <w:rPr>
        <w:position w:val="0"/>
        <w:u w:color="000000"/>
        <w:rtl w:val="0"/>
      </w:rPr>
    </w:lvl>
  </w:abstractNum>
  <w:abstractNum w:abstractNumId="43">
    <w:nsid w:val="671F4D6C"/>
    <w:multiLevelType w:val="multilevel"/>
    <w:tmpl w:val="B4FEE7EE"/>
    <w:styleLink w:val="List31"/>
    <w:lvl w:ilvl="0">
      <w:numFmt w:val="bullet"/>
      <w:lvlText w:val="•"/>
      <w:lvlJc w:val="left"/>
      <w:rPr>
        <w:color w:val="262626"/>
        <w:position w:val="0"/>
        <w:u w:color="262626"/>
        <w:lang w:val="en-US"/>
      </w:rPr>
    </w:lvl>
    <w:lvl w:ilvl="1">
      <w:start w:val="1"/>
      <w:numFmt w:val="bullet"/>
      <w:lvlText w:val="o"/>
      <w:lvlJc w:val="left"/>
      <w:rPr>
        <w:color w:val="262626"/>
        <w:position w:val="0"/>
        <w:u w:color="262626"/>
        <w:lang w:val="en-US"/>
      </w:rPr>
    </w:lvl>
    <w:lvl w:ilvl="2">
      <w:start w:val="1"/>
      <w:numFmt w:val="bullet"/>
      <w:lvlText w:val="▪"/>
      <w:lvlJc w:val="left"/>
      <w:rPr>
        <w:color w:val="262626"/>
        <w:position w:val="0"/>
        <w:u w:color="262626"/>
        <w:lang w:val="en-US"/>
      </w:rPr>
    </w:lvl>
    <w:lvl w:ilvl="3">
      <w:start w:val="1"/>
      <w:numFmt w:val="bullet"/>
      <w:lvlText w:val="•"/>
      <w:lvlJc w:val="left"/>
      <w:rPr>
        <w:color w:val="262626"/>
        <w:position w:val="0"/>
        <w:u w:color="262626"/>
        <w:lang w:val="en-US"/>
      </w:rPr>
    </w:lvl>
    <w:lvl w:ilvl="4">
      <w:start w:val="1"/>
      <w:numFmt w:val="bullet"/>
      <w:lvlText w:val="o"/>
      <w:lvlJc w:val="left"/>
      <w:rPr>
        <w:color w:val="262626"/>
        <w:position w:val="0"/>
        <w:u w:color="262626"/>
        <w:lang w:val="en-US"/>
      </w:rPr>
    </w:lvl>
    <w:lvl w:ilvl="5">
      <w:start w:val="1"/>
      <w:numFmt w:val="bullet"/>
      <w:lvlText w:val="▪"/>
      <w:lvlJc w:val="left"/>
      <w:rPr>
        <w:color w:val="262626"/>
        <w:position w:val="0"/>
        <w:u w:color="262626"/>
        <w:lang w:val="en-US"/>
      </w:rPr>
    </w:lvl>
    <w:lvl w:ilvl="6">
      <w:start w:val="1"/>
      <w:numFmt w:val="bullet"/>
      <w:lvlText w:val="•"/>
      <w:lvlJc w:val="left"/>
      <w:rPr>
        <w:color w:val="262626"/>
        <w:position w:val="0"/>
        <w:u w:color="262626"/>
        <w:lang w:val="en-US"/>
      </w:rPr>
    </w:lvl>
    <w:lvl w:ilvl="7">
      <w:start w:val="1"/>
      <w:numFmt w:val="bullet"/>
      <w:lvlText w:val="o"/>
      <w:lvlJc w:val="left"/>
      <w:rPr>
        <w:color w:val="262626"/>
        <w:position w:val="0"/>
        <w:u w:color="262626"/>
        <w:lang w:val="en-US"/>
      </w:rPr>
    </w:lvl>
    <w:lvl w:ilvl="8">
      <w:start w:val="1"/>
      <w:numFmt w:val="bullet"/>
      <w:lvlText w:val="▪"/>
      <w:lvlJc w:val="left"/>
      <w:rPr>
        <w:color w:val="262626"/>
        <w:position w:val="0"/>
        <w:u w:color="262626"/>
        <w:lang w:val="en-US"/>
      </w:rPr>
    </w:lvl>
  </w:abstractNum>
  <w:abstractNum w:abstractNumId="44">
    <w:nsid w:val="67C36B11"/>
    <w:multiLevelType w:val="multilevel"/>
    <w:tmpl w:val="5C9A04F8"/>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45">
    <w:nsid w:val="686B1B3B"/>
    <w:multiLevelType w:val="multilevel"/>
    <w:tmpl w:val="27229CCC"/>
    <w:lvl w:ilvl="0">
      <w:start w:val="4"/>
      <w:numFmt w:val="decimal"/>
      <w:lvlText w:val="%1."/>
      <w:lvlJc w:val="left"/>
      <w:rPr>
        <w:position w:val="0"/>
        <w:u w:color="000000"/>
        <w:rtl w:val="0"/>
      </w:rPr>
    </w:lvl>
    <w:lvl w:ilvl="1">
      <w:start w:val="1"/>
      <w:numFmt w:val="lowerLetter"/>
      <w:lvlText w:val="%2."/>
      <w:lvlJc w:val="left"/>
      <w:rPr>
        <w:position w:val="0"/>
        <w:u w:color="000000"/>
        <w:rtl w:val="0"/>
      </w:rPr>
    </w:lvl>
    <w:lvl w:ilvl="2">
      <w:start w:val="1"/>
      <w:numFmt w:val="lowerRoman"/>
      <w:lvlText w:val="%3."/>
      <w:lvlJc w:val="left"/>
      <w:rPr>
        <w:position w:val="0"/>
        <w:u w:color="000000"/>
        <w:rtl w:val="0"/>
      </w:rPr>
    </w:lvl>
    <w:lvl w:ilvl="3">
      <w:start w:val="1"/>
      <w:numFmt w:val="decimal"/>
      <w:lvlText w:val="%4."/>
      <w:lvlJc w:val="left"/>
      <w:rPr>
        <w:position w:val="0"/>
        <w:u w:color="000000"/>
        <w:rtl w:val="0"/>
      </w:rPr>
    </w:lvl>
    <w:lvl w:ilvl="4">
      <w:start w:val="1"/>
      <w:numFmt w:val="lowerLetter"/>
      <w:lvlText w:val="%5."/>
      <w:lvlJc w:val="left"/>
      <w:rPr>
        <w:position w:val="0"/>
        <w:u w:color="000000"/>
        <w:rtl w:val="0"/>
      </w:rPr>
    </w:lvl>
    <w:lvl w:ilvl="5">
      <w:start w:val="1"/>
      <w:numFmt w:val="lowerRoman"/>
      <w:lvlText w:val="%6."/>
      <w:lvlJc w:val="left"/>
      <w:rPr>
        <w:position w:val="0"/>
        <w:u w:color="000000"/>
        <w:rtl w:val="0"/>
      </w:rPr>
    </w:lvl>
    <w:lvl w:ilvl="6">
      <w:start w:val="1"/>
      <w:numFmt w:val="decimal"/>
      <w:lvlText w:val="%7."/>
      <w:lvlJc w:val="left"/>
      <w:rPr>
        <w:position w:val="0"/>
        <w:u w:color="000000"/>
        <w:rtl w:val="0"/>
      </w:rPr>
    </w:lvl>
    <w:lvl w:ilvl="7">
      <w:start w:val="1"/>
      <w:numFmt w:val="lowerLetter"/>
      <w:lvlText w:val="%8."/>
      <w:lvlJc w:val="left"/>
      <w:rPr>
        <w:position w:val="0"/>
        <w:u w:color="000000"/>
        <w:rtl w:val="0"/>
      </w:rPr>
    </w:lvl>
    <w:lvl w:ilvl="8">
      <w:start w:val="1"/>
      <w:numFmt w:val="lowerRoman"/>
      <w:lvlText w:val="%9."/>
      <w:lvlJc w:val="left"/>
      <w:rPr>
        <w:position w:val="0"/>
        <w:u w:color="000000"/>
        <w:rtl w:val="0"/>
      </w:rPr>
    </w:lvl>
  </w:abstractNum>
  <w:abstractNum w:abstractNumId="46">
    <w:nsid w:val="6B271820"/>
    <w:multiLevelType w:val="multilevel"/>
    <w:tmpl w:val="66261ED0"/>
    <w:styleLink w:val="List9"/>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47">
    <w:nsid w:val="6C9429DA"/>
    <w:multiLevelType w:val="multilevel"/>
    <w:tmpl w:val="80BE8588"/>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48">
    <w:nsid w:val="73F00DAA"/>
    <w:multiLevelType w:val="multilevel"/>
    <w:tmpl w:val="D674BC66"/>
    <w:styleLink w:val="List6"/>
    <w:lvl w:ilvl="0">
      <w:numFmt w:val="bullet"/>
      <w:lvlText w:val="•"/>
      <w:lvlJc w:val="left"/>
      <w:rPr>
        <w:color w:val="000000"/>
        <w:position w:val="0"/>
        <w:u w:color="000000"/>
      </w:rPr>
    </w:lvl>
    <w:lvl w:ilvl="1">
      <w:start w:val="1"/>
      <w:numFmt w:val="bullet"/>
      <w:lvlText w:val="o"/>
      <w:lvlJc w:val="left"/>
      <w:rPr>
        <w:color w:val="000000"/>
        <w:position w:val="0"/>
        <w:u w:color="000000"/>
      </w:rPr>
    </w:lvl>
    <w:lvl w:ilvl="2">
      <w:start w:val="1"/>
      <w:numFmt w:val="bullet"/>
      <w:lvlText w:val="▪"/>
      <w:lvlJc w:val="left"/>
      <w:rPr>
        <w:color w:val="000000"/>
        <w:position w:val="0"/>
        <w:u w:color="000000"/>
      </w:rPr>
    </w:lvl>
    <w:lvl w:ilvl="3">
      <w:start w:val="1"/>
      <w:numFmt w:val="bullet"/>
      <w:lvlText w:val="•"/>
      <w:lvlJc w:val="left"/>
      <w:rPr>
        <w:color w:val="000000"/>
        <w:position w:val="0"/>
        <w:u w:color="000000"/>
      </w:rPr>
    </w:lvl>
    <w:lvl w:ilvl="4">
      <w:start w:val="1"/>
      <w:numFmt w:val="bullet"/>
      <w:lvlText w:val="o"/>
      <w:lvlJc w:val="left"/>
      <w:rPr>
        <w:color w:val="000000"/>
        <w:position w:val="0"/>
        <w:u w:color="000000"/>
      </w:rPr>
    </w:lvl>
    <w:lvl w:ilvl="5">
      <w:start w:val="1"/>
      <w:numFmt w:val="bullet"/>
      <w:lvlText w:val="▪"/>
      <w:lvlJc w:val="left"/>
      <w:rPr>
        <w:color w:val="000000"/>
        <w:position w:val="0"/>
        <w:u w:color="000000"/>
      </w:rPr>
    </w:lvl>
    <w:lvl w:ilvl="6">
      <w:start w:val="1"/>
      <w:numFmt w:val="bullet"/>
      <w:lvlText w:val="•"/>
      <w:lvlJc w:val="left"/>
      <w:rPr>
        <w:color w:val="000000"/>
        <w:position w:val="0"/>
        <w:u w:color="000000"/>
      </w:rPr>
    </w:lvl>
    <w:lvl w:ilvl="7">
      <w:start w:val="1"/>
      <w:numFmt w:val="bullet"/>
      <w:lvlText w:val="o"/>
      <w:lvlJc w:val="left"/>
      <w:rPr>
        <w:color w:val="000000"/>
        <w:position w:val="0"/>
        <w:u w:color="000000"/>
      </w:rPr>
    </w:lvl>
    <w:lvl w:ilvl="8">
      <w:start w:val="1"/>
      <w:numFmt w:val="bullet"/>
      <w:lvlText w:val="▪"/>
      <w:lvlJc w:val="left"/>
      <w:rPr>
        <w:color w:val="000000"/>
        <w:position w:val="0"/>
        <w:u w:color="000000"/>
      </w:rPr>
    </w:lvl>
  </w:abstractNum>
  <w:abstractNum w:abstractNumId="49">
    <w:nsid w:val="744E2B4E"/>
    <w:multiLevelType w:val="multilevel"/>
    <w:tmpl w:val="1FC0791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0">
    <w:nsid w:val="762D6090"/>
    <w:multiLevelType w:val="multilevel"/>
    <w:tmpl w:val="9198D98E"/>
    <w:lvl w:ilvl="0">
      <w:numFmt w:val="bullet"/>
      <w:lvlText w:val="•"/>
      <w:lvlJc w:val="left"/>
      <w:rPr>
        <w:position w:val="0"/>
        <w:u w:color="000000"/>
        <w:rtl w:val="0"/>
      </w:rPr>
    </w:lvl>
    <w:lvl w:ilvl="1">
      <w:start w:val="1"/>
      <w:numFmt w:val="bullet"/>
      <w:lvlText w:val="o"/>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o"/>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o"/>
      <w:lvlJc w:val="left"/>
      <w:rPr>
        <w:position w:val="0"/>
        <w:u w:color="000000"/>
        <w:rtl w:val="0"/>
      </w:rPr>
    </w:lvl>
    <w:lvl w:ilvl="8">
      <w:start w:val="1"/>
      <w:numFmt w:val="bullet"/>
      <w:lvlText w:val="▪"/>
      <w:lvlJc w:val="left"/>
      <w:rPr>
        <w:position w:val="0"/>
        <w:u w:color="000000"/>
        <w:rtl w:val="0"/>
      </w:rPr>
    </w:lvl>
  </w:abstractNum>
  <w:abstractNum w:abstractNumId="51">
    <w:nsid w:val="79975C06"/>
    <w:multiLevelType w:val="multilevel"/>
    <w:tmpl w:val="5CAE16F4"/>
    <w:styleLink w:val="List7"/>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num w:numId="1">
    <w:abstractNumId w:val="32"/>
  </w:num>
  <w:num w:numId="2">
    <w:abstractNumId w:val="30"/>
  </w:num>
  <w:num w:numId="3">
    <w:abstractNumId w:val="17"/>
  </w:num>
  <w:num w:numId="4">
    <w:abstractNumId w:val="31"/>
  </w:num>
  <w:num w:numId="5">
    <w:abstractNumId w:val="7"/>
  </w:num>
  <w:num w:numId="6">
    <w:abstractNumId w:val="49"/>
  </w:num>
  <w:num w:numId="7">
    <w:abstractNumId w:val="19"/>
  </w:num>
  <w:num w:numId="8">
    <w:abstractNumId w:val="40"/>
  </w:num>
  <w:num w:numId="9">
    <w:abstractNumId w:val="36"/>
  </w:num>
  <w:num w:numId="10">
    <w:abstractNumId w:val="15"/>
  </w:num>
  <w:num w:numId="11">
    <w:abstractNumId w:val="5"/>
  </w:num>
  <w:num w:numId="12">
    <w:abstractNumId w:val="26"/>
  </w:num>
  <w:num w:numId="13">
    <w:abstractNumId w:val="43"/>
  </w:num>
  <w:num w:numId="14">
    <w:abstractNumId w:val="41"/>
  </w:num>
  <w:num w:numId="15">
    <w:abstractNumId w:val="8"/>
  </w:num>
  <w:num w:numId="16">
    <w:abstractNumId w:val="48"/>
  </w:num>
  <w:num w:numId="17">
    <w:abstractNumId w:val="51"/>
  </w:num>
  <w:num w:numId="18">
    <w:abstractNumId w:val="2"/>
  </w:num>
  <w:num w:numId="19">
    <w:abstractNumId w:val="6"/>
  </w:num>
  <w:num w:numId="20">
    <w:abstractNumId w:val="4"/>
  </w:num>
  <w:num w:numId="21">
    <w:abstractNumId w:val="10"/>
  </w:num>
  <w:num w:numId="22">
    <w:abstractNumId w:val="29"/>
  </w:num>
  <w:num w:numId="23">
    <w:abstractNumId w:val="46"/>
  </w:num>
  <w:num w:numId="24">
    <w:abstractNumId w:val="42"/>
  </w:num>
  <w:num w:numId="25">
    <w:abstractNumId w:val="24"/>
  </w:num>
  <w:num w:numId="26">
    <w:abstractNumId w:val="11"/>
  </w:num>
  <w:num w:numId="27">
    <w:abstractNumId w:val="44"/>
  </w:num>
  <w:num w:numId="28">
    <w:abstractNumId w:val="3"/>
  </w:num>
  <w:num w:numId="29">
    <w:abstractNumId w:val="50"/>
  </w:num>
  <w:num w:numId="30">
    <w:abstractNumId w:val="38"/>
  </w:num>
  <w:num w:numId="31">
    <w:abstractNumId w:val="39"/>
  </w:num>
  <w:num w:numId="32">
    <w:abstractNumId w:val="28"/>
  </w:num>
  <w:num w:numId="33">
    <w:abstractNumId w:val="33"/>
  </w:num>
  <w:num w:numId="34">
    <w:abstractNumId w:val="16"/>
  </w:num>
  <w:num w:numId="35">
    <w:abstractNumId w:val="0"/>
  </w:num>
  <w:num w:numId="36">
    <w:abstractNumId w:val="22"/>
  </w:num>
  <w:num w:numId="37">
    <w:abstractNumId w:val="23"/>
  </w:num>
  <w:num w:numId="38">
    <w:abstractNumId w:val="12"/>
  </w:num>
  <w:num w:numId="39">
    <w:abstractNumId w:val="13"/>
  </w:num>
  <w:num w:numId="40">
    <w:abstractNumId w:val="34"/>
  </w:num>
  <w:num w:numId="41">
    <w:abstractNumId w:val="31"/>
  </w:num>
  <w:num w:numId="42">
    <w:abstractNumId w:val="45"/>
  </w:num>
  <w:num w:numId="43">
    <w:abstractNumId w:val="21"/>
  </w:num>
  <w:num w:numId="44">
    <w:abstractNumId w:val="27"/>
  </w:num>
  <w:num w:numId="45">
    <w:abstractNumId w:val="47"/>
  </w:num>
  <w:num w:numId="46">
    <w:abstractNumId w:val="8"/>
  </w:num>
  <w:num w:numId="47">
    <w:abstractNumId w:val="48"/>
  </w:num>
  <w:num w:numId="48">
    <w:abstractNumId w:val="51"/>
  </w:num>
  <w:num w:numId="49">
    <w:abstractNumId w:val="14"/>
  </w:num>
  <w:num w:numId="50">
    <w:abstractNumId w:val="25"/>
  </w:num>
  <w:num w:numId="51">
    <w:abstractNumId w:val="35"/>
  </w:num>
  <w:num w:numId="52">
    <w:abstractNumId w:val="20"/>
  </w:num>
  <w:num w:numId="53">
    <w:abstractNumId w:val="18"/>
  </w:num>
  <w:num w:numId="54">
    <w:abstractNumId w:val="37"/>
  </w:num>
  <w:num w:numId="55">
    <w:abstractNumId w:val="1"/>
  </w:num>
  <w:num w:numId="56">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3009">
      <o:colormenu v:ext="edit" strokecolor="none [3213]" extrusion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137A9"/>
    <w:rsid w:val="00044D52"/>
    <w:rsid w:val="00060664"/>
    <w:rsid w:val="0006135A"/>
    <w:rsid w:val="00073CAA"/>
    <w:rsid w:val="000B36A2"/>
    <w:rsid w:val="000B51CA"/>
    <w:rsid w:val="000D4A00"/>
    <w:rsid w:val="000D60C0"/>
    <w:rsid w:val="00104F74"/>
    <w:rsid w:val="00105485"/>
    <w:rsid w:val="00112C87"/>
    <w:rsid w:val="0015769F"/>
    <w:rsid w:val="00161F43"/>
    <w:rsid w:val="00170EFC"/>
    <w:rsid w:val="00184909"/>
    <w:rsid w:val="0019592F"/>
    <w:rsid w:val="001C11A6"/>
    <w:rsid w:val="001C28AE"/>
    <w:rsid w:val="001C595B"/>
    <w:rsid w:val="001D6063"/>
    <w:rsid w:val="001D618E"/>
    <w:rsid w:val="001E54E0"/>
    <w:rsid w:val="001F30F3"/>
    <w:rsid w:val="002018E1"/>
    <w:rsid w:val="002206EE"/>
    <w:rsid w:val="0022128E"/>
    <w:rsid w:val="002276C9"/>
    <w:rsid w:val="00275855"/>
    <w:rsid w:val="002D4FAB"/>
    <w:rsid w:val="002D5D3F"/>
    <w:rsid w:val="00301A44"/>
    <w:rsid w:val="00303BD7"/>
    <w:rsid w:val="00311C74"/>
    <w:rsid w:val="00323A96"/>
    <w:rsid w:val="00334674"/>
    <w:rsid w:val="00372BF1"/>
    <w:rsid w:val="003B5661"/>
    <w:rsid w:val="003B5D05"/>
    <w:rsid w:val="003B6B07"/>
    <w:rsid w:val="003C1052"/>
    <w:rsid w:val="003D1C89"/>
    <w:rsid w:val="004104BA"/>
    <w:rsid w:val="004251FA"/>
    <w:rsid w:val="00484989"/>
    <w:rsid w:val="004C4644"/>
    <w:rsid w:val="004D6150"/>
    <w:rsid w:val="004F2EAA"/>
    <w:rsid w:val="00544791"/>
    <w:rsid w:val="00563B0B"/>
    <w:rsid w:val="00584521"/>
    <w:rsid w:val="00595D80"/>
    <w:rsid w:val="005A11E7"/>
    <w:rsid w:val="005B63C5"/>
    <w:rsid w:val="005E0B6F"/>
    <w:rsid w:val="005E7423"/>
    <w:rsid w:val="005F029C"/>
    <w:rsid w:val="005F25BD"/>
    <w:rsid w:val="00614485"/>
    <w:rsid w:val="0062796A"/>
    <w:rsid w:val="00651393"/>
    <w:rsid w:val="00667CED"/>
    <w:rsid w:val="00696473"/>
    <w:rsid w:val="006C052B"/>
    <w:rsid w:val="006C5A3A"/>
    <w:rsid w:val="00701A5E"/>
    <w:rsid w:val="00721381"/>
    <w:rsid w:val="00725AFC"/>
    <w:rsid w:val="00736214"/>
    <w:rsid w:val="00741457"/>
    <w:rsid w:val="007545CD"/>
    <w:rsid w:val="007548A4"/>
    <w:rsid w:val="00767557"/>
    <w:rsid w:val="0077231E"/>
    <w:rsid w:val="00781DEB"/>
    <w:rsid w:val="00791A5E"/>
    <w:rsid w:val="007C36D8"/>
    <w:rsid w:val="007D4B6E"/>
    <w:rsid w:val="007E6276"/>
    <w:rsid w:val="007F3A4E"/>
    <w:rsid w:val="00806E1E"/>
    <w:rsid w:val="008201FA"/>
    <w:rsid w:val="00823E72"/>
    <w:rsid w:val="00825B86"/>
    <w:rsid w:val="00830B76"/>
    <w:rsid w:val="0084254A"/>
    <w:rsid w:val="008612BA"/>
    <w:rsid w:val="008708DD"/>
    <w:rsid w:val="00880DA8"/>
    <w:rsid w:val="0089573B"/>
    <w:rsid w:val="008A3629"/>
    <w:rsid w:val="00924647"/>
    <w:rsid w:val="00940F57"/>
    <w:rsid w:val="00946A50"/>
    <w:rsid w:val="00955015"/>
    <w:rsid w:val="00956D9B"/>
    <w:rsid w:val="009851F6"/>
    <w:rsid w:val="009C1C00"/>
    <w:rsid w:val="009D6B0C"/>
    <w:rsid w:val="009D6EDA"/>
    <w:rsid w:val="009E443D"/>
    <w:rsid w:val="009E6F6A"/>
    <w:rsid w:val="009F56B5"/>
    <w:rsid w:val="009F6E96"/>
    <w:rsid w:val="00A02A78"/>
    <w:rsid w:val="00A072AF"/>
    <w:rsid w:val="00A25B60"/>
    <w:rsid w:val="00A37BEF"/>
    <w:rsid w:val="00A65457"/>
    <w:rsid w:val="00A720B0"/>
    <w:rsid w:val="00A8434E"/>
    <w:rsid w:val="00A965A7"/>
    <w:rsid w:val="00AA0CC4"/>
    <w:rsid w:val="00AA33E4"/>
    <w:rsid w:val="00AA6D40"/>
    <w:rsid w:val="00AB5FE7"/>
    <w:rsid w:val="00AC6432"/>
    <w:rsid w:val="00AD2D63"/>
    <w:rsid w:val="00AD7BC9"/>
    <w:rsid w:val="00B264C4"/>
    <w:rsid w:val="00B356CF"/>
    <w:rsid w:val="00B45159"/>
    <w:rsid w:val="00B477E4"/>
    <w:rsid w:val="00B50927"/>
    <w:rsid w:val="00B51362"/>
    <w:rsid w:val="00B55253"/>
    <w:rsid w:val="00B614BE"/>
    <w:rsid w:val="00B6673A"/>
    <w:rsid w:val="00B76A2F"/>
    <w:rsid w:val="00BA0A2C"/>
    <w:rsid w:val="00BA409B"/>
    <w:rsid w:val="00BD032E"/>
    <w:rsid w:val="00BD73C7"/>
    <w:rsid w:val="00BE349D"/>
    <w:rsid w:val="00BE3EFE"/>
    <w:rsid w:val="00BF7204"/>
    <w:rsid w:val="00C12D9A"/>
    <w:rsid w:val="00C1406E"/>
    <w:rsid w:val="00C32D4A"/>
    <w:rsid w:val="00C352B4"/>
    <w:rsid w:val="00C36072"/>
    <w:rsid w:val="00C50CC2"/>
    <w:rsid w:val="00C52606"/>
    <w:rsid w:val="00C73733"/>
    <w:rsid w:val="00C76703"/>
    <w:rsid w:val="00C82D21"/>
    <w:rsid w:val="00CA5B74"/>
    <w:rsid w:val="00CA62B9"/>
    <w:rsid w:val="00CB5A14"/>
    <w:rsid w:val="00CF1D9F"/>
    <w:rsid w:val="00CF7AEA"/>
    <w:rsid w:val="00D03744"/>
    <w:rsid w:val="00D11CFD"/>
    <w:rsid w:val="00D17C84"/>
    <w:rsid w:val="00D23BA3"/>
    <w:rsid w:val="00D32F2D"/>
    <w:rsid w:val="00D3583C"/>
    <w:rsid w:val="00D51EB0"/>
    <w:rsid w:val="00D636E0"/>
    <w:rsid w:val="00D7293F"/>
    <w:rsid w:val="00D94A97"/>
    <w:rsid w:val="00DA618B"/>
    <w:rsid w:val="00DC1591"/>
    <w:rsid w:val="00DC2CB8"/>
    <w:rsid w:val="00DC79A5"/>
    <w:rsid w:val="00DD6F96"/>
    <w:rsid w:val="00E27A89"/>
    <w:rsid w:val="00E53C4D"/>
    <w:rsid w:val="00ED6BF2"/>
    <w:rsid w:val="00EE23A5"/>
    <w:rsid w:val="00EE4E30"/>
    <w:rsid w:val="00F07C80"/>
    <w:rsid w:val="00F131B6"/>
    <w:rsid w:val="00F42C76"/>
    <w:rsid w:val="00F44221"/>
    <w:rsid w:val="00F54762"/>
    <w:rsid w:val="00F660ED"/>
    <w:rsid w:val="00F6762D"/>
    <w:rsid w:val="00F8012D"/>
    <w:rsid w:val="00F8207E"/>
    <w:rsid w:val="00FB6B0B"/>
    <w:rsid w:val="00FC0168"/>
    <w:rsid w:val="00FF406A"/>
    <w:rsid w:val="00FF5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colormenu v:ext="edit" strokecolor="none [3213]" extrusioncolor="none"/>
    </o:shapedefaults>
    <o:shapelayout v:ext="edit">
      <o:idmap v:ext="edit" data="1"/>
    </o:shapelayout>
  </w:shapeDefaults>
  <w:decimalSymbol w:val="."/>
  <w:listSeparator w:val=","/>
  <w14:docId w14:val="79DD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AD2D63"/>
    <w:pPr>
      <w:numPr>
        <w:numId w:val="3"/>
      </w:numPr>
      <w:spacing w:after="240" w:line="240" w:lineRule="atLeast"/>
      <w:ind w:left="714" w:hanging="357"/>
    </w:pPr>
  </w:style>
  <w:style w:type="paragraph" w:customStyle="1" w:styleId="Body">
    <w:name w:val="Body"/>
    <w:rsid w:val="00105485"/>
    <w:pPr>
      <w:pBdr>
        <w:top w:val="nil"/>
        <w:left w:val="nil"/>
        <w:bottom w:val="nil"/>
        <w:right w:val="nil"/>
        <w:between w:val="nil"/>
        <w:bar w:val="nil"/>
      </w:pBdr>
    </w:pPr>
    <w:rPr>
      <w:rFonts w:ascii="Arial" w:eastAsia="Arial Unicode MS" w:hAnsi="Arial Unicode MS" w:cs="Arial Unicode MS"/>
      <w:color w:val="000000"/>
      <w:sz w:val="22"/>
      <w:szCs w:val="22"/>
      <w:u w:color="000000"/>
      <w:bdr w:val="nil"/>
    </w:rPr>
  </w:style>
  <w:style w:type="paragraph" w:customStyle="1" w:styleId="Heading">
    <w:name w:val="Heading"/>
    <w:next w:val="Body"/>
    <w:rsid w:val="00105485"/>
    <w:pPr>
      <w:keepNext/>
      <w:pBdr>
        <w:top w:val="nil"/>
        <w:left w:val="nil"/>
        <w:bottom w:val="nil"/>
        <w:right w:val="nil"/>
        <w:between w:val="nil"/>
        <w:bar w:val="nil"/>
      </w:pBdr>
      <w:spacing w:before="240" w:after="60"/>
      <w:outlineLvl w:val="0"/>
    </w:pPr>
    <w:rPr>
      <w:rFonts w:ascii="Arial Bold" w:eastAsia="Arial Unicode MS" w:hAnsi="Arial Unicode MS" w:cs="Arial Unicode MS"/>
      <w:color w:val="EF1829"/>
      <w:kern w:val="32"/>
      <w:sz w:val="32"/>
      <w:szCs w:val="32"/>
      <w:u w:color="EF1829"/>
      <w:bdr w:val="nil"/>
    </w:rPr>
  </w:style>
  <w:style w:type="numbering" w:customStyle="1" w:styleId="List0">
    <w:name w:val="List 0"/>
    <w:basedOn w:val="NoList"/>
    <w:rsid w:val="00105485"/>
    <w:pPr>
      <w:numPr>
        <w:numId w:val="4"/>
      </w:numPr>
    </w:pPr>
  </w:style>
  <w:style w:type="paragraph" w:customStyle="1" w:styleId="Default">
    <w:name w:val="Default"/>
    <w:rsid w:val="00105485"/>
    <w:pPr>
      <w:pBdr>
        <w:top w:val="nil"/>
        <w:left w:val="nil"/>
        <w:bottom w:val="nil"/>
        <w:right w:val="nil"/>
        <w:between w:val="nil"/>
        <w:bar w:val="nil"/>
      </w:pBdr>
    </w:pPr>
    <w:rPr>
      <w:rFonts w:ascii="Helvetica" w:eastAsia="Helvetica" w:hAnsi="Helvetica" w:cs="Helvetica"/>
      <w:color w:val="000000"/>
      <w:sz w:val="22"/>
      <w:szCs w:val="22"/>
      <w:bdr w:val="nil"/>
      <w:lang w:val="en-GB"/>
    </w:rPr>
  </w:style>
  <w:style w:type="numbering" w:customStyle="1" w:styleId="List1">
    <w:name w:val="List 1"/>
    <w:basedOn w:val="NoList"/>
    <w:rsid w:val="00105485"/>
    <w:pPr>
      <w:numPr>
        <w:numId w:val="9"/>
      </w:numPr>
    </w:pPr>
  </w:style>
  <w:style w:type="numbering" w:customStyle="1" w:styleId="List21">
    <w:name w:val="List 21"/>
    <w:basedOn w:val="NoList"/>
    <w:rsid w:val="00105485"/>
    <w:pPr>
      <w:numPr>
        <w:numId w:val="11"/>
      </w:numPr>
    </w:pPr>
  </w:style>
  <w:style w:type="numbering" w:customStyle="1" w:styleId="List31">
    <w:name w:val="List 31"/>
    <w:basedOn w:val="NoList"/>
    <w:rsid w:val="00105485"/>
    <w:pPr>
      <w:numPr>
        <w:numId w:val="13"/>
      </w:numPr>
    </w:pPr>
  </w:style>
  <w:style w:type="numbering" w:customStyle="1" w:styleId="List41">
    <w:name w:val="List 41"/>
    <w:basedOn w:val="NoList"/>
    <w:rsid w:val="00105485"/>
    <w:pPr>
      <w:numPr>
        <w:numId w:val="14"/>
      </w:numPr>
    </w:pPr>
  </w:style>
  <w:style w:type="numbering" w:customStyle="1" w:styleId="List51">
    <w:name w:val="List 51"/>
    <w:basedOn w:val="NoList"/>
    <w:rsid w:val="00105485"/>
    <w:pPr>
      <w:numPr>
        <w:numId w:val="15"/>
      </w:numPr>
    </w:pPr>
  </w:style>
  <w:style w:type="numbering" w:customStyle="1" w:styleId="List6">
    <w:name w:val="List 6"/>
    <w:basedOn w:val="NoList"/>
    <w:rsid w:val="00105485"/>
    <w:pPr>
      <w:numPr>
        <w:numId w:val="16"/>
      </w:numPr>
    </w:pPr>
  </w:style>
  <w:style w:type="numbering" w:customStyle="1" w:styleId="List7">
    <w:name w:val="List 7"/>
    <w:basedOn w:val="NoList"/>
    <w:rsid w:val="00105485"/>
    <w:pPr>
      <w:numPr>
        <w:numId w:val="17"/>
      </w:numPr>
    </w:pPr>
  </w:style>
  <w:style w:type="character" w:customStyle="1" w:styleId="Hyperlink1">
    <w:name w:val="Hyperlink.1"/>
    <w:basedOn w:val="DefaultParagraphFont"/>
    <w:rsid w:val="00105485"/>
    <w:rPr>
      <w:color w:val="0000FF"/>
      <w:u w:val="single" w:color="000000"/>
    </w:rPr>
  </w:style>
  <w:style w:type="numbering" w:customStyle="1" w:styleId="List8">
    <w:name w:val="List 8"/>
    <w:basedOn w:val="NoList"/>
    <w:rsid w:val="00105485"/>
    <w:pPr>
      <w:numPr>
        <w:numId w:val="22"/>
      </w:numPr>
    </w:pPr>
  </w:style>
  <w:style w:type="numbering" w:customStyle="1" w:styleId="List9">
    <w:name w:val="List 9"/>
    <w:basedOn w:val="NoList"/>
    <w:rsid w:val="00105485"/>
    <w:pPr>
      <w:numPr>
        <w:numId w:val="23"/>
      </w:numPr>
    </w:pPr>
  </w:style>
  <w:style w:type="numbering" w:customStyle="1" w:styleId="List10">
    <w:name w:val="List 10"/>
    <w:basedOn w:val="NoList"/>
    <w:rsid w:val="00105485"/>
    <w:pPr>
      <w:numPr>
        <w:numId w:val="24"/>
      </w:numPr>
    </w:pPr>
  </w:style>
  <w:style w:type="numbering" w:customStyle="1" w:styleId="List11">
    <w:name w:val="List 11"/>
    <w:basedOn w:val="NoList"/>
    <w:rsid w:val="00105485"/>
    <w:pPr>
      <w:numPr>
        <w:numId w:val="31"/>
      </w:numPr>
    </w:pPr>
  </w:style>
  <w:style w:type="numbering" w:customStyle="1" w:styleId="List13">
    <w:name w:val="List 13"/>
    <w:basedOn w:val="NoList"/>
    <w:rsid w:val="00105485"/>
    <w:pPr>
      <w:numPr>
        <w:numId w:val="32"/>
      </w:numPr>
    </w:pPr>
  </w:style>
  <w:style w:type="numbering" w:customStyle="1" w:styleId="List14">
    <w:name w:val="List 14"/>
    <w:basedOn w:val="NoList"/>
    <w:rsid w:val="00105485"/>
    <w:pPr>
      <w:numPr>
        <w:numId w:val="33"/>
      </w:numPr>
    </w:pPr>
  </w:style>
  <w:style w:type="numbering" w:customStyle="1" w:styleId="List15">
    <w:name w:val="List 15"/>
    <w:basedOn w:val="NoList"/>
    <w:rsid w:val="00105485"/>
    <w:pPr>
      <w:numPr>
        <w:numId w:val="34"/>
      </w:numPr>
    </w:pPr>
  </w:style>
  <w:style w:type="numbering" w:customStyle="1" w:styleId="List16">
    <w:name w:val="List 16"/>
    <w:basedOn w:val="NoList"/>
    <w:rsid w:val="00105485"/>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AD2D63"/>
    <w:pPr>
      <w:numPr>
        <w:numId w:val="3"/>
      </w:numPr>
      <w:spacing w:after="240" w:line="240" w:lineRule="atLeast"/>
      <w:ind w:left="714" w:hanging="357"/>
    </w:pPr>
  </w:style>
  <w:style w:type="paragraph" w:customStyle="1" w:styleId="Body">
    <w:name w:val="Body"/>
    <w:rsid w:val="00105485"/>
    <w:pPr>
      <w:pBdr>
        <w:top w:val="nil"/>
        <w:left w:val="nil"/>
        <w:bottom w:val="nil"/>
        <w:right w:val="nil"/>
        <w:between w:val="nil"/>
        <w:bar w:val="nil"/>
      </w:pBdr>
    </w:pPr>
    <w:rPr>
      <w:rFonts w:ascii="Arial" w:eastAsia="Arial Unicode MS" w:hAnsi="Arial Unicode MS" w:cs="Arial Unicode MS"/>
      <w:color w:val="000000"/>
      <w:sz w:val="22"/>
      <w:szCs w:val="22"/>
      <w:u w:color="000000"/>
      <w:bdr w:val="nil"/>
    </w:rPr>
  </w:style>
  <w:style w:type="paragraph" w:customStyle="1" w:styleId="Heading">
    <w:name w:val="Heading"/>
    <w:next w:val="Body"/>
    <w:rsid w:val="00105485"/>
    <w:pPr>
      <w:keepNext/>
      <w:pBdr>
        <w:top w:val="nil"/>
        <w:left w:val="nil"/>
        <w:bottom w:val="nil"/>
        <w:right w:val="nil"/>
        <w:between w:val="nil"/>
        <w:bar w:val="nil"/>
      </w:pBdr>
      <w:spacing w:before="240" w:after="60"/>
      <w:outlineLvl w:val="0"/>
    </w:pPr>
    <w:rPr>
      <w:rFonts w:ascii="Arial Bold" w:eastAsia="Arial Unicode MS" w:hAnsi="Arial Unicode MS" w:cs="Arial Unicode MS"/>
      <w:color w:val="EF1829"/>
      <w:kern w:val="32"/>
      <w:sz w:val="32"/>
      <w:szCs w:val="32"/>
      <w:u w:color="EF1829"/>
      <w:bdr w:val="nil"/>
    </w:rPr>
  </w:style>
  <w:style w:type="numbering" w:customStyle="1" w:styleId="List0">
    <w:name w:val="List 0"/>
    <w:basedOn w:val="NoList"/>
    <w:rsid w:val="00105485"/>
    <w:pPr>
      <w:numPr>
        <w:numId w:val="4"/>
      </w:numPr>
    </w:pPr>
  </w:style>
  <w:style w:type="paragraph" w:customStyle="1" w:styleId="Default">
    <w:name w:val="Default"/>
    <w:rsid w:val="00105485"/>
    <w:pPr>
      <w:pBdr>
        <w:top w:val="nil"/>
        <w:left w:val="nil"/>
        <w:bottom w:val="nil"/>
        <w:right w:val="nil"/>
        <w:between w:val="nil"/>
        <w:bar w:val="nil"/>
      </w:pBdr>
    </w:pPr>
    <w:rPr>
      <w:rFonts w:ascii="Helvetica" w:eastAsia="Helvetica" w:hAnsi="Helvetica" w:cs="Helvetica"/>
      <w:color w:val="000000"/>
      <w:sz w:val="22"/>
      <w:szCs w:val="22"/>
      <w:bdr w:val="nil"/>
      <w:lang w:val="en-GB"/>
    </w:rPr>
  </w:style>
  <w:style w:type="numbering" w:customStyle="1" w:styleId="List1">
    <w:name w:val="List 1"/>
    <w:basedOn w:val="NoList"/>
    <w:rsid w:val="00105485"/>
    <w:pPr>
      <w:numPr>
        <w:numId w:val="9"/>
      </w:numPr>
    </w:pPr>
  </w:style>
  <w:style w:type="numbering" w:customStyle="1" w:styleId="List21">
    <w:name w:val="List 21"/>
    <w:basedOn w:val="NoList"/>
    <w:rsid w:val="00105485"/>
    <w:pPr>
      <w:numPr>
        <w:numId w:val="11"/>
      </w:numPr>
    </w:pPr>
  </w:style>
  <w:style w:type="numbering" w:customStyle="1" w:styleId="List31">
    <w:name w:val="List 31"/>
    <w:basedOn w:val="NoList"/>
    <w:rsid w:val="00105485"/>
    <w:pPr>
      <w:numPr>
        <w:numId w:val="13"/>
      </w:numPr>
    </w:pPr>
  </w:style>
  <w:style w:type="numbering" w:customStyle="1" w:styleId="List41">
    <w:name w:val="List 41"/>
    <w:basedOn w:val="NoList"/>
    <w:rsid w:val="00105485"/>
    <w:pPr>
      <w:numPr>
        <w:numId w:val="14"/>
      </w:numPr>
    </w:pPr>
  </w:style>
  <w:style w:type="numbering" w:customStyle="1" w:styleId="List51">
    <w:name w:val="List 51"/>
    <w:basedOn w:val="NoList"/>
    <w:rsid w:val="00105485"/>
    <w:pPr>
      <w:numPr>
        <w:numId w:val="15"/>
      </w:numPr>
    </w:pPr>
  </w:style>
  <w:style w:type="numbering" w:customStyle="1" w:styleId="List6">
    <w:name w:val="List 6"/>
    <w:basedOn w:val="NoList"/>
    <w:rsid w:val="00105485"/>
    <w:pPr>
      <w:numPr>
        <w:numId w:val="16"/>
      </w:numPr>
    </w:pPr>
  </w:style>
  <w:style w:type="numbering" w:customStyle="1" w:styleId="List7">
    <w:name w:val="List 7"/>
    <w:basedOn w:val="NoList"/>
    <w:rsid w:val="00105485"/>
    <w:pPr>
      <w:numPr>
        <w:numId w:val="17"/>
      </w:numPr>
    </w:pPr>
  </w:style>
  <w:style w:type="character" w:customStyle="1" w:styleId="Hyperlink1">
    <w:name w:val="Hyperlink.1"/>
    <w:basedOn w:val="DefaultParagraphFont"/>
    <w:rsid w:val="00105485"/>
    <w:rPr>
      <w:color w:val="0000FF"/>
      <w:u w:val="single" w:color="000000"/>
    </w:rPr>
  </w:style>
  <w:style w:type="numbering" w:customStyle="1" w:styleId="List8">
    <w:name w:val="List 8"/>
    <w:basedOn w:val="NoList"/>
    <w:rsid w:val="00105485"/>
    <w:pPr>
      <w:numPr>
        <w:numId w:val="22"/>
      </w:numPr>
    </w:pPr>
  </w:style>
  <w:style w:type="numbering" w:customStyle="1" w:styleId="List9">
    <w:name w:val="List 9"/>
    <w:basedOn w:val="NoList"/>
    <w:rsid w:val="00105485"/>
    <w:pPr>
      <w:numPr>
        <w:numId w:val="23"/>
      </w:numPr>
    </w:pPr>
  </w:style>
  <w:style w:type="numbering" w:customStyle="1" w:styleId="List10">
    <w:name w:val="List 10"/>
    <w:basedOn w:val="NoList"/>
    <w:rsid w:val="00105485"/>
    <w:pPr>
      <w:numPr>
        <w:numId w:val="24"/>
      </w:numPr>
    </w:pPr>
  </w:style>
  <w:style w:type="numbering" w:customStyle="1" w:styleId="List11">
    <w:name w:val="List 11"/>
    <w:basedOn w:val="NoList"/>
    <w:rsid w:val="00105485"/>
    <w:pPr>
      <w:numPr>
        <w:numId w:val="31"/>
      </w:numPr>
    </w:pPr>
  </w:style>
  <w:style w:type="numbering" w:customStyle="1" w:styleId="List13">
    <w:name w:val="List 13"/>
    <w:basedOn w:val="NoList"/>
    <w:rsid w:val="00105485"/>
    <w:pPr>
      <w:numPr>
        <w:numId w:val="32"/>
      </w:numPr>
    </w:pPr>
  </w:style>
  <w:style w:type="numbering" w:customStyle="1" w:styleId="List14">
    <w:name w:val="List 14"/>
    <w:basedOn w:val="NoList"/>
    <w:rsid w:val="00105485"/>
    <w:pPr>
      <w:numPr>
        <w:numId w:val="33"/>
      </w:numPr>
    </w:pPr>
  </w:style>
  <w:style w:type="numbering" w:customStyle="1" w:styleId="List15">
    <w:name w:val="List 15"/>
    <w:basedOn w:val="NoList"/>
    <w:rsid w:val="00105485"/>
    <w:pPr>
      <w:numPr>
        <w:numId w:val="34"/>
      </w:numPr>
    </w:pPr>
  </w:style>
  <w:style w:type="numbering" w:customStyle="1" w:styleId="List16">
    <w:name w:val="List 16"/>
    <w:basedOn w:val="NoList"/>
    <w:rsid w:val="00105485"/>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538807">
      <w:bodyDiv w:val="1"/>
      <w:marLeft w:val="0"/>
      <w:marRight w:val="0"/>
      <w:marTop w:val="0"/>
      <w:marBottom w:val="0"/>
      <w:divBdr>
        <w:top w:val="none" w:sz="0" w:space="0" w:color="auto"/>
        <w:left w:val="none" w:sz="0" w:space="0" w:color="auto"/>
        <w:bottom w:val="none" w:sz="0" w:space="0" w:color="auto"/>
        <w:right w:val="none" w:sz="0" w:space="0" w:color="auto"/>
      </w:divBdr>
    </w:div>
    <w:div w:id="493229876">
      <w:bodyDiv w:val="1"/>
      <w:marLeft w:val="0"/>
      <w:marRight w:val="0"/>
      <w:marTop w:val="0"/>
      <w:marBottom w:val="0"/>
      <w:divBdr>
        <w:top w:val="none" w:sz="0" w:space="0" w:color="auto"/>
        <w:left w:val="none" w:sz="0" w:space="0" w:color="auto"/>
        <w:bottom w:val="none" w:sz="0" w:space="0" w:color="auto"/>
        <w:right w:val="none" w:sz="0" w:space="0" w:color="auto"/>
      </w:divBdr>
    </w:div>
    <w:div w:id="627321816">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735861097">
      <w:bodyDiv w:val="1"/>
      <w:marLeft w:val="0"/>
      <w:marRight w:val="0"/>
      <w:marTop w:val="0"/>
      <w:marBottom w:val="0"/>
      <w:divBdr>
        <w:top w:val="none" w:sz="0" w:space="0" w:color="auto"/>
        <w:left w:val="none" w:sz="0" w:space="0" w:color="auto"/>
        <w:bottom w:val="none" w:sz="0" w:space="0" w:color="auto"/>
        <w:right w:val="none" w:sz="0" w:space="0" w:color="auto"/>
      </w:divBdr>
    </w:div>
    <w:div w:id="1399282884">
      <w:bodyDiv w:val="1"/>
      <w:marLeft w:val="0"/>
      <w:marRight w:val="0"/>
      <w:marTop w:val="0"/>
      <w:marBottom w:val="0"/>
      <w:divBdr>
        <w:top w:val="none" w:sz="0" w:space="0" w:color="auto"/>
        <w:left w:val="none" w:sz="0" w:space="0" w:color="auto"/>
        <w:bottom w:val="none" w:sz="0" w:space="0" w:color="auto"/>
        <w:right w:val="none" w:sz="0" w:space="0" w:color="auto"/>
      </w:divBdr>
      <w:divsChild>
        <w:div w:id="733629080">
          <w:marLeft w:val="0"/>
          <w:marRight w:val="0"/>
          <w:marTop w:val="0"/>
          <w:marBottom w:val="0"/>
          <w:divBdr>
            <w:top w:val="none" w:sz="0" w:space="0" w:color="auto"/>
            <w:left w:val="none" w:sz="0" w:space="0" w:color="auto"/>
            <w:bottom w:val="none" w:sz="0" w:space="0" w:color="auto"/>
            <w:right w:val="none" w:sz="0" w:space="0" w:color="auto"/>
          </w:divBdr>
          <w:divsChild>
            <w:div w:id="963847745">
              <w:marLeft w:val="0"/>
              <w:marRight w:val="0"/>
              <w:marTop w:val="0"/>
              <w:marBottom w:val="0"/>
              <w:divBdr>
                <w:top w:val="none" w:sz="0" w:space="0" w:color="auto"/>
                <w:left w:val="none" w:sz="0" w:space="0" w:color="auto"/>
                <w:bottom w:val="none" w:sz="0" w:space="0" w:color="auto"/>
                <w:right w:val="none" w:sz="0" w:space="0" w:color="auto"/>
              </w:divBdr>
              <w:divsChild>
                <w:div w:id="1359547474">
                  <w:marLeft w:val="0"/>
                  <w:marRight w:val="0"/>
                  <w:marTop w:val="0"/>
                  <w:marBottom w:val="0"/>
                  <w:divBdr>
                    <w:top w:val="none" w:sz="0" w:space="0" w:color="auto"/>
                    <w:left w:val="none" w:sz="0" w:space="0" w:color="auto"/>
                    <w:bottom w:val="none" w:sz="0" w:space="0" w:color="auto"/>
                    <w:right w:val="none" w:sz="0" w:space="0" w:color="auto"/>
                  </w:divBdr>
                  <w:divsChild>
                    <w:div w:id="1136723620">
                      <w:marLeft w:val="0"/>
                      <w:marRight w:val="0"/>
                      <w:marTop w:val="0"/>
                      <w:marBottom w:val="0"/>
                      <w:divBdr>
                        <w:top w:val="none" w:sz="0" w:space="0" w:color="auto"/>
                        <w:left w:val="none" w:sz="0" w:space="0" w:color="auto"/>
                        <w:bottom w:val="none" w:sz="0" w:space="0" w:color="auto"/>
                        <w:right w:val="none" w:sz="0" w:space="0" w:color="auto"/>
                      </w:divBdr>
                      <w:divsChild>
                        <w:div w:id="1592004247">
                          <w:marLeft w:val="0"/>
                          <w:marRight w:val="0"/>
                          <w:marTop w:val="0"/>
                          <w:marBottom w:val="0"/>
                          <w:divBdr>
                            <w:top w:val="none" w:sz="0" w:space="0" w:color="auto"/>
                            <w:left w:val="none" w:sz="0" w:space="0" w:color="auto"/>
                            <w:bottom w:val="none" w:sz="0" w:space="0" w:color="auto"/>
                            <w:right w:val="none" w:sz="0" w:space="0" w:color="auto"/>
                          </w:divBdr>
                          <w:divsChild>
                            <w:div w:id="1069112055">
                              <w:marLeft w:val="0"/>
                              <w:marRight w:val="0"/>
                              <w:marTop w:val="0"/>
                              <w:marBottom w:val="0"/>
                              <w:divBdr>
                                <w:top w:val="none" w:sz="0" w:space="0" w:color="auto"/>
                                <w:left w:val="none" w:sz="0" w:space="0" w:color="auto"/>
                                <w:bottom w:val="none" w:sz="0" w:space="0" w:color="auto"/>
                                <w:right w:val="none" w:sz="0" w:space="0" w:color="auto"/>
                              </w:divBdr>
                              <w:divsChild>
                                <w:div w:id="904730253">
                                  <w:marLeft w:val="0"/>
                                  <w:marRight w:val="0"/>
                                  <w:marTop w:val="0"/>
                                  <w:marBottom w:val="0"/>
                                  <w:divBdr>
                                    <w:top w:val="none" w:sz="0" w:space="0" w:color="auto"/>
                                    <w:left w:val="none" w:sz="0" w:space="0" w:color="auto"/>
                                    <w:bottom w:val="none" w:sz="0" w:space="0" w:color="auto"/>
                                    <w:right w:val="none" w:sz="0" w:space="0" w:color="auto"/>
                                  </w:divBdr>
                                  <w:divsChild>
                                    <w:div w:id="11039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973268">
      <w:bodyDiv w:val="1"/>
      <w:marLeft w:val="0"/>
      <w:marRight w:val="0"/>
      <w:marTop w:val="0"/>
      <w:marBottom w:val="0"/>
      <w:divBdr>
        <w:top w:val="none" w:sz="0" w:space="0" w:color="auto"/>
        <w:left w:val="none" w:sz="0" w:space="0" w:color="auto"/>
        <w:bottom w:val="none" w:sz="0" w:space="0" w:color="auto"/>
        <w:right w:val="none" w:sz="0" w:space="0" w:color="auto"/>
      </w:divBdr>
    </w:div>
    <w:div w:id="158047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dcross.org.uk/~/media/D678FD21EB2A441AAA779EF14D29ABAB.ashx" TargetMode="External"/><Relationship Id="rId18" Type="http://schemas.openxmlformats.org/officeDocument/2006/relationships/hyperlink" Target="http://www.redcross.org.uk/~/media/A3531C421E144DF8819D4552E608D967.ashx"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ifrc.org/en/news-and-media/news-stories/middle-east-and-north-africa/syria/" TargetMode="External"/><Relationship Id="rId7" Type="http://schemas.openxmlformats.org/officeDocument/2006/relationships/footnotes" Target="footnotes.xml"/><Relationship Id="rId12" Type="http://schemas.openxmlformats.org/officeDocument/2006/relationships/hyperlink" Target="http://www.redcross.org.uk/~/media/D678FD21EB2A441AAA779EF14D29ABAB.ashx" TargetMode="External"/><Relationship Id="rId17" Type="http://schemas.openxmlformats.org/officeDocument/2006/relationships/hyperlink" Target="http://www.redcross.org.uk/~/media/2FBCB91669C141F9BC0D6819D99603A6.ash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redcross.org.uk/~/media/206B9C5AE23949BF852ACF38525471FB.ashx" TargetMode="External"/><Relationship Id="rId20" Type="http://schemas.openxmlformats.org/officeDocument/2006/relationships/hyperlink" Target="http://www.redcross.org.uk/What-we-do/Teaching-resources/Lesson-plans/First-World-War-voluntee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cross.org.uk/~/media/49D044650D154F3D8591220B17D6357A.ashx"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youtube.com/watch?v=HwpzzAefx9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vimeo.com/144877010" TargetMode="External"/><Relationship Id="rId19" Type="http://schemas.openxmlformats.org/officeDocument/2006/relationships/hyperlink" Target="http://www.redcross.org.uk/What-we-do/Teaching-resources/Lesson-plans/What-is-humanitarianism"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redcross.org.uk/~/media/D678FD21EB2A441AAA779EF14D29ABAB.ashx"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98A29-ACFD-404A-9F34-7A5A88CF5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628C82A4</Template>
  <TotalTime>1</TotalTime>
  <Pages>10</Pages>
  <Words>2842</Words>
  <Characters>16200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2015-10-27T09:57:00Z</cp:lastPrinted>
  <dcterms:created xsi:type="dcterms:W3CDTF">2017-09-29T14:47:00Z</dcterms:created>
  <dcterms:modified xsi:type="dcterms:W3CDTF">2017-09-29T14:47:00Z</dcterms:modified>
</cp:coreProperties>
</file>